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EF5B45" w14:textId="77777777" w:rsidR="00826B7B" w:rsidRDefault="00826B7B" w:rsidP="006C2343">
      <w:pPr>
        <w:pStyle w:val="Titul2"/>
      </w:pPr>
      <w:bookmarkStart w:id="0" w:name="_GoBack"/>
      <w:bookmarkEnd w:id="0"/>
    </w:p>
    <w:p w14:paraId="638D5CAD" w14:textId="77777777" w:rsidR="0035531B" w:rsidRPr="000719BB" w:rsidRDefault="0035531B" w:rsidP="0035531B">
      <w:pPr>
        <w:pStyle w:val="Titul2"/>
      </w:pPr>
      <w:r>
        <w:t>Díl 1</w:t>
      </w:r>
    </w:p>
    <w:p w14:paraId="4129475E" w14:textId="77777777" w:rsidR="00AD0C7B" w:rsidRPr="004138DB" w:rsidRDefault="0035531B" w:rsidP="006C2343">
      <w:pPr>
        <w:pStyle w:val="Titul1"/>
        <w:rPr>
          <w:caps w:val="0"/>
          <w:sz w:val="48"/>
        </w:rPr>
      </w:pPr>
      <w:r w:rsidRPr="004138DB">
        <w:rPr>
          <w:caps w:val="0"/>
          <w:sz w:val="48"/>
        </w:rPr>
        <w:t>Požadavky</w:t>
      </w:r>
      <w:r w:rsidR="00845C50" w:rsidRPr="004138DB">
        <w:rPr>
          <w:caps w:val="0"/>
          <w:sz w:val="48"/>
        </w:rPr>
        <w:t xml:space="preserve"> a </w:t>
      </w:r>
      <w:r w:rsidRPr="004138DB">
        <w:rPr>
          <w:caps w:val="0"/>
          <w:sz w:val="48"/>
        </w:rPr>
        <w:t>podmínky pro zpracování nabídky</w:t>
      </w:r>
    </w:p>
    <w:p w14:paraId="67A3B7EA" w14:textId="77777777" w:rsidR="00AD0C7B" w:rsidRDefault="00AD0C7B" w:rsidP="00AD0C7B">
      <w:pPr>
        <w:pStyle w:val="Titul2"/>
      </w:pPr>
    </w:p>
    <w:p w14:paraId="0ED372E3" w14:textId="77777777" w:rsidR="0035531B" w:rsidRDefault="0035531B" w:rsidP="00AD0C7B">
      <w:pPr>
        <w:pStyle w:val="Titul2"/>
      </w:pPr>
      <w:r>
        <w:t>Část 2</w:t>
      </w:r>
    </w:p>
    <w:p w14:paraId="60EB3100" w14:textId="77777777" w:rsidR="00AD0C7B" w:rsidRPr="004138DB" w:rsidRDefault="0035531B" w:rsidP="006C2343">
      <w:pPr>
        <w:pStyle w:val="Titul1"/>
        <w:rPr>
          <w:caps w:val="0"/>
          <w:sz w:val="48"/>
        </w:rPr>
      </w:pPr>
      <w:r w:rsidRPr="004138DB">
        <w:rPr>
          <w:caps w:val="0"/>
          <w:sz w:val="48"/>
        </w:rPr>
        <w:t>Pokyny pro dodavatele</w:t>
      </w:r>
    </w:p>
    <w:p w14:paraId="39C3B23B" w14:textId="77777777" w:rsidR="00A12463" w:rsidRDefault="00A12463" w:rsidP="00EB46E5">
      <w:pPr>
        <w:pStyle w:val="Titul2"/>
      </w:pPr>
    </w:p>
    <w:p w14:paraId="2399441F" w14:textId="77777777" w:rsidR="00652EFD" w:rsidRDefault="00652EFD" w:rsidP="00652EFD">
      <w:pPr>
        <w:pStyle w:val="Titul2"/>
      </w:pPr>
      <w:r>
        <w:t xml:space="preserve">Projektová dokumentace pro </w:t>
      </w:r>
      <w:r w:rsidR="00301C38">
        <w:t xml:space="preserve">společné </w:t>
      </w:r>
      <w:r>
        <w:t>povolení, projektová dokumentace pro provádění stavby a výkon autorského dozoru</w:t>
      </w:r>
    </w:p>
    <w:p w14:paraId="49D72610" w14:textId="77777777" w:rsidR="0035531B" w:rsidRPr="00652EFD" w:rsidRDefault="0035531B" w:rsidP="00652EFD">
      <w:pPr>
        <w:pStyle w:val="Titul2"/>
        <w:rPr>
          <w:b w:val="0"/>
          <w:i/>
          <w:color w:val="FF0000"/>
          <w:sz w:val="20"/>
          <w:szCs w:val="20"/>
        </w:rPr>
      </w:pPr>
    </w:p>
    <w:p w14:paraId="330D624C" w14:textId="77777777" w:rsidR="00B20365" w:rsidRDefault="00B20365" w:rsidP="00EB46E5">
      <w:pPr>
        <w:pStyle w:val="Titul2"/>
      </w:pPr>
      <w:r w:rsidRPr="00B20365">
        <w:t>Název zakázky:</w:t>
      </w:r>
    </w:p>
    <w:p w14:paraId="5D821AB8" w14:textId="4F4139AF" w:rsidR="00814AA0" w:rsidRPr="00B20365" w:rsidRDefault="002D76B3" w:rsidP="00EB46E5">
      <w:pPr>
        <w:pStyle w:val="Titul2"/>
        <w:rPr>
          <w:b w:val="0"/>
        </w:rPr>
      </w:pPr>
      <w:sdt>
        <w:sdtPr>
          <w:rPr>
            <w:rStyle w:val="Nzevakce"/>
            <w:b/>
            <w:sz w:val="40"/>
            <w:szCs w:val="40"/>
          </w:rPr>
          <w:alias w:val="Název akce - VYplnit pole - přenese se do zápatí"/>
          <w:tag w:val="Název akce"/>
          <w:id w:val="1889687308"/>
          <w:placeholder>
            <w:docPart w:val="56C821871AA942EFB805DCAE3150A845"/>
          </w:placeholder>
          <w:text/>
        </w:sdtPr>
        <w:sdtEndPr>
          <w:rPr>
            <w:rStyle w:val="Standardnpsmoodstavce"/>
            <w:rFonts w:asciiTheme="minorHAnsi" w:hAnsiTheme="minorHAnsi"/>
            <w:b w:val="0"/>
          </w:rPr>
        </w:sdtEndPr>
        <w:sdtContent>
          <w:r w:rsidR="00B20365">
            <w:rPr>
              <w:rStyle w:val="Nzevakce"/>
              <w:b/>
              <w:sz w:val="40"/>
              <w:szCs w:val="40"/>
            </w:rPr>
            <w:t>„</w:t>
          </w:r>
          <w:r w:rsidR="00B20365" w:rsidRPr="00B20365">
            <w:rPr>
              <w:rStyle w:val="Nzevakce"/>
              <w:b/>
              <w:sz w:val="40"/>
              <w:szCs w:val="40"/>
            </w:rPr>
            <w:t>Rekonstrukce ŽST Malá Skála</w:t>
          </w:r>
          <w:r w:rsidR="00B20365">
            <w:rPr>
              <w:rStyle w:val="Nzevakce"/>
              <w:b/>
              <w:sz w:val="40"/>
              <w:szCs w:val="40"/>
            </w:rPr>
            <w:t>“</w:t>
          </w:r>
        </w:sdtContent>
      </w:sdt>
    </w:p>
    <w:p w14:paraId="338E356D" w14:textId="77777777" w:rsidR="00B20365" w:rsidRDefault="00B20365" w:rsidP="00540B70">
      <w:pPr>
        <w:pStyle w:val="Text1-1"/>
        <w:numPr>
          <w:ilvl w:val="0"/>
          <w:numId w:val="0"/>
        </w:numPr>
        <w:tabs>
          <w:tab w:val="left" w:pos="708"/>
        </w:tabs>
        <w:ind w:left="737" w:hanging="737"/>
        <w:rPr>
          <w:highlight w:val="yellow"/>
        </w:rPr>
      </w:pPr>
    </w:p>
    <w:p w14:paraId="4A427CE6" w14:textId="77777777" w:rsidR="00B20365" w:rsidRDefault="00B20365" w:rsidP="00540B70">
      <w:pPr>
        <w:pStyle w:val="Text1-1"/>
        <w:numPr>
          <w:ilvl w:val="0"/>
          <w:numId w:val="0"/>
        </w:numPr>
        <w:tabs>
          <w:tab w:val="left" w:pos="708"/>
        </w:tabs>
        <w:ind w:left="737" w:hanging="737"/>
        <w:rPr>
          <w:highlight w:val="yellow"/>
        </w:rPr>
      </w:pPr>
    </w:p>
    <w:p w14:paraId="68BB813E" w14:textId="77777777" w:rsidR="00B20365" w:rsidRDefault="00B20365" w:rsidP="00540B70">
      <w:pPr>
        <w:pStyle w:val="Text1-1"/>
        <w:numPr>
          <w:ilvl w:val="0"/>
          <w:numId w:val="0"/>
        </w:numPr>
        <w:tabs>
          <w:tab w:val="left" w:pos="708"/>
        </w:tabs>
        <w:ind w:left="737" w:hanging="737"/>
        <w:rPr>
          <w:highlight w:val="yellow"/>
        </w:rPr>
      </w:pPr>
    </w:p>
    <w:p w14:paraId="2529907E" w14:textId="77777777" w:rsidR="00B20365" w:rsidRDefault="00B20365" w:rsidP="00540B70">
      <w:pPr>
        <w:pStyle w:val="Text1-1"/>
        <w:numPr>
          <w:ilvl w:val="0"/>
          <w:numId w:val="0"/>
        </w:numPr>
        <w:tabs>
          <w:tab w:val="left" w:pos="708"/>
        </w:tabs>
        <w:ind w:left="737" w:hanging="737"/>
        <w:rPr>
          <w:highlight w:val="yellow"/>
        </w:rPr>
      </w:pPr>
    </w:p>
    <w:p w14:paraId="74DE800E" w14:textId="77777777" w:rsidR="00B20365" w:rsidRDefault="00B20365" w:rsidP="00540B70">
      <w:pPr>
        <w:pStyle w:val="Text1-1"/>
        <w:numPr>
          <w:ilvl w:val="0"/>
          <w:numId w:val="0"/>
        </w:numPr>
        <w:tabs>
          <w:tab w:val="left" w:pos="708"/>
        </w:tabs>
        <w:ind w:left="737" w:hanging="737"/>
        <w:rPr>
          <w:highlight w:val="yellow"/>
        </w:rPr>
      </w:pPr>
    </w:p>
    <w:p w14:paraId="31A25E7B" w14:textId="77777777" w:rsidR="00B20365" w:rsidRDefault="00B20365" w:rsidP="00540B70">
      <w:pPr>
        <w:pStyle w:val="Text1-1"/>
        <w:numPr>
          <w:ilvl w:val="0"/>
          <w:numId w:val="0"/>
        </w:numPr>
        <w:tabs>
          <w:tab w:val="left" w:pos="708"/>
        </w:tabs>
        <w:ind w:left="737" w:hanging="737"/>
        <w:rPr>
          <w:highlight w:val="yellow"/>
        </w:rPr>
      </w:pPr>
    </w:p>
    <w:p w14:paraId="0EB4C942" w14:textId="77777777" w:rsidR="00B20365" w:rsidRDefault="00B20365" w:rsidP="00540B70">
      <w:pPr>
        <w:pStyle w:val="Text1-1"/>
        <w:numPr>
          <w:ilvl w:val="0"/>
          <w:numId w:val="0"/>
        </w:numPr>
        <w:tabs>
          <w:tab w:val="left" w:pos="708"/>
        </w:tabs>
        <w:ind w:left="737" w:hanging="737"/>
        <w:rPr>
          <w:highlight w:val="yellow"/>
        </w:rPr>
      </w:pPr>
    </w:p>
    <w:p w14:paraId="6347E26D" w14:textId="5AEA2E43" w:rsidR="00540B70" w:rsidRDefault="00540B70" w:rsidP="00540B70">
      <w:pPr>
        <w:pStyle w:val="Text1-1"/>
        <w:numPr>
          <w:ilvl w:val="0"/>
          <w:numId w:val="0"/>
        </w:numPr>
        <w:tabs>
          <w:tab w:val="left" w:pos="708"/>
        </w:tabs>
        <w:ind w:left="737" w:hanging="737"/>
      </w:pPr>
      <w:r w:rsidRPr="00315B3D">
        <w:t xml:space="preserve">Č.j. </w:t>
      </w:r>
      <w:r w:rsidR="00315B3D" w:rsidRPr="00315B3D">
        <w:t>2161</w:t>
      </w:r>
      <w:r w:rsidR="00814AA0" w:rsidRPr="00315B3D">
        <w:t>/202</w:t>
      </w:r>
      <w:r w:rsidR="00315B3D" w:rsidRPr="00315B3D">
        <w:t>1</w:t>
      </w:r>
      <w:r w:rsidR="00814AA0" w:rsidRPr="00315B3D">
        <w:t>-SŽ-SSZ-OVZ</w:t>
      </w:r>
    </w:p>
    <w:p w14:paraId="71FB45CE" w14:textId="77777777" w:rsidR="00826B7B" w:rsidRDefault="00826B7B">
      <w:r>
        <w:br w:type="page"/>
      </w:r>
    </w:p>
    <w:p w14:paraId="4FB1F728" w14:textId="77777777" w:rsidR="00BD7E91" w:rsidRDefault="00BD7E91" w:rsidP="00FE4333">
      <w:pPr>
        <w:pStyle w:val="Nadpisbezsl1-1"/>
      </w:pPr>
      <w:r>
        <w:lastRenderedPageBreak/>
        <w:t>Obsah</w:t>
      </w:r>
      <w:r w:rsidR="00887F36">
        <w:t xml:space="preserve"> </w:t>
      </w:r>
    </w:p>
    <w:p w14:paraId="7963952A" w14:textId="123BE6F9" w:rsidR="00C43FF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169463" w:history="1">
        <w:r w:rsidR="00C43FF7" w:rsidRPr="00CC74A4">
          <w:rPr>
            <w:rStyle w:val="Hypertextovodkaz"/>
          </w:rPr>
          <w:t>1.</w:t>
        </w:r>
        <w:r w:rsidR="00C43FF7">
          <w:rPr>
            <w:rFonts w:eastAsiaTheme="minorEastAsia"/>
            <w:caps w:val="0"/>
            <w:noProof/>
            <w:sz w:val="22"/>
            <w:szCs w:val="22"/>
            <w:lang w:eastAsia="cs-CZ"/>
          </w:rPr>
          <w:tab/>
        </w:r>
        <w:r w:rsidR="00C43FF7" w:rsidRPr="00CC74A4">
          <w:rPr>
            <w:rStyle w:val="Hypertextovodkaz"/>
          </w:rPr>
          <w:t>ÚVODNÍ USTANOVENÍ</w:t>
        </w:r>
        <w:r w:rsidR="00C43FF7">
          <w:rPr>
            <w:noProof/>
            <w:webHidden/>
          </w:rPr>
          <w:tab/>
        </w:r>
        <w:r w:rsidR="00C43FF7">
          <w:rPr>
            <w:noProof/>
            <w:webHidden/>
          </w:rPr>
          <w:fldChar w:fldCharType="begin"/>
        </w:r>
        <w:r w:rsidR="00C43FF7">
          <w:rPr>
            <w:noProof/>
            <w:webHidden/>
          </w:rPr>
          <w:instrText xml:space="preserve"> PAGEREF _Toc7169463 \h </w:instrText>
        </w:r>
        <w:r w:rsidR="00C43FF7">
          <w:rPr>
            <w:noProof/>
            <w:webHidden/>
          </w:rPr>
        </w:r>
        <w:r w:rsidR="00C43FF7">
          <w:rPr>
            <w:noProof/>
            <w:webHidden/>
          </w:rPr>
          <w:fldChar w:fldCharType="separate"/>
        </w:r>
        <w:r w:rsidR="00E92C8D">
          <w:rPr>
            <w:noProof/>
            <w:webHidden/>
          </w:rPr>
          <w:t>3</w:t>
        </w:r>
        <w:r w:rsidR="00C43FF7">
          <w:rPr>
            <w:noProof/>
            <w:webHidden/>
          </w:rPr>
          <w:fldChar w:fldCharType="end"/>
        </w:r>
      </w:hyperlink>
    </w:p>
    <w:p w14:paraId="7C5E7214" w14:textId="799F9E7F" w:rsidR="00C43FF7" w:rsidRDefault="002D76B3">
      <w:pPr>
        <w:pStyle w:val="Obsah1"/>
        <w:rPr>
          <w:rFonts w:eastAsiaTheme="minorEastAsia"/>
          <w:caps w:val="0"/>
          <w:noProof/>
          <w:sz w:val="22"/>
          <w:szCs w:val="22"/>
          <w:lang w:eastAsia="cs-CZ"/>
        </w:rPr>
      </w:pPr>
      <w:hyperlink w:anchor="_Toc7169464" w:history="1">
        <w:r w:rsidR="00C43FF7" w:rsidRPr="00CC74A4">
          <w:rPr>
            <w:rStyle w:val="Hypertextovodkaz"/>
          </w:rPr>
          <w:t>2.</w:t>
        </w:r>
        <w:r w:rsidR="00C43FF7">
          <w:rPr>
            <w:rFonts w:eastAsiaTheme="minorEastAsia"/>
            <w:caps w:val="0"/>
            <w:noProof/>
            <w:sz w:val="22"/>
            <w:szCs w:val="22"/>
            <w:lang w:eastAsia="cs-CZ"/>
          </w:rPr>
          <w:tab/>
        </w:r>
        <w:r w:rsidR="00C43FF7" w:rsidRPr="00CC74A4">
          <w:rPr>
            <w:rStyle w:val="Hypertextovodkaz"/>
          </w:rPr>
          <w:t>IDENTIFIKAČNÍ ÚDAJE ZADAVATELE</w:t>
        </w:r>
        <w:r w:rsidR="00C43FF7">
          <w:rPr>
            <w:noProof/>
            <w:webHidden/>
          </w:rPr>
          <w:tab/>
        </w:r>
        <w:r w:rsidR="00C43FF7">
          <w:rPr>
            <w:noProof/>
            <w:webHidden/>
          </w:rPr>
          <w:fldChar w:fldCharType="begin"/>
        </w:r>
        <w:r w:rsidR="00C43FF7">
          <w:rPr>
            <w:noProof/>
            <w:webHidden/>
          </w:rPr>
          <w:instrText xml:space="preserve"> PAGEREF _Toc7169464 \h </w:instrText>
        </w:r>
        <w:r w:rsidR="00C43FF7">
          <w:rPr>
            <w:noProof/>
            <w:webHidden/>
          </w:rPr>
        </w:r>
        <w:r w:rsidR="00C43FF7">
          <w:rPr>
            <w:noProof/>
            <w:webHidden/>
          </w:rPr>
          <w:fldChar w:fldCharType="separate"/>
        </w:r>
        <w:r w:rsidR="00E92C8D">
          <w:rPr>
            <w:noProof/>
            <w:webHidden/>
          </w:rPr>
          <w:t>3</w:t>
        </w:r>
        <w:r w:rsidR="00C43FF7">
          <w:rPr>
            <w:noProof/>
            <w:webHidden/>
          </w:rPr>
          <w:fldChar w:fldCharType="end"/>
        </w:r>
      </w:hyperlink>
    </w:p>
    <w:p w14:paraId="4E4B52FD" w14:textId="6FC8E735" w:rsidR="00C43FF7" w:rsidRDefault="002D76B3">
      <w:pPr>
        <w:pStyle w:val="Obsah1"/>
        <w:rPr>
          <w:rFonts w:eastAsiaTheme="minorEastAsia"/>
          <w:caps w:val="0"/>
          <w:noProof/>
          <w:sz w:val="22"/>
          <w:szCs w:val="22"/>
          <w:lang w:eastAsia="cs-CZ"/>
        </w:rPr>
      </w:pPr>
      <w:hyperlink w:anchor="_Toc7169465" w:history="1">
        <w:r w:rsidR="00C43FF7" w:rsidRPr="00CC74A4">
          <w:rPr>
            <w:rStyle w:val="Hypertextovodkaz"/>
          </w:rPr>
          <w:t>3.</w:t>
        </w:r>
        <w:r w:rsidR="00C43FF7">
          <w:rPr>
            <w:rFonts w:eastAsiaTheme="minorEastAsia"/>
            <w:caps w:val="0"/>
            <w:noProof/>
            <w:sz w:val="22"/>
            <w:szCs w:val="22"/>
            <w:lang w:eastAsia="cs-CZ"/>
          </w:rPr>
          <w:tab/>
        </w:r>
        <w:r w:rsidR="00C43FF7" w:rsidRPr="00CC74A4">
          <w:rPr>
            <w:rStyle w:val="Hypertextovodkaz"/>
          </w:rPr>
          <w:t>KOMUNIKACE MEZI ZADAVATELEM a DODAVATELEM</w:t>
        </w:r>
        <w:r w:rsidR="00C43FF7">
          <w:rPr>
            <w:noProof/>
            <w:webHidden/>
          </w:rPr>
          <w:tab/>
        </w:r>
        <w:r w:rsidR="00C43FF7">
          <w:rPr>
            <w:noProof/>
            <w:webHidden/>
          </w:rPr>
          <w:fldChar w:fldCharType="begin"/>
        </w:r>
        <w:r w:rsidR="00C43FF7">
          <w:rPr>
            <w:noProof/>
            <w:webHidden/>
          </w:rPr>
          <w:instrText xml:space="preserve"> PAGEREF _Toc7169465 \h </w:instrText>
        </w:r>
        <w:r w:rsidR="00C43FF7">
          <w:rPr>
            <w:noProof/>
            <w:webHidden/>
          </w:rPr>
        </w:r>
        <w:r w:rsidR="00C43FF7">
          <w:rPr>
            <w:noProof/>
            <w:webHidden/>
          </w:rPr>
          <w:fldChar w:fldCharType="separate"/>
        </w:r>
        <w:r w:rsidR="00E92C8D">
          <w:rPr>
            <w:noProof/>
            <w:webHidden/>
          </w:rPr>
          <w:t>4</w:t>
        </w:r>
        <w:r w:rsidR="00C43FF7">
          <w:rPr>
            <w:noProof/>
            <w:webHidden/>
          </w:rPr>
          <w:fldChar w:fldCharType="end"/>
        </w:r>
      </w:hyperlink>
    </w:p>
    <w:p w14:paraId="3ABB9924" w14:textId="7D04CF0B" w:rsidR="00C43FF7" w:rsidRDefault="002D76B3">
      <w:pPr>
        <w:pStyle w:val="Obsah1"/>
        <w:rPr>
          <w:rFonts w:eastAsiaTheme="minorEastAsia"/>
          <w:caps w:val="0"/>
          <w:noProof/>
          <w:sz w:val="22"/>
          <w:szCs w:val="22"/>
          <w:lang w:eastAsia="cs-CZ"/>
        </w:rPr>
      </w:pPr>
      <w:hyperlink w:anchor="_Toc7169466" w:history="1">
        <w:r w:rsidR="00C43FF7" w:rsidRPr="00CC74A4">
          <w:rPr>
            <w:rStyle w:val="Hypertextovodkaz"/>
          </w:rPr>
          <w:t>4.</w:t>
        </w:r>
        <w:r w:rsidR="00C43FF7">
          <w:rPr>
            <w:rFonts w:eastAsiaTheme="minorEastAsia"/>
            <w:caps w:val="0"/>
            <w:noProof/>
            <w:sz w:val="22"/>
            <w:szCs w:val="22"/>
            <w:lang w:eastAsia="cs-CZ"/>
          </w:rPr>
          <w:tab/>
        </w:r>
        <w:r w:rsidR="00C43FF7" w:rsidRPr="00CC74A4">
          <w:rPr>
            <w:rStyle w:val="Hypertextovodkaz"/>
          </w:rPr>
          <w:t>ÚČEL a PŘEDMĚT PLNĚNÍ VEŘEJNÉ ZAKÁZKY</w:t>
        </w:r>
        <w:r w:rsidR="00C43FF7">
          <w:rPr>
            <w:noProof/>
            <w:webHidden/>
          </w:rPr>
          <w:tab/>
        </w:r>
        <w:r w:rsidR="00C43FF7">
          <w:rPr>
            <w:noProof/>
            <w:webHidden/>
          </w:rPr>
          <w:fldChar w:fldCharType="begin"/>
        </w:r>
        <w:r w:rsidR="00C43FF7">
          <w:rPr>
            <w:noProof/>
            <w:webHidden/>
          </w:rPr>
          <w:instrText xml:space="preserve"> PAGEREF _Toc7169466 \h </w:instrText>
        </w:r>
        <w:r w:rsidR="00C43FF7">
          <w:rPr>
            <w:noProof/>
            <w:webHidden/>
          </w:rPr>
        </w:r>
        <w:r w:rsidR="00C43FF7">
          <w:rPr>
            <w:noProof/>
            <w:webHidden/>
          </w:rPr>
          <w:fldChar w:fldCharType="separate"/>
        </w:r>
        <w:r w:rsidR="00E92C8D">
          <w:rPr>
            <w:noProof/>
            <w:webHidden/>
          </w:rPr>
          <w:t>4</w:t>
        </w:r>
        <w:r w:rsidR="00C43FF7">
          <w:rPr>
            <w:noProof/>
            <w:webHidden/>
          </w:rPr>
          <w:fldChar w:fldCharType="end"/>
        </w:r>
      </w:hyperlink>
    </w:p>
    <w:p w14:paraId="49EEBCC4" w14:textId="3F9F0E23" w:rsidR="00C43FF7" w:rsidRDefault="002D76B3">
      <w:pPr>
        <w:pStyle w:val="Obsah1"/>
        <w:rPr>
          <w:rFonts w:eastAsiaTheme="minorEastAsia"/>
          <w:caps w:val="0"/>
          <w:noProof/>
          <w:sz w:val="22"/>
          <w:szCs w:val="22"/>
          <w:lang w:eastAsia="cs-CZ"/>
        </w:rPr>
      </w:pPr>
      <w:hyperlink w:anchor="_Toc7169467" w:history="1">
        <w:r w:rsidR="00C43FF7" w:rsidRPr="00CC74A4">
          <w:rPr>
            <w:rStyle w:val="Hypertextovodkaz"/>
          </w:rPr>
          <w:t>5.</w:t>
        </w:r>
        <w:r w:rsidR="00C43FF7">
          <w:rPr>
            <w:rFonts w:eastAsiaTheme="minorEastAsia"/>
            <w:caps w:val="0"/>
            <w:noProof/>
            <w:sz w:val="22"/>
            <w:szCs w:val="22"/>
            <w:lang w:eastAsia="cs-CZ"/>
          </w:rPr>
          <w:tab/>
        </w:r>
        <w:r w:rsidR="00C43FF7" w:rsidRPr="00CC74A4">
          <w:rPr>
            <w:rStyle w:val="Hypertextovodkaz"/>
          </w:rPr>
          <w:t>ZDROJE FINANCOVÁNÍ a PŘEDPOKLÁDANÁ HODNOTA VEŘEJNÉ ZAKÁZKY</w:t>
        </w:r>
        <w:r w:rsidR="00C43FF7">
          <w:rPr>
            <w:noProof/>
            <w:webHidden/>
          </w:rPr>
          <w:tab/>
        </w:r>
        <w:r w:rsidR="00C43FF7">
          <w:rPr>
            <w:noProof/>
            <w:webHidden/>
          </w:rPr>
          <w:fldChar w:fldCharType="begin"/>
        </w:r>
        <w:r w:rsidR="00C43FF7">
          <w:rPr>
            <w:noProof/>
            <w:webHidden/>
          </w:rPr>
          <w:instrText xml:space="preserve"> PAGEREF _Toc7169467 \h </w:instrText>
        </w:r>
        <w:r w:rsidR="00C43FF7">
          <w:rPr>
            <w:noProof/>
            <w:webHidden/>
          </w:rPr>
        </w:r>
        <w:r w:rsidR="00C43FF7">
          <w:rPr>
            <w:noProof/>
            <w:webHidden/>
          </w:rPr>
          <w:fldChar w:fldCharType="separate"/>
        </w:r>
        <w:r w:rsidR="00E92C8D">
          <w:rPr>
            <w:noProof/>
            <w:webHidden/>
          </w:rPr>
          <w:t>5</w:t>
        </w:r>
        <w:r w:rsidR="00C43FF7">
          <w:rPr>
            <w:noProof/>
            <w:webHidden/>
          </w:rPr>
          <w:fldChar w:fldCharType="end"/>
        </w:r>
      </w:hyperlink>
    </w:p>
    <w:p w14:paraId="66CC7801" w14:textId="74E9DED5" w:rsidR="00C43FF7" w:rsidRDefault="002D76B3">
      <w:pPr>
        <w:pStyle w:val="Obsah1"/>
        <w:rPr>
          <w:rFonts w:eastAsiaTheme="minorEastAsia"/>
          <w:caps w:val="0"/>
          <w:noProof/>
          <w:sz w:val="22"/>
          <w:szCs w:val="22"/>
          <w:lang w:eastAsia="cs-CZ"/>
        </w:rPr>
      </w:pPr>
      <w:hyperlink w:anchor="_Toc7169468" w:history="1">
        <w:r w:rsidR="00C43FF7" w:rsidRPr="00CC74A4">
          <w:rPr>
            <w:rStyle w:val="Hypertextovodkaz"/>
          </w:rPr>
          <w:t>6.</w:t>
        </w:r>
        <w:r w:rsidR="00C43FF7">
          <w:rPr>
            <w:rFonts w:eastAsiaTheme="minorEastAsia"/>
            <w:caps w:val="0"/>
            <w:noProof/>
            <w:sz w:val="22"/>
            <w:szCs w:val="22"/>
            <w:lang w:eastAsia="cs-CZ"/>
          </w:rPr>
          <w:tab/>
        </w:r>
        <w:r w:rsidR="00C43FF7" w:rsidRPr="00CC74A4">
          <w:rPr>
            <w:rStyle w:val="Hypertextovodkaz"/>
          </w:rPr>
          <w:t>OBSAH ZADÁVACÍ DOKUMENTACE</w:t>
        </w:r>
        <w:r w:rsidR="00C43FF7">
          <w:rPr>
            <w:noProof/>
            <w:webHidden/>
          </w:rPr>
          <w:tab/>
        </w:r>
        <w:r w:rsidR="00C43FF7">
          <w:rPr>
            <w:noProof/>
            <w:webHidden/>
          </w:rPr>
          <w:fldChar w:fldCharType="begin"/>
        </w:r>
        <w:r w:rsidR="00C43FF7">
          <w:rPr>
            <w:noProof/>
            <w:webHidden/>
          </w:rPr>
          <w:instrText xml:space="preserve"> PAGEREF _Toc7169468 \h </w:instrText>
        </w:r>
        <w:r w:rsidR="00C43FF7">
          <w:rPr>
            <w:noProof/>
            <w:webHidden/>
          </w:rPr>
        </w:r>
        <w:r w:rsidR="00C43FF7">
          <w:rPr>
            <w:noProof/>
            <w:webHidden/>
          </w:rPr>
          <w:fldChar w:fldCharType="separate"/>
        </w:r>
        <w:r w:rsidR="00E92C8D">
          <w:rPr>
            <w:noProof/>
            <w:webHidden/>
          </w:rPr>
          <w:t>5</w:t>
        </w:r>
        <w:r w:rsidR="00C43FF7">
          <w:rPr>
            <w:noProof/>
            <w:webHidden/>
          </w:rPr>
          <w:fldChar w:fldCharType="end"/>
        </w:r>
      </w:hyperlink>
    </w:p>
    <w:p w14:paraId="4D249F2C" w14:textId="3818DE20" w:rsidR="00C43FF7" w:rsidRDefault="002D76B3">
      <w:pPr>
        <w:pStyle w:val="Obsah1"/>
        <w:rPr>
          <w:rFonts w:eastAsiaTheme="minorEastAsia"/>
          <w:caps w:val="0"/>
          <w:noProof/>
          <w:sz w:val="22"/>
          <w:szCs w:val="22"/>
          <w:lang w:eastAsia="cs-CZ"/>
        </w:rPr>
      </w:pPr>
      <w:hyperlink w:anchor="_Toc7169469" w:history="1">
        <w:r w:rsidR="00C43FF7" w:rsidRPr="00CC74A4">
          <w:rPr>
            <w:rStyle w:val="Hypertextovodkaz"/>
          </w:rPr>
          <w:t>7.</w:t>
        </w:r>
        <w:r w:rsidR="00C43FF7">
          <w:rPr>
            <w:rFonts w:eastAsiaTheme="minorEastAsia"/>
            <w:caps w:val="0"/>
            <w:noProof/>
            <w:sz w:val="22"/>
            <w:szCs w:val="22"/>
            <w:lang w:eastAsia="cs-CZ"/>
          </w:rPr>
          <w:tab/>
        </w:r>
        <w:r w:rsidR="00C43FF7" w:rsidRPr="00CC74A4">
          <w:rPr>
            <w:rStyle w:val="Hypertextovodkaz"/>
          </w:rPr>
          <w:t>VYSVĚTLENÍ, ZMĚNY a DOPLNĚNÍ ZADÁVACÍ DOKUMENTACE</w:t>
        </w:r>
        <w:r w:rsidR="00C43FF7">
          <w:rPr>
            <w:noProof/>
            <w:webHidden/>
          </w:rPr>
          <w:tab/>
        </w:r>
        <w:r w:rsidR="00C43FF7">
          <w:rPr>
            <w:noProof/>
            <w:webHidden/>
          </w:rPr>
          <w:fldChar w:fldCharType="begin"/>
        </w:r>
        <w:r w:rsidR="00C43FF7">
          <w:rPr>
            <w:noProof/>
            <w:webHidden/>
          </w:rPr>
          <w:instrText xml:space="preserve"> PAGEREF _Toc7169469 \h </w:instrText>
        </w:r>
        <w:r w:rsidR="00C43FF7">
          <w:rPr>
            <w:noProof/>
            <w:webHidden/>
          </w:rPr>
        </w:r>
        <w:r w:rsidR="00C43FF7">
          <w:rPr>
            <w:noProof/>
            <w:webHidden/>
          </w:rPr>
          <w:fldChar w:fldCharType="separate"/>
        </w:r>
        <w:r w:rsidR="00E92C8D">
          <w:rPr>
            <w:noProof/>
            <w:webHidden/>
          </w:rPr>
          <w:t>6</w:t>
        </w:r>
        <w:r w:rsidR="00C43FF7">
          <w:rPr>
            <w:noProof/>
            <w:webHidden/>
          </w:rPr>
          <w:fldChar w:fldCharType="end"/>
        </w:r>
      </w:hyperlink>
    </w:p>
    <w:p w14:paraId="10FB288A" w14:textId="184C8796" w:rsidR="00C43FF7" w:rsidRDefault="002D76B3">
      <w:pPr>
        <w:pStyle w:val="Obsah1"/>
        <w:rPr>
          <w:rFonts w:eastAsiaTheme="minorEastAsia"/>
          <w:caps w:val="0"/>
          <w:noProof/>
          <w:sz w:val="22"/>
          <w:szCs w:val="22"/>
          <w:lang w:eastAsia="cs-CZ"/>
        </w:rPr>
      </w:pPr>
      <w:hyperlink w:anchor="_Toc7169470" w:history="1">
        <w:r w:rsidR="00C43FF7" w:rsidRPr="00CC74A4">
          <w:rPr>
            <w:rStyle w:val="Hypertextovodkaz"/>
          </w:rPr>
          <w:t>8.</w:t>
        </w:r>
        <w:r w:rsidR="00C43FF7">
          <w:rPr>
            <w:rFonts w:eastAsiaTheme="minorEastAsia"/>
            <w:caps w:val="0"/>
            <w:noProof/>
            <w:sz w:val="22"/>
            <w:szCs w:val="22"/>
            <w:lang w:eastAsia="cs-CZ"/>
          </w:rPr>
          <w:tab/>
        </w:r>
        <w:r w:rsidR="00C43FF7" w:rsidRPr="00CC74A4">
          <w:rPr>
            <w:rStyle w:val="Hypertextovodkaz"/>
          </w:rPr>
          <w:t>POŽADAVKY ZADAVATELE NA KVALIFIKACI</w:t>
        </w:r>
        <w:r w:rsidR="00C43FF7">
          <w:rPr>
            <w:noProof/>
            <w:webHidden/>
          </w:rPr>
          <w:tab/>
        </w:r>
        <w:r w:rsidR="00C43FF7">
          <w:rPr>
            <w:noProof/>
            <w:webHidden/>
          </w:rPr>
          <w:fldChar w:fldCharType="begin"/>
        </w:r>
        <w:r w:rsidR="00C43FF7">
          <w:rPr>
            <w:noProof/>
            <w:webHidden/>
          </w:rPr>
          <w:instrText xml:space="preserve"> PAGEREF _Toc7169470 \h </w:instrText>
        </w:r>
        <w:r w:rsidR="00C43FF7">
          <w:rPr>
            <w:noProof/>
            <w:webHidden/>
          </w:rPr>
        </w:r>
        <w:r w:rsidR="00C43FF7">
          <w:rPr>
            <w:noProof/>
            <w:webHidden/>
          </w:rPr>
          <w:fldChar w:fldCharType="separate"/>
        </w:r>
        <w:r w:rsidR="00E92C8D">
          <w:rPr>
            <w:noProof/>
            <w:webHidden/>
          </w:rPr>
          <w:t>7</w:t>
        </w:r>
        <w:r w:rsidR="00C43FF7">
          <w:rPr>
            <w:noProof/>
            <w:webHidden/>
          </w:rPr>
          <w:fldChar w:fldCharType="end"/>
        </w:r>
      </w:hyperlink>
    </w:p>
    <w:p w14:paraId="0E4EE989" w14:textId="7E9E9A49" w:rsidR="00C43FF7" w:rsidRDefault="002D76B3">
      <w:pPr>
        <w:pStyle w:val="Obsah1"/>
        <w:rPr>
          <w:rFonts w:eastAsiaTheme="minorEastAsia"/>
          <w:caps w:val="0"/>
          <w:noProof/>
          <w:sz w:val="22"/>
          <w:szCs w:val="22"/>
          <w:lang w:eastAsia="cs-CZ"/>
        </w:rPr>
      </w:pPr>
      <w:hyperlink w:anchor="_Toc7169471" w:history="1">
        <w:r w:rsidR="00C43FF7" w:rsidRPr="00CC74A4">
          <w:rPr>
            <w:rStyle w:val="Hypertextovodkaz"/>
          </w:rPr>
          <w:t>9.</w:t>
        </w:r>
        <w:r w:rsidR="00C43FF7">
          <w:rPr>
            <w:rFonts w:eastAsiaTheme="minorEastAsia"/>
            <w:caps w:val="0"/>
            <w:noProof/>
            <w:sz w:val="22"/>
            <w:szCs w:val="22"/>
            <w:lang w:eastAsia="cs-CZ"/>
          </w:rPr>
          <w:tab/>
        </w:r>
        <w:r w:rsidR="00C43FF7" w:rsidRPr="00CC74A4">
          <w:rPr>
            <w:rStyle w:val="Hypertextovodkaz"/>
          </w:rPr>
          <w:t>DALŠÍ INFORMACE/DOKUMENTY PŘEDKLÁDANÉ DODAVATELEM v NABÍDCE</w:t>
        </w:r>
        <w:r w:rsidR="00C43FF7">
          <w:rPr>
            <w:noProof/>
            <w:webHidden/>
          </w:rPr>
          <w:tab/>
        </w:r>
        <w:r w:rsidR="00C43FF7">
          <w:rPr>
            <w:noProof/>
            <w:webHidden/>
          </w:rPr>
          <w:fldChar w:fldCharType="begin"/>
        </w:r>
        <w:r w:rsidR="00C43FF7">
          <w:rPr>
            <w:noProof/>
            <w:webHidden/>
          </w:rPr>
          <w:instrText xml:space="preserve"> PAGEREF _Toc7169471 \h </w:instrText>
        </w:r>
        <w:r w:rsidR="00C43FF7">
          <w:rPr>
            <w:noProof/>
            <w:webHidden/>
          </w:rPr>
        </w:r>
        <w:r w:rsidR="00C43FF7">
          <w:rPr>
            <w:noProof/>
            <w:webHidden/>
          </w:rPr>
          <w:fldChar w:fldCharType="separate"/>
        </w:r>
        <w:r w:rsidR="00E92C8D">
          <w:rPr>
            <w:noProof/>
            <w:webHidden/>
          </w:rPr>
          <w:t>17</w:t>
        </w:r>
        <w:r w:rsidR="00C43FF7">
          <w:rPr>
            <w:noProof/>
            <w:webHidden/>
          </w:rPr>
          <w:fldChar w:fldCharType="end"/>
        </w:r>
      </w:hyperlink>
    </w:p>
    <w:p w14:paraId="0461F77A" w14:textId="67B3D089" w:rsidR="00C43FF7" w:rsidRDefault="002D76B3">
      <w:pPr>
        <w:pStyle w:val="Obsah1"/>
        <w:rPr>
          <w:rFonts w:eastAsiaTheme="minorEastAsia"/>
          <w:caps w:val="0"/>
          <w:noProof/>
          <w:sz w:val="22"/>
          <w:szCs w:val="22"/>
          <w:lang w:eastAsia="cs-CZ"/>
        </w:rPr>
      </w:pPr>
      <w:hyperlink w:anchor="_Toc7169472" w:history="1">
        <w:r w:rsidR="00C43FF7" w:rsidRPr="00CC74A4">
          <w:rPr>
            <w:rStyle w:val="Hypertextovodkaz"/>
          </w:rPr>
          <w:t>10.</w:t>
        </w:r>
        <w:r w:rsidR="00C43FF7">
          <w:rPr>
            <w:rFonts w:eastAsiaTheme="minorEastAsia"/>
            <w:caps w:val="0"/>
            <w:noProof/>
            <w:sz w:val="22"/>
            <w:szCs w:val="22"/>
            <w:lang w:eastAsia="cs-CZ"/>
          </w:rPr>
          <w:tab/>
        </w:r>
        <w:r w:rsidR="00C43FF7" w:rsidRPr="00CC74A4">
          <w:rPr>
            <w:rStyle w:val="Hypertextovodkaz"/>
          </w:rPr>
          <w:t>JAZYK NABÍDEK</w:t>
        </w:r>
        <w:r w:rsidR="00C43FF7">
          <w:rPr>
            <w:noProof/>
            <w:webHidden/>
          </w:rPr>
          <w:tab/>
        </w:r>
        <w:r w:rsidR="00C43FF7">
          <w:rPr>
            <w:noProof/>
            <w:webHidden/>
          </w:rPr>
          <w:fldChar w:fldCharType="begin"/>
        </w:r>
        <w:r w:rsidR="00C43FF7">
          <w:rPr>
            <w:noProof/>
            <w:webHidden/>
          </w:rPr>
          <w:instrText xml:space="preserve"> PAGEREF _Toc7169472 \h </w:instrText>
        </w:r>
        <w:r w:rsidR="00C43FF7">
          <w:rPr>
            <w:noProof/>
            <w:webHidden/>
          </w:rPr>
        </w:r>
        <w:r w:rsidR="00C43FF7">
          <w:rPr>
            <w:noProof/>
            <w:webHidden/>
          </w:rPr>
          <w:fldChar w:fldCharType="separate"/>
        </w:r>
        <w:r w:rsidR="00E92C8D">
          <w:rPr>
            <w:noProof/>
            <w:webHidden/>
          </w:rPr>
          <w:t>19</w:t>
        </w:r>
        <w:r w:rsidR="00C43FF7">
          <w:rPr>
            <w:noProof/>
            <w:webHidden/>
          </w:rPr>
          <w:fldChar w:fldCharType="end"/>
        </w:r>
      </w:hyperlink>
    </w:p>
    <w:p w14:paraId="3D5FBA78" w14:textId="4CA722F3" w:rsidR="00C43FF7" w:rsidRDefault="002D76B3">
      <w:pPr>
        <w:pStyle w:val="Obsah1"/>
        <w:rPr>
          <w:rFonts w:eastAsiaTheme="minorEastAsia"/>
          <w:caps w:val="0"/>
          <w:noProof/>
          <w:sz w:val="22"/>
          <w:szCs w:val="22"/>
          <w:lang w:eastAsia="cs-CZ"/>
        </w:rPr>
      </w:pPr>
      <w:hyperlink w:anchor="_Toc7169473" w:history="1">
        <w:r w:rsidR="00C43FF7" w:rsidRPr="00CC74A4">
          <w:rPr>
            <w:rStyle w:val="Hypertextovodkaz"/>
          </w:rPr>
          <w:t>11.</w:t>
        </w:r>
        <w:r w:rsidR="00C43FF7">
          <w:rPr>
            <w:rFonts w:eastAsiaTheme="minorEastAsia"/>
            <w:caps w:val="0"/>
            <w:noProof/>
            <w:sz w:val="22"/>
            <w:szCs w:val="22"/>
            <w:lang w:eastAsia="cs-CZ"/>
          </w:rPr>
          <w:tab/>
        </w:r>
        <w:r w:rsidR="00C43FF7" w:rsidRPr="00CC74A4">
          <w:rPr>
            <w:rStyle w:val="Hypertextovodkaz"/>
          </w:rPr>
          <w:t>OBSAH a PODÁVÁNÍ NABÍDEK</w:t>
        </w:r>
        <w:r w:rsidR="00C43FF7">
          <w:rPr>
            <w:noProof/>
            <w:webHidden/>
          </w:rPr>
          <w:tab/>
        </w:r>
        <w:r w:rsidR="00C43FF7">
          <w:rPr>
            <w:noProof/>
            <w:webHidden/>
          </w:rPr>
          <w:fldChar w:fldCharType="begin"/>
        </w:r>
        <w:r w:rsidR="00C43FF7">
          <w:rPr>
            <w:noProof/>
            <w:webHidden/>
          </w:rPr>
          <w:instrText xml:space="preserve"> PAGEREF _Toc7169473 \h </w:instrText>
        </w:r>
        <w:r w:rsidR="00C43FF7">
          <w:rPr>
            <w:noProof/>
            <w:webHidden/>
          </w:rPr>
        </w:r>
        <w:r w:rsidR="00C43FF7">
          <w:rPr>
            <w:noProof/>
            <w:webHidden/>
          </w:rPr>
          <w:fldChar w:fldCharType="separate"/>
        </w:r>
        <w:r w:rsidR="00E92C8D">
          <w:rPr>
            <w:noProof/>
            <w:webHidden/>
          </w:rPr>
          <w:t>19</w:t>
        </w:r>
        <w:r w:rsidR="00C43FF7">
          <w:rPr>
            <w:noProof/>
            <w:webHidden/>
          </w:rPr>
          <w:fldChar w:fldCharType="end"/>
        </w:r>
      </w:hyperlink>
    </w:p>
    <w:p w14:paraId="1C815B72" w14:textId="3C600236" w:rsidR="00C43FF7" w:rsidRDefault="002D76B3">
      <w:pPr>
        <w:pStyle w:val="Obsah1"/>
        <w:rPr>
          <w:rFonts w:eastAsiaTheme="minorEastAsia"/>
          <w:caps w:val="0"/>
          <w:noProof/>
          <w:sz w:val="22"/>
          <w:szCs w:val="22"/>
          <w:lang w:eastAsia="cs-CZ"/>
        </w:rPr>
      </w:pPr>
      <w:hyperlink w:anchor="_Toc7169474" w:history="1">
        <w:r w:rsidR="00C43FF7" w:rsidRPr="00CC74A4">
          <w:rPr>
            <w:rStyle w:val="Hypertextovodkaz"/>
          </w:rPr>
          <w:t>12.</w:t>
        </w:r>
        <w:r w:rsidR="00C43FF7">
          <w:rPr>
            <w:rFonts w:eastAsiaTheme="minorEastAsia"/>
            <w:caps w:val="0"/>
            <w:noProof/>
            <w:sz w:val="22"/>
            <w:szCs w:val="22"/>
            <w:lang w:eastAsia="cs-CZ"/>
          </w:rPr>
          <w:tab/>
        </w:r>
        <w:r w:rsidR="00C43FF7" w:rsidRPr="00CC74A4">
          <w:rPr>
            <w:rStyle w:val="Hypertextovodkaz"/>
          </w:rPr>
          <w:t>POŽADAVKY NA ZPRACOVÁNÍ NABÍDKOVÉ CENY</w:t>
        </w:r>
        <w:r w:rsidR="00C43FF7">
          <w:rPr>
            <w:noProof/>
            <w:webHidden/>
          </w:rPr>
          <w:tab/>
        </w:r>
        <w:r w:rsidR="00C43FF7">
          <w:rPr>
            <w:noProof/>
            <w:webHidden/>
          </w:rPr>
          <w:fldChar w:fldCharType="begin"/>
        </w:r>
        <w:r w:rsidR="00C43FF7">
          <w:rPr>
            <w:noProof/>
            <w:webHidden/>
          </w:rPr>
          <w:instrText xml:space="preserve"> PAGEREF _Toc7169474 \h </w:instrText>
        </w:r>
        <w:r w:rsidR="00C43FF7">
          <w:rPr>
            <w:noProof/>
            <w:webHidden/>
          </w:rPr>
        </w:r>
        <w:r w:rsidR="00C43FF7">
          <w:rPr>
            <w:noProof/>
            <w:webHidden/>
          </w:rPr>
          <w:fldChar w:fldCharType="separate"/>
        </w:r>
        <w:r w:rsidR="00E92C8D">
          <w:rPr>
            <w:noProof/>
            <w:webHidden/>
          </w:rPr>
          <w:t>21</w:t>
        </w:r>
        <w:r w:rsidR="00C43FF7">
          <w:rPr>
            <w:noProof/>
            <w:webHidden/>
          </w:rPr>
          <w:fldChar w:fldCharType="end"/>
        </w:r>
      </w:hyperlink>
    </w:p>
    <w:p w14:paraId="299DF3B1" w14:textId="52618FF0" w:rsidR="00C43FF7" w:rsidRDefault="002D76B3">
      <w:pPr>
        <w:pStyle w:val="Obsah1"/>
        <w:rPr>
          <w:rFonts w:eastAsiaTheme="minorEastAsia"/>
          <w:caps w:val="0"/>
          <w:noProof/>
          <w:sz w:val="22"/>
          <w:szCs w:val="22"/>
          <w:lang w:eastAsia="cs-CZ"/>
        </w:rPr>
      </w:pPr>
      <w:hyperlink w:anchor="_Toc7169475" w:history="1">
        <w:r w:rsidR="00C43FF7" w:rsidRPr="00CC74A4">
          <w:rPr>
            <w:rStyle w:val="Hypertextovodkaz"/>
          </w:rPr>
          <w:t>13.</w:t>
        </w:r>
        <w:r w:rsidR="00C43FF7">
          <w:rPr>
            <w:rFonts w:eastAsiaTheme="minorEastAsia"/>
            <w:caps w:val="0"/>
            <w:noProof/>
            <w:sz w:val="22"/>
            <w:szCs w:val="22"/>
            <w:lang w:eastAsia="cs-CZ"/>
          </w:rPr>
          <w:tab/>
        </w:r>
        <w:r w:rsidR="00C43FF7" w:rsidRPr="00CC74A4">
          <w:rPr>
            <w:rStyle w:val="Hypertextovodkaz"/>
          </w:rPr>
          <w:t>VARIANTY NABÍDKY</w:t>
        </w:r>
        <w:r w:rsidR="00C43FF7">
          <w:rPr>
            <w:noProof/>
            <w:webHidden/>
          </w:rPr>
          <w:tab/>
        </w:r>
        <w:r w:rsidR="00C43FF7">
          <w:rPr>
            <w:noProof/>
            <w:webHidden/>
          </w:rPr>
          <w:fldChar w:fldCharType="begin"/>
        </w:r>
        <w:r w:rsidR="00C43FF7">
          <w:rPr>
            <w:noProof/>
            <w:webHidden/>
          </w:rPr>
          <w:instrText xml:space="preserve"> PAGEREF _Toc7169475 \h </w:instrText>
        </w:r>
        <w:r w:rsidR="00C43FF7">
          <w:rPr>
            <w:noProof/>
            <w:webHidden/>
          </w:rPr>
        </w:r>
        <w:r w:rsidR="00C43FF7">
          <w:rPr>
            <w:noProof/>
            <w:webHidden/>
          </w:rPr>
          <w:fldChar w:fldCharType="separate"/>
        </w:r>
        <w:r w:rsidR="00E92C8D">
          <w:rPr>
            <w:noProof/>
            <w:webHidden/>
          </w:rPr>
          <w:t>21</w:t>
        </w:r>
        <w:r w:rsidR="00C43FF7">
          <w:rPr>
            <w:noProof/>
            <w:webHidden/>
          </w:rPr>
          <w:fldChar w:fldCharType="end"/>
        </w:r>
      </w:hyperlink>
    </w:p>
    <w:p w14:paraId="2B9A8786" w14:textId="2060D933" w:rsidR="00C43FF7" w:rsidRDefault="002D76B3">
      <w:pPr>
        <w:pStyle w:val="Obsah1"/>
        <w:rPr>
          <w:rFonts w:eastAsiaTheme="minorEastAsia"/>
          <w:caps w:val="0"/>
          <w:noProof/>
          <w:sz w:val="22"/>
          <w:szCs w:val="22"/>
          <w:lang w:eastAsia="cs-CZ"/>
        </w:rPr>
      </w:pPr>
      <w:hyperlink w:anchor="_Toc7169476" w:history="1">
        <w:r w:rsidR="00C43FF7" w:rsidRPr="00CC74A4">
          <w:rPr>
            <w:rStyle w:val="Hypertextovodkaz"/>
          </w:rPr>
          <w:t>14.</w:t>
        </w:r>
        <w:r w:rsidR="00C43FF7">
          <w:rPr>
            <w:rFonts w:eastAsiaTheme="minorEastAsia"/>
            <w:caps w:val="0"/>
            <w:noProof/>
            <w:sz w:val="22"/>
            <w:szCs w:val="22"/>
            <w:lang w:eastAsia="cs-CZ"/>
          </w:rPr>
          <w:tab/>
        </w:r>
        <w:r w:rsidR="00C43FF7" w:rsidRPr="00CC74A4">
          <w:rPr>
            <w:rStyle w:val="Hypertextovodkaz"/>
          </w:rPr>
          <w:t>OTEVÍRÁNÍ NABÍDEK</w:t>
        </w:r>
        <w:r w:rsidR="00C43FF7">
          <w:rPr>
            <w:noProof/>
            <w:webHidden/>
          </w:rPr>
          <w:tab/>
        </w:r>
        <w:r w:rsidR="00C43FF7">
          <w:rPr>
            <w:noProof/>
            <w:webHidden/>
          </w:rPr>
          <w:fldChar w:fldCharType="begin"/>
        </w:r>
        <w:r w:rsidR="00C43FF7">
          <w:rPr>
            <w:noProof/>
            <w:webHidden/>
          </w:rPr>
          <w:instrText xml:space="preserve"> PAGEREF _Toc7169476 \h </w:instrText>
        </w:r>
        <w:r w:rsidR="00C43FF7">
          <w:rPr>
            <w:noProof/>
            <w:webHidden/>
          </w:rPr>
        </w:r>
        <w:r w:rsidR="00C43FF7">
          <w:rPr>
            <w:noProof/>
            <w:webHidden/>
          </w:rPr>
          <w:fldChar w:fldCharType="separate"/>
        </w:r>
        <w:r w:rsidR="00E92C8D">
          <w:rPr>
            <w:noProof/>
            <w:webHidden/>
          </w:rPr>
          <w:t>21</w:t>
        </w:r>
        <w:r w:rsidR="00C43FF7">
          <w:rPr>
            <w:noProof/>
            <w:webHidden/>
          </w:rPr>
          <w:fldChar w:fldCharType="end"/>
        </w:r>
      </w:hyperlink>
    </w:p>
    <w:p w14:paraId="624DD853" w14:textId="4E499CC9" w:rsidR="00C43FF7" w:rsidRDefault="002D76B3">
      <w:pPr>
        <w:pStyle w:val="Obsah1"/>
        <w:rPr>
          <w:rFonts w:eastAsiaTheme="minorEastAsia"/>
          <w:caps w:val="0"/>
          <w:noProof/>
          <w:sz w:val="22"/>
          <w:szCs w:val="22"/>
          <w:lang w:eastAsia="cs-CZ"/>
        </w:rPr>
      </w:pPr>
      <w:hyperlink w:anchor="_Toc7169477" w:history="1">
        <w:r w:rsidR="00C43FF7" w:rsidRPr="00CC74A4">
          <w:rPr>
            <w:rStyle w:val="Hypertextovodkaz"/>
          </w:rPr>
          <w:t>15.</w:t>
        </w:r>
        <w:r w:rsidR="00C43FF7">
          <w:rPr>
            <w:rFonts w:eastAsiaTheme="minorEastAsia"/>
            <w:caps w:val="0"/>
            <w:noProof/>
            <w:sz w:val="22"/>
            <w:szCs w:val="22"/>
            <w:lang w:eastAsia="cs-CZ"/>
          </w:rPr>
          <w:tab/>
        </w:r>
        <w:r w:rsidR="00C43FF7" w:rsidRPr="00CC74A4">
          <w:rPr>
            <w:rStyle w:val="Hypertextovodkaz"/>
          </w:rPr>
          <w:t>POSOUZENÍ SPLNĚNÍ PODMÍNEK ÚČASTI</w:t>
        </w:r>
        <w:r w:rsidR="00C43FF7">
          <w:rPr>
            <w:noProof/>
            <w:webHidden/>
          </w:rPr>
          <w:tab/>
        </w:r>
        <w:r w:rsidR="00C43FF7">
          <w:rPr>
            <w:noProof/>
            <w:webHidden/>
          </w:rPr>
          <w:fldChar w:fldCharType="begin"/>
        </w:r>
        <w:r w:rsidR="00C43FF7">
          <w:rPr>
            <w:noProof/>
            <w:webHidden/>
          </w:rPr>
          <w:instrText xml:space="preserve"> PAGEREF _Toc7169477 \h </w:instrText>
        </w:r>
        <w:r w:rsidR="00C43FF7">
          <w:rPr>
            <w:noProof/>
            <w:webHidden/>
          </w:rPr>
        </w:r>
        <w:r w:rsidR="00C43FF7">
          <w:rPr>
            <w:noProof/>
            <w:webHidden/>
          </w:rPr>
          <w:fldChar w:fldCharType="separate"/>
        </w:r>
        <w:r w:rsidR="00E92C8D">
          <w:rPr>
            <w:noProof/>
            <w:webHidden/>
          </w:rPr>
          <w:t>21</w:t>
        </w:r>
        <w:r w:rsidR="00C43FF7">
          <w:rPr>
            <w:noProof/>
            <w:webHidden/>
          </w:rPr>
          <w:fldChar w:fldCharType="end"/>
        </w:r>
      </w:hyperlink>
    </w:p>
    <w:p w14:paraId="5F70CE47" w14:textId="11F5768A" w:rsidR="00C43FF7" w:rsidRDefault="002D76B3">
      <w:pPr>
        <w:pStyle w:val="Obsah1"/>
        <w:rPr>
          <w:rFonts w:eastAsiaTheme="minorEastAsia"/>
          <w:caps w:val="0"/>
          <w:noProof/>
          <w:sz w:val="22"/>
          <w:szCs w:val="22"/>
          <w:lang w:eastAsia="cs-CZ"/>
        </w:rPr>
      </w:pPr>
      <w:hyperlink w:anchor="_Toc7169478" w:history="1">
        <w:r w:rsidR="00C43FF7" w:rsidRPr="00CC74A4">
          <w:rPr>
            <w:rStyle w:val="Hypertextovodkaz"/>
          </w:rPr>
          <w:t>16.</w:t>
        </w:r>
        <w:r w:rsidR="00C43FF7">
          <w:rPr>
            <w:rFonts w:eastAsiaTheme="minorEastAsia"/>
            <w:caps w:val="0"/>
            <w:noProof/>
            <w:sz w:val="22"/>
            <w:szCs w:val="22"/>
            <w:lang w:eastAsia="cs-CZ"/>
          </w:rPr>
          <w:tab/>
        </w:r>
        <w:r w:rsidR="00C43FF7" w:rsidRPr="00CC74A4">
          <w:rPr>
            <w:rStyle w:val="Hypertextovodkaz"/>
          </w:rPr>
          <w:t>HODNOCENÍ NABÍDEK</w:t>
        </w:r>
        <w:r w:rsidR="00C43FF7">
          <w:rPr>
            <w:noProof/>
            <w:webHidden/>
          </w:rPr>
          <w:tab/>
        </w:r>
        <w:r w:rsidR="00C43FF7">
          <w:rPr>
            <w:noProof/>
            <w:webHidden/>
          </w:rPr>
          <w:fldChar w:fldCharType="begin"/>
        </w:r>
        <w:r w:rsidR="00C43FF7">
          <w:rPr>
            <w:noProof/>
            <w:webHidden/>
          </w:rPr>
          <w:instrText xml:space="preserve"> PAGEREF _Toc7169478 \h </w:instrText>
        </w:r>
        <w:r w:rsidR="00C43FF7">
          <w:rPr>
            <w:noProof/>
            <w:webHidden/>
          </w:rPr>
        </w:r>
        <w:r w:rsidR="00C43FF7">
          <w:rPr>
            <w:noProof/>
            <w:webHidden/>
          </w:rPr>
          <w:fldChar w:fldCharType="separate"/>
        </w:r>
        <w:r w:rsidR="00E92C8D">
          <w:rPr>
            <w:noProof/>
            <w:webHidden/>
          </w:rPr>
          <w:t>22</w:t>
        </w:r>
        <w:r w:rsidR="00C43FF7">
          <w:rPr>
            <w:noProof/>
            <w:webHidden/>
          </w:rPr>
          <w:fldChar w:fldCharType="end"/>
        </w:r>
      </w:hyperlink>
    </w:p>
    <w:p w14:paraId="05A669BD" w14:textId="49A6F122" w:rsidR="00C43FF7" w:rsidRDefault="002D76B3">
      <w:pPr>
        <w:pStyle w:val="Obsah1"/>
        <w:rPr>
          <w:rFonts w:eastAsiaTheme="minorEastAsia"/>
          <w:caps w:val="0"/>
          <w:noProof/>
          <w:sz w:val="22"/>
          <w:szCs w:val="22"/>
          <w:lang w:eastAsia="cs-CZ"/>
        </w:rPr>
      </w:pPr>
      <w:hyperlink w:anchor="_Toc7169479" w:history="1">
        <w:r w:rsidR="00C43FF7" w:rsidRPr="00CC74A4">
          <w:rPr>
            <w:rStyle w:val="Hypertextovodkaz"/>
          </w:rPr>
          <w:t>17.</w:t>
        </w:r>
        <w:r w:rsidR="00C43FF7">
          <w:rPr>
            <w:rFonts w:eastAsiaTheme="minorEastAsia"/>
            <w:caps w:val="0"/>
            <w:noProof/>
            <w:sz w:val="22"/>
            <w:szCs w:val="22"/>
            <w:lang w:eastAsia="cs-CZ"/>
          </w:rPr>
          <w:tab/>
        </w:r>
        <w:r w:rsidR="00C43FF7" w:rsidRPr="00CC74A4">
          <w:rPr>
            <w:rStyle w:val="Hypertextovodkaz"/>
          </w:rPr>
          <w:t>ZRUŠENÍ ZADÁVACÍHO ŘÍZENÍ</w:t>
        </w:r>
        <w:r w:rsidR="00C43FF7">
          <w:rPr>
            <w:noProof/>
            <w:webHidden/>
          </w:rPr>
          <w:tab/>
        </w:r>
        <w:r w:rsidR="00C43FF7">
          <w:rPr>
            <w:noProof/>
            <w:webHidden/>
          </w:rPr>
          <w:fldChar w:fldCharType="begin"/>
        </w:r>
        <w:r w:rsidR="00C43FF7">
          <w:rPr>
            <w:noProof/>
            <w:webHidden/>
          </w:rPr>
          <w:instrText xml:space="preserve"> PAGEREF _Toc7169479 \h </w:instrText>
        </w:r>
        <w:r w:rsidR="00C43FF7">
          <w:rPr>
            <w:noProof/>
            <w:webHidden/>
          </w:rPr>
        </w:r>
        <w:r w:rsidR="00C43FF7">
          <w:rPr>
            <w:noProof/>
            <w:webHidden/>
          </w:rPr>
          <w:fldChar w:fldCharType="separate"/>
        </w:r>
        <w:r w:rsidR="00E92C8D">
          <w:rPr>
            <w:noProof/>
            <w:webHidden/>
          </w:rPr>
          <w:t>27</w:t>
        </w:r>
        <w:r w:rsidR="00C43FF7">
          <w:rPr>
            <w:noProof/>
            <w:webHidden/>
          </w:rPr>
          <w:fldChar w:fldCharType="end"/>
        </w:r>
      </w:hyperlink>
    </w:p>
    <w:p w14:paraId="5C33395F" w14:textId="7D01126B" w:rsidR="00C43FF7" w:rsidRDefault="002D76B3">
      <w:pPr>
        <w:pStyle w:val="Obsah1"/>
        <w:rPr>
          <w:rFonts w:eastAsiaTheme="minorEastAsia"/>
          <w:caps w:val="0"/>
          <w:noProof/>
          <w:sz w:val="22"/>
          <w:szCs w:val="22"/>
          <w:lang w:eastAsia="cs-CZ"/>
        </w:rPr>
      </w:pPr>
      <w:hyperlink w:anchor="_Toc7169480" w:history="1">
        <w:r w:rsidR="00C43FF7" w:rsidRPr="00CC74A4">
          <w:rPr>
            <w:rStyle w:val="Hypertextovodkaz"/>
          </w:rPr>
          <w:t>18.</w:t>
        </w:r>
        <w:r w:rsidR="00C43FF7">
          <w:rPr>
            <w:rFonts w:eastAsiaTheme="minorEastAsia"/>
            <w:caps w:val="0"/>
            <w:noProof/>
            <w:sz w:val="22"/>
            <w:szCs w:val="22"/>
            <w:lang w:eastAsia="cs-CZ"/>
          </w:rPr>
          <w:tab/>
        </w:r>
        <w:r w:rsidR="00C43FF7" w:rsidRPr="00CC74A4">
          <w:rPr>
            <w:rStyle w:val="Hypertextovodkaz"/>
          </w:rPr>
          <w:t>UZAVŘENÍ SMLOUVY</w:t>
        </w:r>
        <w:r w:rsidR="00C43FF7">
          <w:rPr>
            <w:noProof/>
            <w:webHidden/>
          </w:rPr>
          <w:tab/>
        </w:r>
        <w:r w:rsidR="00C43FF7">
          <w:rPr>
            <w:noProof/>
            <w:webHidden/>
          </w:rPr>
          <w:fldChar w:fldCharType="begin"/>
        </w:r>
        <w:r w:rsidR="00C43FF7">
          <w:rPr>
            <w:noProof/>
            <w:webHidden/>
          </w:rPr>
          <w:instrText xml:space="preserve"> PAGEREF _Toc7169480 \h </w:instrText>
        </w:r>
        <w:r w:rsidR="00C43FF7">
          <w:rPr>
            <w:noProof/>
            <w:webHidden/>
          </w:rPr>
        </w:r>
        <w:r w:rsidR="00C43FF7">
          <w:rPr>
            <w:noProof/>
            <w:webHidden/>
          </w:rPr>
          <w:fldChar w:fldCharType="separate"/>
        </w:r>
        <w:r w:rsidR="00E92C8D">
          <w:rPr>
            <w:noProof/>
            <w:webHidden/>
          </w:rPr>
          <w:t>27</w:t>
        </w:r>
        <w:r w:rsidR="00C43FF7">
          <w:rPr>
            <w:noProof/>
            <w:webHidden/>
          </w:rPr>
          <w:fldChar w:fldCharType="end"/>
        </w:r>
      </w:hyperlink>
    </w:p>
    <w:p w14:paraId="342CD6D1" w14:textId="21AB964F" w:rsidR="00C43FF7" w:rsidRDefault="002D76B3">
      <w:pPr>
        <w:pStyle w:val="Obsah1"/>
        <w:rPr>
          <w:rFonts w:eastAsiaTheme="minorEastAsia"/>
          <w:caps w:val="0"/>
          <w:noProof/>
          <w:sz w:val="22"/>
          <w:szCs w:val="22"/>
          <w:lang w:eastAsia="cs-CZ"/>
        </w:rPr>
      </w:pPr>
      <w:hyperlink w:anchor="_Toc7169481" w:history="1">
        <w:r w:rsidR="00C43FF7" w:rsidRPr="00CC74A4">
          <w:rPr>
            <w:rStyle w:val="Hypertextovodkaz"/>
          </w:rPr>
          <w:t>19.</w:t>
        </w:r>
        <w:r w:rsidR="00C43FF7">
          <w:rPr>
            <w:rFonts w:eastAsiaTheme="minorEastAsia"/>
            <w:caps w:val="0"/>
            <w:noProof/>
            <w:sz w:val="22"/>
            <w:szCs w:val="22"/>
            <w:lang w:eastAsia="cs-CZ"/>
          </w:rPr>
          <w:tab/>
        </w:r>
        <w:r w:rsidR="00C43FF7" w:rsidRPr="00CC74A4">
          <w:rPr>
            <w:rStyle w:val="Hypertextovodkaz"/>
          </w:rPr>
          <w:t>OCHRANA INFORMACÍ</w:t>
        </w:r>
        <w:r w:rsidR="00C43FF7">
          <w:rPr>
            <w:noProof/>
            <w:webHidden/>
          </w:rPr>
          <w:tab/>
        </w:r>
        <w:r w:rsidR="00C43FF7">
          <w:rPr>
            <w:noProof/>
            <w:webHidden/>
          </w:rPr>
          <w:fldChar w:fldCharType="begin"/>
        </w:r>
        <w:r w:rsidR="00C43FF7">
          <w:rPr>
            <w:noProof/>
            <w:webHidden/>
          </w:rPr>
          <w:instrText xml:space="preserve"> PAGEREF _Toc7169481 \h </w:instrText>
        </w:r>
        <w:r w:rsidR="00C43FF7">
          <w:rPr>
            <w:noProof/>
            <w:webHidden/>
          </w:rPr>
        </w:r>
        <w:r w:rsidR="00C43FF7">
          <w:rPr>
            <w:noProof/>
            <w:webHidden/>
          </w:rPr>
          <w:fldChar w:fldCharType="separate"/>
        </w:r>
        <w:r w:rsidR="00E92C8D">
          <w:rPr>
            <w:noProof/>
            <w:webHidden/>
          </w:rPr>
          <w:t>30</w:t>
        </w:r>
        <w:r w:rsidR="00C43FF7">
          <w:rPr>
            <w:noProof/>
            <w:webHidden/>
          </w:rPr>
          <w:fldChar w:fldCharType="end"/>
        </w:r>
      </w:hyperlink>
    </w:p>
    <w:p w14:paraId="3739D995" w14:textId="1F271591" w:rsidR="00C43FF7" w:rsidRDefault="002D76B3">
      <w:pPr>
        <w:pStyle w:val="Obsah1"/>
        <w:rPr>
          <w:rFonts w:eastAsiaTheme="minorEastAsia"/>
          <w:caps w:val="0"/>
          <w:noProof/>
          <w:sz w:val="22"/>
          <w:szCs w:val="22"/>
          <w:lang w:eastAsia="cs-CZ"/>
        </w:rPr>
      </w:pPr>
      <w:hyperlink w:anchor="_Toc7169482" w:history="1">
        <w:r w:rsidR="00C43FF7" w:rsidRPr="00CC74A4">
          <w:rPr>
            <w:rStyle w:val="Hypertextovodkaz"/>
          </w:rPr>
          <w:t>20.</w:t>
        </w:r>
        <w:r w:rsidR="00C43FF7">
          <w:rPr>
            <w:rFonts w:eastAsiaTheme="minorEastAsia"/>
            <w:caps w:val="0"/>
            <w:noProof/>
            <w:sz w:val="22"/>
            <w:szCs w:val="22"/>
            <w:lang w:eastAsia="cs-CZ"/>
          </w:rPr>
          <w:tab/>
        </w:r>
        <w:r w:rsidR="00C43FF7" w:rsidRPr="00CC74A4">
          <w:rPr>
            <w:rStyle w:val="Hypertextovodkaz"/>
          </w:rPr>
          <w:t>ZADÁVACÍ LHŮTA A JISTOTA ZA NABÍDKU</w:t>
        </w:r>
        <w:r w:rsidR="00C43FF7">
          <w:rPr>
            <w:noProof/>
            <w:webHidden/>
          </w:rPr>
          <w:tab/>
        </w:r>
        <w:r w:rsidR="00C43FF7">
          <w:rPr>
            <w:noProof/>
            <w:webHidden/>
          </w:rPr>
          <w:fldChar w:fldCharType="begin"/>
        </w:r>
        <w:r w:rsidR="00C43FF7">
          <w:rPr>
            <w:noProof/>
            <w:webHidden/>
          </w:rPr>
          <w:instrText xml:space="preserve"> PAGEREF _Toc7169482 \h </w:instrText>
        </w:r>
        <w:r w:rsidR="00C43FF7">
          <w:rPr>
            <w:noProof/>
            <w:webHidden/>
          </w:rPr>
        </w:r>
        <w:r w:rsidR="00C43FF7">
          <w:rPr>
            <w:noProof/>
            <w:webHidden/>
          </w:rPr>
          <w:fldChar w:fldCharType="separate"/>
        </w:r>
        <w:r w:rsidR="00E92C8D">
          <w:rPr>
            <w:noProof/>
            <w:webHidden/>
          </w:rPr>
          <w:t>30</w:t>
        </w:r>
        <w:r w:rsidR="00C43FF7">
          <w:rPr>
            <w:noProof/>
            <w:webHidden/>
          </w:rPr>
          <w:fldChar w:fldCharType="end"/>
        </w:r>
      </w:hyperlink>
    </w:p>
    <w:p w14:paraId="415CF1CF" w14:textId="0DCB8056" w:rsidR="00C43FF7" w:rsidRDefault="002D76B3">
      <w:pPr>
        <w:pStyle w:val="Obsah1"/>
        <w:rPr>
          <w:rFonts w:eastAsiaTheme="minorEastAsia"/>
          <w:caps w:val="0"/>
          <w:noProof/>
          <w:sz w:val="22"/>
          <w:szCs w:val="22"/>
          <w:lang w:eastAsia="cs-CZ"/>
        </w:rPr>
      </w:pPr>
      <w:hyperlink w:anchor="_Toc7169483" w:history="1">
        <w:r w:rsidR="00C43FF7" w:rsidRPr="00CC74A4">
          <w:rPr>
            <w:rStyle w:val="Hypertextovodkaz"/>
          </w:rPr>
          <w:t>21.</w:t>
        </w:r>
        <w:r w:rsidR="00C43FF7">
          <w:rPr>
            <w:rFonts w:eastAsiaTheme="minorEastAsia"/>
            <w:caps w:val="0"/>
            <w:noProof/>
            <w:sz w:val="22"/>
            <w:szCs w:val="22"/>
            <w:lang w:eastAsia="cs-CZ"/>
          </w:rPr>
          <w:tab/>
        </w:r>
        <w:r w:rsidR="00C43FF7" w:rsidRPr="00CC74A4">
          <w:rPr>
            <w:rStyle w:val="Hypertextovodkaz"/>
          </w:rPr>
          <w:t>PŘÍLOHY TĚCHTO POKYNŮ</w:t>
        </w:r>
        <w:r w:rsidR="00C43FF7">
          <w:rPr>
            <w:noProof/>
            <w:webHidden/>
          </w:rPr>
          <w:tab/>
        </w:r>
        <w:r w:rsidR="00C43FF7">
          <w:rPr>
            <w:noProof/>
            <w:webHidden/>
          </w:rPr>
          <w:fldChar w:fldCharType="begin"/>
        </w:r>
        <w:r w:rsidR="00C43FF7">
          <w:rPr>
            <w:noProof/>
            <w:webHidden/>
          </w:rPr>
          <w:instrText xml:space="preserve"> PAGEREF _Toc7169483 \h </w:instrText>
        </w:r>
        <w:r w:rsidR="00C43FF7">
          <w:rPr>
            <w:noProof/>
            <w:webHidden/>
          </w:rPr>
        </w:r>
        <w:r w:rsidR="00C43FF7">
          <w:rPr>
            <w:noProof/>
            <w:webHidden/>
          </w:rPr>
          <w:fldChar w:fldCharType="separate"/>
        </w:r>
        <w:r w:rsidR="00E92C8D">
          <w:rPr>
            <w:noProof/>
            <w:webHidden/>
          </w:rPr>
          <w:t>31</w:t>
        </w:r>
        <w:r w:rsidR="00C43FF7">
          <w:rPr>
            <w:noProof/>
            <w:webHidden/>
          </w:rPr>
          <w:fldChar w:fldCharType="end"/>
        </w:r>
      </w:hyperlink>
    </w:p>
    <w:p w14:paraId="25B57362" w14:textId="77777777" w:rsidR="00AD0C7B" w:rsidRDefault="00BD7E91" w:rsidP="008D03B9">
      <w:r>
        <w:fldChar w:fldCharType="end"/>
      </w:r>
    </w:p>
    <w:p w14:paraId="3D1840A2" w14:textId="77777777" w:rsidR="00AD0C7B" w:rsidRDefault="00AD0C7B">
      <w:r>
        <w:br w:type="page"/>
      </w:r>
    </w:p>
    <w:p w14:paraId="66744C02" w14:textId="77777777" w:rsidR="0035531B" w:rsidRDefault="0035531B" w:rsidP="0035531B">
      <w:pPr>
        <w:pStyle w:val="Nadpis1-1"/>
      </w:pPr>
      <w:bookmarkStart w:id="1" w:name="_Toc7169463"/>
      <w:bookmarkStart w:id="2" w:name="_Toc389559699"/>
      <w:bookmarkStart w:id="3" w:name="_Toc397429847"/>
      <w:bookmarkStart w:id="4" w:name="_Ref433028040"/>
      <w:bookmarkStart w:id="5" w:name="_Toc1048197"/>
      <w:r>
        <w:lastRenderedPageBreak/>
        <w:t>ÚVODNÍ USTANOVENÍ</w:t>
      </w:r>
      <w:bookmarkEnd w:id="1"/>
    </w:p>
    <w:p w14:paraId="1694DBAB"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67BBFB05"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3199EF18" w14:textId="77777777" w:rsidR="00652EFD" w:rsidRPr="00652EFD" w:rsidRDefault="00652EFD" w:rsidP="00652EFD">
      <w:pPr>
        <w:pStyle w:val="Text1-1"/>
        <w:rPr>
          <w:b/>
        </w:rPr>
      </w:pPr>
      <w:r w:rsidRPr="00652EFD">
        <w:rPr>
          <w:b/>
        </w:rPr>
        <w:t>Veřejná zakázka na služby je zadávána v otevřeném řízení dle § 56 a násl. ZZVZ.</w:t>
      </w:r>
    </w:p>
    <w:p w14:paraId="7976445B"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92952B1"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51561F0D"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6FF20BE3"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52585">
        <w:t xml:space="preserve"> </w:t>
      </w:r>
      <w:r w:rsidR="00A52585" w:rsidRPr="00DD3B19">
        <w:rPr>
          <w:szCs w:val="24"/>
        </w:rPr>
        <w:t>To neplatí v případě postupu dle § 40 odst. 4 ZZVZ</w:t>
      </w:r>
    </w:p>
    <w:p w14:paraId="33BEFF53"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4155D05E"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14278F5A" w14:textId="77777777" w:rsidR="0035531B" w:rsidRDefault="0035531B" w:rsidP="0035531B">
      <w:pPr>
        <w:pStyle w:val="Nadpis1-1"/>
      </w:pPr>
      <w:bookmarkStart w:id="6" w:name="_Toc7169464"/>
      <w:r>
        <w:t>IDENTIFIKAČNÍ ÚDAJE ZADAVATELE</w:t>
      </w:r>
      <w:bookmarkEnd w:id="6"/>
    </w:p>
    <w:p w14:paraId="4CB32412" w14:textId="77777777" w:rsidR="0035531B" w:rsidRPr="00A13DFF" w:rsidRDefault="0035531B" w:rsidP="0035531B">
      <w:pPr>
        <w:pStyle w:val="Textbezslovn"/>
        <w:spacing w:after="0"/>
        <w:rPr>
          <w:rStyle w:val="Tun9b"/>
          <w:b w:val="0"/>
        </w:rPr>
      </w:pPr>
      <w:r w:rsidRPr="00A13DFF">
        <w:rPr>
          <w:rStyle w:val="Tun9b"/>
          <w:b w:val="0"/>
        </w:rPr>
        <w:t>Správa železnic, státní organizace</w:t>
      </w:r>
    </w:p>
    <w:p w14:paraId="0F7B9F1C" w14:textId="77777777" w:rsidR="0035531B" w:rsidRDefault="0035531B" w:rsidP="0035531B">
      <w:pPr>
        <w:pStyle w:val="Textbezslovn"/>
        <w:spacing w:after="0"/>
      </w:pPr>
      <w:r>
        <w:t>sídlo: Dlážděná 1003/7, Praha 1, Nové Město, PSČ 110 00</w:t>
      </w:r>
    </w:p>
    <w:p w14:paraId="14939D1D"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DFF0DE4" w14:textId="77777777" w:rsidR="0035531B" w:rsidRDefault="0035531B" w:rsidP="0035531B">
      <w:pPr>
        <w:pStyle w:val="Textbezslovn"/>
        <w:spacing w:after="0"/>
      </w:pPr>
      <w:r>
        <w:t>IČO: 70994234</w:t>
      </w:r>
    </w:p>
    <w:p w14:paraId="3CC4D20C" w14:textId="77777777" w:rsidR="0035531B" w:rsidRDefault="0035531B" w:rsidP="0035531B">
      <w:pPr>
        <w:pStyle w:val="Textbezslovn"/>
        <w:spacing w:after="0"/>
      </w:pPr>
      <w:r>
        <w:t>DIČ: CZ70994234</w:t>
      </w:r>
    </w:p>
    <w:p w14:paraId="64901976" w14:textId="77777777" w:rsidR="00A13DFF" w:rsidRPr="00B848A8" w:rsidRDefault="00A13DFF" w:rsidP="00A13DFF">
      <w:pPr>
        <w:pStyle w:val="Bezmezer"/>
        <w:ind w:left="709"/>
      </w:pPr>
      <w:r w:rsidRPr="00B848A8">
        <w:t>Identifikátor datové schránky: uccchjm</w:t>
      </w:r>
    </w:p>
    <w:p w14:paraId="50BD1944" w14:textId="25E89E39" w:rsidR="0035531B" w:rsidRPr="000174E8" w:rsidRDefault="00A13DFF" w:rsidP="00A13DFF">
      <w:pPr>
        <w:pStyle w:val="Textbezslovn"/>
        <w:spacing w:after="0"/>
        <w:ind w:left="2127" w:hanging="1390"/>
      </w:pPr>
      <w:r w:rsidRPr="00B848A8">
        <w:t xml:space="preserve">zastoupená: </w:t>
      </w:r>
      <w:r w:rsidRPr="00B848A8">
        <w:tab/>
        <w:t>Ing. Petrem Hofhanzlem, ředitelem Stavební správy západ</w:t>
      </w:r>
      <w:r>
        <w:t xml:space="preserve"> </w:t>
      </w:r>
    </w:p>
    <w:p w14:paraId="017F28FD" w14:textId="77777777" w:rsidR="0035531B" w:rsidRDefault="0035531B" w:rsidP="0035531B">
      <w:pPr>
        <w:pStyle w:val="Textbezslovn"/>
      </w:pPr>
      <w:r w:rsidRPr="000174E8">
        <w:lastRenderedPageBreak/>
        <w:tab/>
      </w:r>
      <w:r w:rsidRPr="000174E8">
        <w:tab/>
      </w:r>
    </w:p>
    <w:p w14:paraId="065418E0" w14:textId="77777777" w:rsidR="0035531B" w:rsidRDefault="0035531B" w:rsidP="0035531B">
      <w:pPr>
        <w:pStyle w:val="Nadpis1-1"/>
      </w:pPr>
      <w:bookmarkStart w:id="7" w:name="_Toc7169465"/>
      <w:r>
        <w:t>KOMUNIKACE MEZI ZADAVATELEM</w:t>
      </w:r>
      <w:r w:rsidR="00845C50">
        <w:t xml:space="preserve"> a </w:t>
      </w:r>
      <w:r>
        <w:t>DODAVATELEM</w:t>
      </w:r>
      <w:bookmarkEnd w:id="7"/>
      <w:r>
        <w:t xml:space="preserve"> </w:t>
      </w:r>
    </w:p>
    <w:p w14:paraId="634B0E3C" w14:textId="4BDF8BBC" w:rsidR="0035531B" w:rsidRPr="00315B3D"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02066B" w:rsidRPr="0000488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 xml:space="preserve">certifikátu shody. Na komunikaci ze strany dodavatele učiněnou elektronicky, avšak nikoliv prostřednictvím elektronického nástroje E-ZAK, </w:t>
      </w:r>
      <w:r w:rsidRPr="00315B3D">
        <w:t>bude zadavatel vždy odpovídat prostřednictvím elektronického nástroje.</w:t>
      </w:r>
    </w:p>
    <w:p w14:paraId="516DF65C" w14:textId="5245F878" w:rsidR="00A81D1B" w:rsidRPr="00315B3D" w:rsidRDefault="00A81D1B" w:rsidP="00A81D1B">
      <w:pPr>
        <w:pStyle w:val="Text1-1"/>
      </w:pPr>
      <w:r w:rsidRPr="00315B3D">
        <w:t xml:space="preserve">Kontaktní osobou zadavatele pro zadávací řízení je: Ing. </w:t>
      </w:r>
      <w:r w:rsidR="00315B3D">
        <w:t>Michael Dobrý</w:t>
      </w:r>
    </w:p>
    <w:p w14:paraId="02910ADB" w14:textId="1DDAA363" w:rsidR="00A81D1B" w:rsidRPr="00315B3D" w:rsidRDefault="00A81D1B" w:rsidP="00A81D1B">
      <w:pPr>
        <w:pStyle w:val="Textbezslovn"/>
        <w:spacing w:after="0"/>
      </w:pPr>
      <w:r w:rsidRPr="00315B3D">
        <w:t xml:space="preserve">telefon: </w:t>
      </w:r>
      <w:r w:rsidRPr="00315B3D">
        <w:tab/>
        <w:t>+420</w:t>
      </w:r>
      <w:r w:rsidR="00315B3D">
        <w:t> 727 876 075</w:t>
      </w:r>
    </w:p>
    <w:p w14:paraId="115A2876" w14:textId="34DC0176" w:rsidR="00A81D1B" w:rsidRPr="00315B3D" w:rsidRDefault="00315B3D" w:rsidP="00A81D1B">
      <w:pPr>
        <w:pStyle w:val="Textbezslovn"/>
        <w:spacing w:after="0"/>
      </w:pPr>
      <w:r>
        <w:t xml:space="preserve">e-mail: </w:t>
      </w:r>
      <w:r>
        <w:tab/>
        <w:t>dobry</w:t>
      </w:r>
      <w:r w:rsidR="00A81D1B" w:rsidRPr="00315B3D">
        <w:t>@s</w:t>
      </w:r>
      <w:r>
        <w:t>pravazeleznic</w:t>
      </w:r>
      <w:r w:rsidR="00A81D1B" w:rsidRPr="00315B3D">
        <w:t>.cz</w:t>
      </w:r>
    </w:p>
    <w:p w14:paraId="4ACEF37C" w14:textId="77777777" w:rsidR="00A81D1B" w:rsidRPr="00315B3D" w:rsidRDefault="00A81D1B" w:rsidP="00A81D1B">
      <w:pPr>
        <w:pStyle w:val="Zkladntext"/>
        <w:spacing w:after="0" w:line="240" w:lineRule="auto"/>
        <w:ind w:left="709"/>
        <w:jc w:val="both"/>
      </w:pPr>
      <w:r w:rsidRPr="00315B3D">
        <w:t xml:space="preserve">adresa: </w:t>
      </w:r>
      <w:r w:rsidRPr="00315B3D">
        <w:tab/>
        <w:t>Správa železnic, státní organizace</w:t>
      </w:r>
    </w:p>
    <w:p w14:paraId="005FCADF" w14:textId="77777777" w:rsidR="00A81D1B" w:rsidRPr="00315B3D" w:rsidRDefault="00A81D1B" w:rsidP="00A81D1B">
      <w:pPr>
        <w:pStyle w:val="Zkladntext"/>
        <w:spacing w:after="0" w:line="240" w:lineRule="auto"/>
        <w:ind w:left="1418"/>
        <w:jc w:val="both"/>
      </w:pPr>
      <w:r w:rsidRPr="00315B3D">
        <w:tab/>
        <w:t>Stavební správa západ</w:t>
      </w:r>
    </w:p>
    <w:p w14:paraId="75F672EC" w14:textId="77777777" w:rsidR="00A81D1B" w:rsidRPr="00315B3D" w:rsidRDefault="00A81D1B" w:rsidP="00A81D1B">
      <w:pPr>
        <w:pStyle w:val="Zkladntext"/>
        <w:spacing w:after="0" w:line="240" w:lineRule="auto"/>
        <w:ind w:left="1418"/>
        <w:jc w:val="both"/>
      </w:pPr>
      <w:r w:rsidRPr="00315B3D">
        <w:tab/>
        <w:t>Sokolovská 1955/278</w:t>
      </w:r>
    </w:p>
    <w:p w14:paraId="0AA3C47F" w14:textId="77777777" w:rsidR="0035531B" w:rsidRDefault="00A81D1B" w:rsidP="00A81D1B">
      <w:pPr>
        <w:pStyle w:val="Textbezslovn"/>
      </w:pPr>
      <w:r w:rsidRPr="00315B3D">
        <w:tab/>
      </w:r>
      <w:r w:rsidRPr="00315B3D">
        <w:tab/>
        <w:t>190 00 Praha 9</w:t>
      </w:r>
    </w:p>
    <w:p w14:paraId="47B5E845" w14:textId="77777777" w:rsidR="0035531B" w:rsidRDefault="0035531B" w:rsidP="0035531B">
      <w:pPr>
        <w:pStyle w:val="Nadpis1-1"/>
      </w:pPr>
      <w:bookmarkStart w:id="8" w:name="_Toc7169466"/>
      <w:r>
        <w:t>ÚČEL</w:t>
      </w:r>
      <w:r w:rsidR="00845C50">
        <w:t xml:space="preserve"> a </w:t>
      </w:r>
      <w:r>
        <w:t>PŘEDMĚT PLNĚNÍ VEŘEJNÉ ZAKÁZKY</w:t>
      </w:r>
      <w:bookmarkEnd w:id="8"/>
    </w:p>
    <w:p w14:paraId="289C7862" w14:textId="77777777" w:rsidR="0035531B" w:rsidRDefault="0035531B" w:rsidP="0035531B">
      <w:pPr>
        <w:pStyle w:val="Text1-1"/>
      </w:pPr>
      <w:r>
        <w:t>Účel veřejné zakázky</w:t>
      </w:r>
    </w:p>
    <w:p w14:paraId="05D71C3B" w14:textId="20F8630F" w:rsidR="00315B3D" w:rsidRPr="00FD501F" w:rsidRDefault="00315B3D" w:rsidP="00A13DFF">
      <w:pPr>
        <w:pStyle w:val="Text2-1"/>
        <w:numPr>
          <w:ilvl w:val="0"/>
          <w:numId w:val="0"/>
        </w:numPr>
        <w:ind w:left="737"/>
      </w:pPr>
      <w:r>
        <w:t>C</w:t>
      </w:r>
      <w:r w:rsidRPr="00FD501F">
        <w:t xml:space="preserve">ílem </w:t>
      </w:r>
      <w:r>
        <w:t xml:space="preserve">díla stavby „Rekonstrukce ŽST Malá Skála“ </w:t>
      </w:r>
      <w:r w:rsidRPr="00FD501F">
        <w:t>je zvýšení komfortu cestování a bezpečnosti cestujících</w:t>
      </w:r>
      <w:r>
        <w:t>,</w:t>
      </w:r>
      <w:r w:rsidRPr="00FD501F">
        <w:t xml:space="preserve"> </w:t>
      </w:r>
      <w:r>
        <w:t xml:space="preserve">zvýšení traťové rychlosti, zajištění bezbariérového přístupu na nástupiště. </w:t>
      </w:r>
    </w:p>
    <w:p w14:paraId="4FD2A6B6" w14:textId="77777777" w:rsidR="0035531B" w:rsidRDefault="0035531B" w:rsidP="0035531B">
      <w:pPr>
        <w:pStyle w:val="Text1-1"/>
      </w:pPr>
      <w:r>
        <w:t>Předmět plnění veřejné zakázky</w:t>
      </w:r>
    </w:p>
    <w:p w14:paraId="5F527898" w14:textId="4AAF05B6" w:rsidR="00652EFD" w:rsidRPr="004974A6" w:rsidRDefault="004974A6" w:rsidP="00652EFD">
      <w:pPr>
        <w:pStyle w:val="Text1-1"/>
        <w:numPr>
          <w:ilvl w:val="0"/>
          <w:numId w:val="0"/>
        </w:numPr>
        <w:ind w:left="737"/>
      </w:pPr>
      <w:r w:rsidRPr="004974A6">
        <w:t>Předmětem díla je zhotovení Dokumentace pro společné povolení a Projektové dokumentace pro provádění stavby „</w:t>
      </w:r>
      <w:r w:rsidR="00315B3D">
        <w:rPr>
          <w:rStyle w:val="Tun"/>
          <w:b w:val="0"/>
        </w:rPr>
        <w:t>Rekonstrukce ŽST Malá Skála</w:t>
      </w:r>
      <w:r w:rsidRPr="004974A6">
        <w:t>“.</w:t>
      </w:r>
    </w:p>
    <w:p w14:paraId="79E94F4F" w14:textId="338C3A11" w:rsidR="00815F00" w:rsidRPr="00180E7E" w:rsidRDefault="00815F00" w:rsidP="00815F00">
      <w:pPr>
        <w:pStyle w:val="Text2-1"/>
        <w:numPr>
          <w:ilvl w:val="0"/>
          <w:numId w:val="0"/>
        </w:numPr>
        <w:ind w:left="737"/>
      </w:pPr>
      <w:r w:rsidRPr="00180E7E">
        <w:t>Rozsah díla „</w:t>
      </w:r>
      <w:r w:rsidR="00A13DFF">
        <w:rPr>
          <w:rStyle w:val="Tun"/>
          <w:b w:val="0"/>
        </w:rPr>
        <w:t>Rekonstrukce ŽST Malá Skála</w:t>
      </w:r>
      <w:r w:rsidRPr="00180E7E">
        <w:t>“ je:</w:t>
      </w:r>
      <w:r w:rsidR="00A13DFF">
        <w:t xml:space="preserve"> </w:t>
      </w:r>
    </w:p>
    <w:p w14:paraId="06947FB7" w14:textId="77777777" w:rsidR="00815F00" w:rsidRDefault="00815F00" w:rsidP="007979AA">
      <w:pPr>
        <w:pStyle w:val="Text2-2"/>
        <w:numPr>
          <w:ilvl w:val="0"/>
          <w:numId w:val="17"/>
        </w:numPr>
      </w:pPr>
      <w:r>
        <w:t>z</w:t>
      </w:r>
      <w:r w:rsidRPr="00807E58">
        <w:t xml:space="preserve">hotovení </w:t>
      </w:r>
      <w:r w:rsidRPr="00815F00">
        <w:rPr>
          <w:rStyle w:val="Tun"/>
          <w:b w:val="0"/>
        </w:rPr>
        <w:t>Dokumentace pro společné povolení</w:t>
      </w:r>
      <w:r w:rsidRPr="00815F00">
        <w:rPr>
          <w:rStyle w:val="Tun"/>
        </w:rPr>
        <w:t xml:space="preserve"> </w:t>
      </w:r>
      <w:r w:rsidRPr="00815F00">
        <w:t>a to včetně zpracování</w:t>
      </w:r>
      <w:r w:rsidRPr="00815F00">
        <w:rPr>
          <w:b/>
        </w:rPr>
        <w:t xml:space="preserve"> </w:t>
      </w:r>
      <w:r w:rsidRPr="00815F00">
        <w:rPr>
          <w:rStyle w:val="Tun"/>
          <w:b w:val="0"/>
        </w:rPr>
        <w:t>Projektové dokumentace pro provádění stavby</w:t>
      </w:r>
      <w:r w:rsidRPr="00815F00">
        <w:t>, která rozpracuje a vymezí požadavky na stavbu do podrobností, které specifikují předmět</w:t>
      </w:r>
      <w:r w:rsidRPr="00745AE7">
        <w:t xml:space="preserve"> </w:t>
      </w:r>
      <w:r>
        <w:t xml:space="preserve">Díla </w:t>
      </w:r>
      <w:r w:rsidRPr="00745AE7">
        <w:t xml:space="preserve">v takovém rozsahu, aby byla podkladem pro výběrové řízení na zhotovení </w:t>
      </w:r>
      <w:r w:rsidRPr="00AB0DFA">
        <w:t>stavby, včetně notifikace autorizovanou osobou, zajištění výkonu Autorského dozoru při zhotovení stavby a činností koordinátora BOZP při práci na staveništi ve fázi přípravy včetně zpracování plánu BOZP na staveništi a </w:t>
      </w:r>
      <w:r>
        <w:t>manuálu údržby,</w:t>
      </w:r>
    </w:p>
    <w:p w14:paraId="09F44642" w14:textId="77777777" w:rsidR="00815F00" w:rsidRDefault="00815F00" w:rsidP="007979AA">
      <w:pPr>
        <w:pStyle w:val="Text2-2"/>
        <w:numPr>
          <w:ilvl w:val="0"/>
          <w:numId w:val="17"/>
        </w:numPr>
      </w:pPr>
      <w:r>
        <w:rPr>
          <w:rStyle w:val="Tun"/>
          <w:b w:val="0"/>
        </w:rPr>
        <w:t>z</w:t>
      </w:r>
      <w:r w:rsidRPr="00815F00">
        <w:rPr>
          <w:rStyle w:val="Tun"/>
          <w:b w:val="0"/>
        </w:rPr>
        <w:t>pracování a podání žádosti o</w:t>
      </w:r>
      <w:r w:rsidRPr="00815F00">
        <w:rPr>
          <w:b/>
        </w:rPr>
        <w:t xml:space="preserve"> </w:t>
      </w:r>
      <w:r w:rsidRPr="00815F00">
        <w:rPr>
          <w:rStyle w:val="Tun"/>
          <w:b w:val="0"/>
        </w:rPr>
        <w:t>vydání společného povolení</w:t>
      </w:r>
      <w:r w:rsidRPr="00815F00">
        <w:rPr>
          <w:b/>
        </w:rPr>
        <w:t xml:space="preserve"> </w:t>
      </w:r>
      <w:r w:rsidRPr="00672766">
        <w:t>dle § 94l zákona č. 183/2006 Sb.</w:t>
      </w:r>
      <w:r w:rsidRPr="001E3362">
        <w:t>, Zákon o</w:t>
      </w:r>
      <w:r>
        <w:t> </w:t>
      </w:r>
      <w:r w:rsidRPr="001E3362">
        <w:t>územním plánování a sta</w:t>
      </w:r>
      <w:r>
        <w:t>vebním řádu (stavební zákon), v </w:t>
      </w:r>
      <w:r w:rsidRPr="001E3362">
        <w:t>platném znění, včetně všech vyžadovaných podkladů</w:t>
      </w:r>
      <w:r w:rsidRPr="00807E58">
        <w:t>, je</w:t>
      </w:r>
      <w:r>
        <w:t>jí</w:t>
      </w:r>
      <w:r w:rsidR="009445C5">
        <w:t>m</w:t>
      </w:r>
      <w:r>
        <w:t xml:space="preserve">ž </w:t>
      </w:r>
      <w:r w:rsidRPr="00807E58">
        <w:t>výsledkem bude vydání s</w:t>
      </w:r>
      <w:r>
        <w:t xml:space="preserve">polečného </w:t>
      </w:r>
      <w:r w:rsidRPr="00807E58">
        <w:t>povolení</w:t>
      </w:r>
      <w:r>
        <w:t xml:space="preserve">. Zhotovitel bude </w:t>
      </w:r>
      <w:r w:rsidRPr="00807E58">
        <w:t>spolupr</w:t>
      </w:r>
      <w:r>
        <w:t xml:space="preserve">acovat </w:t>
      </w:r>
      <w:r w:rsidRPr="00A134F8">
        <w:t>při vydání příslušných rozhodnutí do nabytí jejich právní moci.</w:t>
      </w:r>
    </w:p>
    <w:p w14:paraId="7B37FCFB" w14:textId="77777777" w:rsidR="00815F00" w:rsidRPr="00807E58" w:rsidRDefault="00815F00" w:rsidP="00815F00">
      <w:pPr>
        <w:pStyle w:val="Text2-2"/>
        <w:numPr>
          <w:ilvl w:val="0"/>
          <w:numId w:val="0"/>
        </w:numPr>
        <w:ind w:left="709"/>
      </w:pPr>
      <w:r w:rsidRPr="00807E58">
        <w:t>Rozsah a členění dokumentace D</w:t>
      </w:r>
      <w:r>
        <w:t>U</w:t>
      </w:r>
      <w:r w:rsidRPr="00807E58">
        <w:t>SP a PDPS:</w:t>
      </w:r>
    </w:p>
    <w:p w14:paraId="2DF1336D" w14:textId="0D81F91C" w:rsidR="00815F00" w:rsidRDefault="00815F00" w:rsidP="007979AA">
      <w:pPr>
        <w:pStyle w:val="Odrka1-4"/>
        <w:numPr>
          <w:ilvl w:val="0"/>
          <w:numId w:val="18"/>
        </w:numPr>
        <w:ind w:left="851" w:hanging="142"/>
      </w:pPr>
      <w:r w:rsidRPr="00815F00">
        <w:rPr>
          <w:rStyle w:val="Tun"/>
          <w:b w:val="0"/>
        </w:rPr>
        <w:t>Dokumentace ve stupni DUSP</w:t>
      </w:r>
      <w:r w:rsidRPr="00807E58">
        <w:t xml:space="preserve"> bude zpracována v členění a rozsahu přílohy </w:t>
      </w:r>
      <w:r w:rsidRPr="00AA77DA">
        <w:t>č. 10 vyhlášky č. 499/2006 Sb., o dokumentaci staveb, v platném znění (dále „vyhláška č. 499/2006 Sb.“), jako dokumentace pro vydání společného povolení stavby dráhy. Pro potřeby projednání, zejména v</w:t>
      </w:r>
      <w:r>
        <w:t> </w:t>
      </w:r>
      <w:r w:rsidRPr="00AA77DA">
        <w:t xml:space="preserve">rámci </w:t>
      </w:r>
      <w:r w:rsidR="00A13DFF" w:rsidRPr="00AA77DA">
        <w:t>S</w:t>
      </w:r>
      <w:r w:rsidR="00A13DFF">
        <w:t>právy železnic, státní organizace (dále jen „S</w:t>
      </w:r>
      <w:r w:rsidR="00A13DFF" w:rsidRPr="00AA77DA">
        <w:t>Ž</w:t>
      </w:r>
      <w:r w:rsidR="00A13DFF">
        <w:t>“)</w:t>
      </w:r>
      <w:r w:rsidRPr="00AA77DA">
        <w:t>, Zhotovitel použije pro zpracování této dokumentace požadavky příloh č. 1 a 2 Směrnice GŘ č. 11/2006 Dokumentace pro přípravu staveb na železničních drahách celostátních a regionálních, v</w:t>
      </w:r>
      <w:r>
        <w:t> </w:t>
      </w:r>
      <w:r w:rsidRPr="00AA77DA">
        <w:t>platném znění (dále „Směrnice GŘ č. 11/2006“)</w:t>
      </w:r>
      <w:r w:rsidRPr="00807E58">
        <w:t xml:space="preserve"> v nezbytném rozsahu</w:t>
      </w:r>
      <w:r>
        <w:t>.</w:t>
      </w:r>
    </w:p>
    <w:p w14:paraId="194EBB62" w14:textId="70CA5F76" w:rsidR="00815F00" w:rsidRDefault="00815F00" w:rsidP="007979AA">
      <w:pPr>
        <w:pStyle w:val="Odrka1-4"/>
        <w:numPr>
          <w:ilvl w:val="0"/>
          <w:numId w:val="18"/>
        </w:numPr>
        <w:ind w:left="851" w:hanging="142"/>
      </w:pPr>
      <w:r w:rsidRPr="00815F00">
        <w:rPr>
          <w:rStyle w:val="Tun"/>
          <w:b w:val="0"/>
        </w:rPr>
        <w:lastRenderedPageBreak/>
        <w:t>Projektová dokumentace ve stupni PDPS</w:t>
      </w:r>
      <w:r>
        <w:t xml:space="preserve"> bude zpracována v členění a rozsahu přílohy č. 4 vyhlášky č. 146/2008 Sb. o rozsahu a obsahu projektové dokumentace dopravních staveb, v platném znění </w:t>
      </w:r>
      <w:r w:rsidRPr="00745AE7">
        <w:t>(dále „vyhláška 146/2008 Sb.“)</w:t>
      </w:r>
      <w:r>
        <w:t>. Pro potřeby projednání, zejména v rámci SŽ, Zhotovitel použije pro zpracování této dokumentace přílohu č. 2 Směrnice GŘ č.11/2006</w:t>
      </w:r>
      <w:r w:rsidRPr="00AA77DA">
        <w:t xml:space="preserve"> </w:t>
      </w:r>
      <w:r w:rsidRPr="00807E58">
        <w:t>v nezbytném rozsahu</w:t>
      </w:r>
      <w:r>
        <w:t>.</w:t>
      </w:r>
    </w:p>
    <w:p w14:paraId="1EBD2D34" w14:textId="77777777" w:rsidR="004A2F6C" w:rsidRDefault="004A2F6C" w:rsidP="004A2F6C">
      <w:pPr>
        <w:pStyle w:val="Odrka1-4"/>
        <w:tabs>
          <w:tab w:val="clear" w:pos="2041"/>
        </w:tabs>
        <w:ind w:left="851" w:firstLine="0"/>
      </w:pPr>
    </w:p>
    <w:p w14:paraId="7C776FD2" w14:textId="77777777" w:rsidR="00815F00" w:rsidRPr="00210BAF" w:rsidRDefault="00815F00" w:rsidP="00815F00">
      <w:pPr>
        <w:pStyle w:val="Text2-2"/>
        <w:numPr>
          <w:ilvl w:val="0"/>
          <w:numId w:val="0"/>
        </w:numPr>
        <w:ind w:left="709"/>
      </w:pPr>
      <w:r w:rsidRPr="00210BAF">
        <w:t>Oba stupně dokumentace (DUSP a PDPS) budou projednány a odsouhlaseny společně.</w:t>
      </w:r>
    </w:p>
    <w:p w14:paraId="0D09C799" w14:textId="77777777" w:rsidR="00815F00" w:rsidRDefault="00815F00" w:rsidP="007979AA">
      <w:pPr>
        <w:pStyle w:val="Text2-2"/>
        <w:numPr>
          <w:ilvl w:val="0"/>
          <w:numId w:val="17"/>
        </w:numPr>
      </w:pPr>
      <w:r>
        <w:t xml:space="preserve">Nad rámec povinných </w:t>
      </w:r>
      <w:r w:rsidRPr="00807E58">
        <w:t>příloh dle vyhlášky 146/2008 Sb. budou v</w:t>
      </w:r>
      <w:r>
        <w:t xml:space="preserve"> Dokladové části projektové dokumentace doložené dle přílohy č. 2 směrnice SŽDC č. 11/2006 části G, H a I a dle </w:t>
      </w:r>
      <w:r w:rsidRPr="00210BAF">
        <w:t>VTP/DSP+PDSP/1</w:t>
      </w:r>
      <w:r>
        <w:t>3/20 části J a K.</w:t>
      </w:r>
    </w:p>
    <w:p w14:paraId="4B3AF93F" w14:textId="53694D62" w:rsidR="00815F00" w:rsidRDefault="00815F00" w:rsidP="007979AA">
      <w:pPr>
        <w:pStyle w:val="Text2-2"/>
        <w:numPr>
          <w:ilvl w:val="0"/>
          <w:numId w:val="17"/>
        </w:numPr>
      </w:pPr>
      <w:r>
        <w:t>Stanovení investičních nákladů bude zpracované dle platné Směrnice SŽDC č. 20 pro stanovení a členění investičních nákladů staveb státní organizace SŽDC. Platné znění včetně formulářů souhrnného rozpočtu je zveřejněno na webových stránkách SŽDC (</w:t>
      </w:r>
      <w:hyperlink r:id="rId12" w:history="1">
        <w:r w:rsidR="00884CEE" w:rsidRPr="0000488E">
          <w:rPr>
            <w:rStyle w:val="Hypertextovodkaz"/>
            <w:noProof w:val="0"/>
          </w:rPr>
          <w:t>https://www.spravazeleznic.cz/stavby-zakazky/podklady-pro-zhotovitele/stanoveni-nakladu-staveb</w:t>
        </w:r>
      </w:hyperlink>
      <w:r>
        <w:t>).</w:t>
      </w:r>
    </w:p>
    <w:p w14:paraId="3078B65C" w14:textId="77777777" w:rsidR="00815F00" w:rsidRPr="00815F00" w:rsidRDefault="00815F00" w:rsidP="007979AA">
      <w:pPr>
        <w:pStyle w:val="Text2-2"/>
        <w:numPr>
          <w:ilvl w:val="0"/>
          <w:numId w:val="16"/>
        </w:numPr>
      </w:pPr>
      <w:r w:rsidRPr="00745AE7">
        <w:t>Dokumentace bude také splňovat rozsah dle vyhlášky Ministerstva pro místní rozvoj č. 169/2016 Sb. o stanovení rozsahu dokumentace veřejné zakázky na stavební práce a soupisu stavebních prací, dodávek a služeb s výkazem výměr</w:t>
      </w:r>
      <w:r>
        <w:t xml:space="preserve">, v platném znění, tzn. </w:t>
      </w:r>
      <w:r w:rsidRPr="00745AE7">
        <w:t>oceněn</w:t>
      </w:r>
      <w:r>
        <w:t>ý a</w:t>
      </w:r>
      <w:r w:rsidRPr="00745AE7">
        <w:t xml:space="preserve"> neoceněn</w:t>
      </w:r>
      <w:r>
        <w:t xml:space="preserve">ý </w:t>
      </w:r>
      <w:r w:rsidRPr="00745AE7">
        <w:t>soupis prací</w:t>
      </w:r>
      <w:r w:rsidRPr="008A3A69">
        <w:t xml:space="preserve"> </w:t>
      </w:r>
      <w:r>
        <w:t>(</w:t>
      </w:r>
      <w:r w:rsidRPr="00745AE7">
        <w:t xml:space="preserve">včetně všeobecného </w:t>
      </w:r>
      <w:r w:rsidRPr="00815F00">
        <w:t>objektu SO 98-98).</w:t>
      </w:r>
    </w:p>
    <w:p w14:paraId="21F8C469" w14:textId="77777777" w:rsidR="00652EFD" w:rsidRPr="00815F00" w:rsidRDefault="00815F00" w:rsidP="007979AA">
      <w:pPr>
        <w:pStyle w:val="Text1-1"/>
        <w:numPr>
          <w:ilvl w:val="0"/>
          <w:numId w:val="16"/>
        </w:numPr>
      </w:pPr>
      <w:r w:rsidRPr="00815F00">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5F93B394"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405D20E3" w14:textId="77777777" w:rsidR="00652EFD" w:rsidRDefault="00652EFD" w:rsidP="00652EFD">
      <w:pPr>
        <w:pStyle w:val="Text1-1"/>
      </w:pPr>
      <w:r>
        <w:t>Klasifikace předmětu veřejné zakázky</w:t>
      </w:r>
    </w:p>
    <w:p w14:paraId="4FC3826D" w14:textId="77777777" w:rsidR="00652EFD" w:rsidRPr="009E695F" w:rsidRDefault="00652EFD" w:rsidP="00652EFD">
      <w:pPr>
        <w:pStyle w:val="Text1-1"/>
        <w:numPr>
          <w:ilvl w:val="0"/>
          <w:numId w:val="0"/>
        </w:numPr>
        <w:spacing w:after="0"/>
        <w:ind w:left="737"/>
      </w:pPr>
      <w:r w:rsidRPr="009E695F">
        <w:t>kód CPV 71322000-1 Technické projekty pro provádění stavebně inženýrských prací</w:t>
      </w:r>
    </w:p>
    <w:p w14:paraId="1A6F60E6" w14:textId="77777777" w:rsidR="00652EFD" w:rsidRPr="009E695F" w:rsidRDefault="00652EFD" w:rsidP="00652EFD">
      <w:pPr>
        <w:pStyle w:val="Text1-1"/>
        <w:numPr>
          <w:ilvl w:val="0"/>
          <w:numId w:val="0"/>
        </w:numPr>
        <w:spacing w:after="0"/>
        <w:ind w:left="737"/>
      </w:pPr>
      <w:r w:rsidRPr="009E695F">
        <w:t>kód CPV 71311230-2 Železniční stavitelství</w:t>
      </w:r>
    </w:p>
    <w:p w14:paraId="3DE50E1A" w14:textId="77777777" w:rsidR="00652EFD" w:rsidRPr="009E695F" w:rsidRDefault="00652EFD" w:rsidP="00652EFD">
      <w:pPr>
        <w:pStyle w:val="Text1-1"/>
        <w:numPr>
          <w:ilvl w:val="0"/>
          <w:numId w:val="0"/>
        </w:numPr>
        <w:spacing w:after="0"/>
        <w:ind w:left="737"/>
      </w:pPr>
      <w:r w:rsidRPr="009E695F">
        <w:t>kód CPV 71317210-8 Poradenství v oblasti bezpečnosti a zdraví</w:t>
      </w:r>
    </w:p>
    <w:p w14:paraId="175ADE47" w14:textId="77777777" w:rsidR="00652EFD" w:rsidRDefault="00652EFD" w:rsidP="00E56880">
      <w:pPr>
        <w:pStyle w:val="Text1-1"/>
        <w:numPr>
          <w:ilvl w:val="0"/>
          <w:numId w:val="0"/>
        </w:numPr>
        <w:ind w:left="737"/>
      </w:pPr>
      <w:r w:rsidRPr="009E695F">
        <w:t>kód CPV 71248000-8 Dohled nad projektem a dokumentací</w:t>
      </w:r>
    </w:p>
    <w:p w14:paraId="140E13AD"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7B158B11" w14:textId="77777777" w:rsidR="0035531B" w:rsidRDefault="0035531B" w:rsidP="006F6B09">
      <w:pPr>
        <w:pStyle w:val="Nadpis1-1"/>
      </w:pPr>
      <w:bookmarkStart w:id="9" w:name="_Toc7169467"/>
      <w:r>
        <w:t>ZDROJE FINANCOVÁNÍ</w:t>
      </w:r>
      <w:r w:rsidR="00845C50">
        <w:t xml:space="preserve"> a </w:t>
      </w:r>
      <w:r>
        <w:t>PŘEDPOKLÁDANÁ HODNOTA VEŘEJNÉ ZAKÁZKY</w:t>
      </w:r>
      <w:bookmarkEnd w:id="9"/>
    </w:p>
    <w:p w14:paraId="0485065D" w14:textId="77777777" w:rsidR="0035531B" w:rsidRDefault="00DE01F1" w:rsidP="00191AB6">
      <w:pPr>
        <w:pStyle w:val="Text1-1"/>
      </w:pPr>
      <w:r>
        <w:t>U této zakázky se předpokládá, že bude financována z prostředků České republiky - Státního fondu dopravní infrastruktury</w:t>
      </w:r>
      <w:r w:rsidR="0035531B">
        <w:t>.</w:t>
      </w:r>
    </w:p>
    <w:p w14:paraId="7E51C292"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 Nové Město, Dlážděná 1003/7, PSČ 110 00 (zadavatel).</w:t>
      </w:r>
    </w:p>
    <w:p w14:paraId="21A2625D" w14:textId="3B6F2A62" w:rsidR="0035531B" w:rsidRDefault="0035531B" w:rsidP="0035531B">
      <w:pPr>
        <w:pStyle w:val="Text1-1"/>
      </w:pPr>
      <w:r>
        <w:t xml:space="preserve">Předpokládaná hodnota veřejné zakázky činí </w:t>
      </w:r>
      <w:r w:rsidR="004A2F6C">
        <w:rPr>
          <w:b/>
        </w:rPr>
        <w:t>26 800 000</w:t>
      </w:r>
      <w:r w:rsidR="00463BBF" w:rsidRPr="00463BBF">
        <w:rPr>
          <w:b/>
        </w:rPr>
        <w:t>,--</w:t>
      </w:r>
      <w:r>
        <w:t xml:space="preserve"> </w:t>
      </w:r>
      <w:r w:rsidRPr="00EB138E">
        <w:rPr>
          <w:b/>
        </w:rPr>
        <w:t>Kč</w:t>
      </w:r>
      <w:r>
        <w:t xml:space="preserve"> (bez DPH).</w:t>
      </w:r>
    </w:p>
    <w:p w14:paraId="6DA43F0F" w14:textId="77777777" w:rsidR="0035531B" w:rsidRDefault="0035531B" w:rsidP="006F6B09">
      <w:pPr>
        <w:pStyle w:val="Nadpis1-1"/>
      </w:pPr>
      <w:bookmarkStart w:id="10" w:name="_Toc7169468"/>
      <w:r>
        <w:t>OBSAH ZADÁVACÍ DOKUMENTACE</w:t>
      </w:r>
      <w:bookmarkEnd w:id="10"/>
      <w:r>
        <w:t xml:space="preserve"> </w:t>
      </w:r>
    </w:p>
    <w:p w14:paraId="511401E8"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79A0B02"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3BA50A84"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45914C09" w14:textId="77777777" w:rsidR="00ED116C" w:rsidRDefault="00ED116C" w:rsidP="00ED116C">
      <w:pPr>
        <w:pStyle w:val="Textbezslovn"/>
        <w:tabs>
          <w:tab w:val="left" w:pos="1701"/>
        </w:tabs>
        <w:ind w:left="1701" w:hanging="964"/>
      </w:pPr>
      <w:r>
        <w:lastRenderedPageBreak/>
        <w:t>Část 2</w:t>
      </w:r>
      <w:r>
        <w:tab/>
        <w:t>Pokyny pro dodavatele</w:t>
      </w:r>
    </w:p>
    <w:p w14:paraId="721EC630"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21A6263C"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7E159CF1" w14:textId="77777777" w:rsidR="00ED116C" w:rsidRDefault="00ED116C" w:rsidP="00ED116C">
      <w:pPr>
        <w:pStyle w:val="Text1-1"/>
        <w:numPr>
          <w:ilvl w:val="0"/>
          <w:numId w:val="0"/>
        </w:numPr>
        <w:spacing w:after="0"/>
        <w:ind w:left="737"/>
      </w:pPr>
      <w:r>
        <w:t>Samostatně uveřejňované přílohy:</w:t>
      </w:r>
    </w:p>
    <w:p w14:paraId="1E32BEE4" w14:textId="77777777" w:rsidR="00ED116C" w:rsidRDefault="00ED116C" w:rsidP="00ED116C">
      <w:pPr>
        <w:pStyle w:val="Textbezslovn"/>
        <w:tabs>
          <w:tab w:val="left" w:pos="1701"/>
        </w:tabs>
        <w:spacing w:after="0"/>
        <w:ind w:left="1701" w:hanging="964"/>
      </w:pPr>
      <w:r>
        <w:t>Část 2</w:t>
      </w:r>
      <w:r>
        <w:tab/>
        <w:t>Obchodní podmínky</w:t>
      </w:r>
    </w:p>
    <w:p w14:paraId="1BD1F5B1"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0CB3801" w14:textId="2EE7F1B1" w:rsidR="00ED116C" w:rsidRDefault="00ED116C" w:rsidP="00ED116C">
      <w:pPr>
        <w:pStyle w:val="Textbezslovn"/>
        <w:tabs>
          <w:tab w:val="left" w:pos="1701"/>
        </w:tabs>
        <w:spacing w:after="0"/>
        <w:ind w:left="1701" w:hanging="964"/>
      </w:pPr>
      <w:r>
        <w:t>Část 4</w:t>
      </w:r>
      <w:r>
        <w:tab/>
      </w:r>
      <w:r w:rsidRPr="00A0582B">
        <w:t xml:space="preserve">Všeobecné technické podmínky </w:t>
      </w:r>
    </w:p>
    <w:p w14:paraId="6F305ABF" w14:textId="77777777" w:rsidR="00ED116C" w:rsidRDefault="00ED116C" w:rsidP="00ED116C">
      <w:pPr>
        <w:pStyle w:val="Textbezslovn"/>
        <w:tabs>
          <w:tab w:val="left" w:pos="1701"/>
        </w:tabs>
        <w:ind w:left="1701" w:hanging="964"/>
      </w:pPr>
      <w:r>
        <w:t>Část 5</w:t>
      </w:r>
      <w:r>
        <w:tab/>
        <w:t xml:space="preserve">Zvláštní technické podmínky </w:t>
      </w:r>
      <w:r>
        <w:tab/>
      </w:r>
    </w:p>
    <w:p w14:paraId="2D16502B" w14:textId="77777777" w:rsidR="00ED116C" w:rsidRPr="00B4799B" w:rsidRDefault="00ED116C" w:rsidP="00ED116C">
      <w:pPr>
        <w:pStyle w:val="Textbezslovn"/>
        <w:tabs>
          <w:tab w:val="left" w:pos="1701"/>
        </w:tabs>
        <w:ind w:left="1701" w:hanging="964"/>
        <w:rPr>
          <w:b/>
        </w:rPr>
      </w:pPr>
      <w:r w:rsidRPr="00ED116C">
        <w:rPr>
          <w:b/>
        </w:rPr>
        <w:t>DÍL 3</w:t>
      </w:r>
      <w:r w:rsidRPr="00ED116C">
        <w:rPr>
          <w:b/>
        </w:rPr>
        <w:tab/>
      </w:r>
      <w:r w:rsidRPr="00B4799B">
        <w:rPr>
          <w:b/>
        </w:rPr>
        <w:t>VÝCHOZÍ A SOUVISEJÍCÍ PODKLADY PŘEDÁVANÉ ZADAVATELEM</w:t>
      </w:r>
    </w:p>
    <w:p w14:paraId="4C0E41FC" w14:textId="31F8E471" w:rsidR="00ED116C" w:rsidRPr="00B4799B" w:rsidRDefault="00ED116C" w:rsidP="003120FF">
      <w:pPr>
        <w:pStyle w:val="Textbezslovn"/>
        <w:tabs>
          <w:tab w:val="left" w:pos="1701"/>
        </w:tabs>
        <w:ind w:left="1701" w:hanging="964"/>
      </w:pPr>
      <w:r w:rsidRPr="00B4799B">
        <w:t>Část 1</w:t>
      </w:r>
      <w:r w:rsidRPr="00B4799B">
        <w:tab/>
      </w:r>
      <w:r w:rsidR="00463BBF" w:rsidRPr="00B4799B">
        <w:t xml:space="preserve">Záměr projektu </w:t>
      </w:r>
      <w:r w:rsidR="004A2F6C" w:rsidRPr="00D33223">
        <w:t>„Rekonstrukce ŽST Malá Skála“, zpracovatel PROJ</w:t>
      </w:r>
      <w:r w:rsidR="00C54976">
        <w:t>EKT servis spol. s r.o.</w:t>
      </w:r>
    </w:p>
    <w:p w14:paraId="5A063B82" w14:textId="03184841" w:rsidR="00463BBF" w:rsidRPr="00B4799B" w:rsidRDefault="00463BBF" w:rsidP="003120FF">
      <w:pPr>
        <w:pStyle w:val="Textbezslovn"/>
        <w:tabs>
          <w:tab w:val="left" w:pos="1701"/>
        </w:tabs>
        <w:ind w:left="1701" w:hanging="964"/>
      </w:pPr>
      <w:r w:rsidRPr="00B4799B">
        <w:tab/>
      </w:r>
    </w:p>
    <w:p w14:paraId="12D0AFF8" w14:textId="638967C0" w:rsidR="005A3D2F" w:rsidRPr="003F7793" w:rsidRDefault="0035531B" w:rsidP="00196E5C">
      <w:pPr>
        <w:pStyle w:val="Text1-1"/>
        <w:spacing w:after="0"/>
        <w:rPr>
          <w:rStyle w:val="Hypertextovodkaz"/>
          <w:noProof w:val="0"/>
          <w:color w:val="auto"/>
          <w:u w:val="none"/>
        </w:rPr>
      </w:pPr>
      <w:r w:rsidRPr="003F7793">
        <w:t>Zadávací dokumentace je přístupná na profilu zadavatele</w:t>
      </w:r>
      <w:r w:rsidR="005A3D2F" w:rsidRPr="003F7793">
        <w:t xml:space="preserve"> </w:t>
      </w:r>
      <w:hyperlink r:id="rId13" w:history="1">
        <w:r w:rsidR="002C7994" w:rsidRPr="0000488E">
          <w:rPr>
            <w:rStyle w:val="Hypertextovodkaz"/>
            <w:noProof w:val="0"/>
          </w:rPr>
          <w:t>https://zakazky.spravazeleznic.cz/</w:t>
        </w:r>
      </w:hyperlink>
      <w:r w:rsidRPr="003F7793">
        <w:t>,</w:t>
      </w:r>
      <w:r w:rsidR="00845C50" w:rsidRPr="003F7793">
        <w:t xml:space="preserve"> s </w:t>
      </w:r>
      <w:r w:rsidRPr="003F7793">
        <w:t>výjimkou oznámení</w:t>
      </w:r>
      <w:r w:rsidR="00092CC9" w:rsidRPr="003F7793">
        <w:t xml:space="preserve"> o </w:t>
      </w:r>
      <w:r w:rsidRPr="003F7793">
        <w:t>zahájení zadávacího řízení</w:t>
      </w:r>
      <w:r w:rsidR="002C7994">
        <w:br/>
      </w:r>
      <w:r w:rsidRPr="003F7793">
        <w:t>– veřejné služby, které je dostupné</w:t>
      </w:r>
      <w:r w:rsidR="00845C50" w:rsidRPr="003F7793">
        <w:t xml:space="preserve"> </w:t>
      </w:r>
      <w:r w:rsidRPr="003F7793">
        <w:t>na stránkách Věstníku veřejných zakázek dostupných z:</w:t>
      </w:r>
      <w:hyperlink r:id="rId14" w:history="1">
        <w:r w:rsidR="005A3D2F" w:rsidRPr="003F7793">
          <w:rPr>
            <w:rStyle w:val="Hypertextovodkaz"/>
            <w:noProof w:val="0"/>
          </w:rPr>
          <w:t>https://vestnikverejnychzakazek.cz/</w:t>
        </w:r>
      </w:hyperlink>
    </w:p>
    <w:p w14:paraId="29FCE851" w14:textId="77777777" w:rsidR="003F7793" w:rsidRPr="003F7793" w:rsidRDefault="003F7793" w:rsidP="003F7793">
      <w:pPr>
        <w:pStyle w:val="Text1-1"/>
        <w:numPr>
          <w:ilvl w:val="0"/>
          <w:numId w:val="0"/>
        </w:numPr>
        <w:spacing w:after="0"/>
        <w:ind w:left="737"/>
        <w:rPr>
          <w:highlight w:val="green"/>
        </w:rPr>
      </w:pPr>
    </w:p>
    <w:p w14:paraId="6AFB6A93" w14:textId="343C9C2C"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2C63A3">
        <w:t xml:space="preserve"> </w:t>
      </w:r>
      <w:hyperlink r:id="rId16" w:history="1">
        <w:r w:rsidR="00335B6F" w:rsidRPr="0000488E">
          <w:rPr>
            <w:rStyle w:val="Hypertextovodkaz"/>
            <w:noProof w:val="0"/>
          </w:rPr>
          <w:t>https://www.spravazeleznic.cz/</w:t>
        </w:r>
      </w:hyperlink>
      <w:r w:rsidR="002C63A3">
        <w:t xml:space="preserve"> (v sekci „O nás“ –&gt; „Vnitřní předpisy“ odkaz „Dokumenty a předpisy“).</w:t>
      </w:r>
    </w:p>
    <w:p w14:paraId="4A346D0F" w14:textId="77777777" w:rsidR="0035531B" w:rsidRDefault="0035531B" w:rsidP="005A3D2F">
      <w:pPr>
        <w:pStyle w:val="Text1-1"/>
        <w:numPr>
          <w:ilvl w:val="0"/>
          <w:numId w:val="0"/>
        </w:numPr>
        <w:spacing w:after="0"/>
        <w:ind w:left="737"/>
      </w:pPr>
    </w:p>
    <w:p w14:paraId="5848A267" w14:textId="77777777"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758B2DF8" w14:textId="77777777" w:rsidR="001D6E71" w:rsidRDefault="00ED116C" w:rsidP="0035531B">
      <w:pPr>
        <w:pStyle w:val="Text1-1"/>
      </w:pPr>
      <w:r w:rsidRPr="00ED116C">
        <w:t xml:space="preserve">Zadavatel sděluje, že následující části zadávací dokumentace vypracovala osoba odlišná od zadavatele, a to: </w:t>
      </w:r>
    </w:p>
    <w:p w14:paraId="776F7A27" w14:textId="363B5870" w:rsidR="00B9095E" w:rsidRPr="00B4799B" w:rsidRDefault="00B9095E" w:rsidP="00B9095E">
      <w:pPr>
        <w:pStyle w:val="Text1-1"/>
        <w:numPr>
          <w:ilvl w:val="0"/>
          <w:numId w:val="0"/>
        </w:numPr>
        <w:ind w:left="737"/>
      </w:pPr>
      <w:r w:rsidRPr="00B4799B">
        <w:t xml:space="preserve">Záměr projektu </w:t>
      </w:r>
      <w:r w:rsidR="00EE0667">
        <w:t>„Rekonstrukce ŽST Malá Skála“, PROJEKT servis spol. s r.o., U Elektry 830/2b, 198 00 Praha 9, IČ: 49823141.</w:t>
      </w:r>
    </w:p>
    <w:p w14:paraId="0AAE1C23" w14:textId="77777777" w:rsidR="0035531B" w:rsidRDefault="0035531B" w:rsidP="0035531B">
      <w:pPr>
        <w:pStyle w:val="Text1-1"/>
      </w:pPr>
      <w:r>
        <w:t>Pro vyloučení pochybností zadavatel uvádí, že ohledně této veřejné zakázky nevedl předběžné tržní konzultace.</w:t>
      </w:r>
    </w:p>
    <w:p w14:paraId="547A28D4" w14:textId="77777777" w:rsidR="0035531B" w:rsidRDefault="0035531B" w:rsidP="00CC4380">
      <w:pPr>
        <w:pStyle w:val="Nadpis1-1"/>
      </w:pPr>
      <w:bookmarkStart w:id="11" w:name="_Toc7169469"/>
      <w:r>
        <w:t>VYSVĚTLENÍ, ZMĚNY</w:t>
      </w:r>
      <w:r w:rsidR="00845C50">
        <w:t xml:space="preserve"> a </w:t>
      </w:r>
      <w:r>
        <w:t>DOPLNĚNÍ ZADÁVACÍ DOKUMENTACE</w:t>
      </w:r>
      <w:bookmarkEnd w:id="11"/>
      <w:r>
        <w:t xml:space="preserve"> </w:t>
      </w:r>
    </w:p>
    <w:p w14:paraId="6D7D3D1B" w14:textId="14CD5E74"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335B6F" w:rsidRPr="0000488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9E695F" w:rsidRPr="0000488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89E2AD1" w14:textId="77777777"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66DD976C" w14:textId="77777777" w:rsidR="0035531B" w:rsidRDefault="0035531B" w:rsidP="0035531B">
      <w:pPr>
        <w:pStyle w:val="Text1-1"/>
      </w:pPr>
      <w:r>
        <w:t>Zadavatel je</w:t>
      </w:r>
      <w:r w:rsidR="00092CC9">
        <w:t xml:space="preserve"> v </w:t>
      </w:r>
      <w:r>
        <w:t>souladu</w:t>
      </w:r>
      <w:r w:rsidR="00845C50">
        <w:t xml:space="preserve"> s </w:t>
      </w:r>
      <w:r>
        <w:t xml:space="preserve">ustanovením § 99 ZZVZ oprávněn dodatečně změnit či doplnit zadávací dokumentaci této veřejné zakázky před uplynutím lhůty pro podání nabídek. Každé doplnění či změna zadávací dokumentace bude uveřejněna nebo oznámena </w:t>
      </w:r>
      <w:r>
        <w:lastRenderedPageBreak/>
        <w:t>dodavatelům stejným způsobem jako zadávací podmínka, která byla změněna nebo doplněna.</w:t>
      </w:r>
    </w:p>
    <w:p w14:paraId="5E07020B" w14:textId="77777777" w:rsidR="0035531B" w:rsidRDefault="0035531B" w:rsidP="00CC4380">
      <w:pPr>
        <w:pStyle w:val="Nadpis1-1"/>
      </w:pPr>
      <w:bookmarkStart w:id="12" w:name="_Toc7169470"/>
      <w:r>
        <w:t>POŽADAVKY ZADAVATELE NA KVALIFIKACI</w:t>
      </w:r>
      <w:bookmarkEnd w:id="12"/>
    </w:p>
    <w:p w14:paraId="4DE64AD8"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16D21B0F" w14:textId="77777777" w:rsidR="0035531B" w:rsidRPr="00CC4380" w:rsidRDefault="0035531B" w:rsidP="0035531B">
      <w:pPr>
        <w:pStyle w:val="Text1-1"/>
        <w:rPr>
          <w:rStyle w:val="Tun9b"/>
        </w:rPr>
      </w:pPr>
      <w:r w:rsidRPr="00CC4380">
        <w:rPr>
          <w:rStyle w:val="Tun9b"/>
        </w:rPr>
        <w:t>Prokázání splnění základní způsobilosti:</w:t>
      </w:r>
    </w:p>
    <w:p w14:paraId="1564D915"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58E8AACE" w14:textId="77777777" w:rsidR="0035531B" w:rsidRDefault="0035531B" w:rsidP="00092CC9">
      <w:pPr>
        <w:pStyle w:val="Odrka1-1"/>
      </w:pPr>
      <w:r>
        <w:t>Způsobilým není dodavatel, který</w:t>
      </w:r>
    </w:p>
    <w:p w14:paraId="70ED992B"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6619FBE2"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DE0F149"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9952B6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3AADE20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BC4424A" w14:textId="77777777" w:rsidR="0035531B" w:rsidRDefault="0035531B" w:rsidP="00092CC9">
      <w:pPr>
        <w:pStyle w:val="Odrka1-1"/>
      </w:pPr>
      <w:r>
        <w:t xml:space="preserve">Způsob prokázání základní způsobilosti: </w:t>
      </w:r>
    </w:p>
    <w:p w14:paraId="732FE95F"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018CF36"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22D1FB19" w14:textId="77777777" w:rsidR="0035531B" w:rsidRDefault="0035531B" w:rsidP="00CC4380">
      <w:pPr>
        <w:pStyle w:val="Odrka1-2-"/>
      </w:pPr>
      <w:r>
        <w:t>potvrzení příslušného finančního úřadu ve vztahu</w:t>
      </w:r>
      <w:r w:rsidR="00BC6D2B">
        <w:t xml:space="preserve"> k </w:t>
      </w:r>
      <w:r>
        <w:t>§ 74 odst. 1 písm. b) ZZVZ;</w:t>
      </w:r>
    </w:p>
    <w:p w14:paraId="6C9AB590"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6343A18" w14:textId="77777777" w:rsidR="0035531B" w:rsidRDefault="0035531B" w:rsidP="00CC4380">
      <w:pPr>
        <w:pStyle w:val="Odrka1-2-"/>
      </w:pPr>
      <w:r>
        <w:t>písemného čestného prohlášení ve vztahu</w:t>
      </w:r>
      <w:r w:rsidR="00BC6D2B">
        <w:t xml:space="preserve"> k </w:t>
      </w:r>
      <w:r>
        <w:t xml:space="preserve">§ 74 odst. 1 písm. c) ZZVZ; </w:t>
      </w:r>
    </w:p>
    <w:p w14:paraId="1CA56A0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0E1A168"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AF9C6DB"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1B4EA29E" w14:textId="77777777" w:rsidR="0035531B" w:rsidRDefault="0035531B" w:rsidP="00CC4380">
      <w:pPr>
        <w:pStyle w:val="Textbezslovn"/>
        <w:ind w:left="1077"/>
      </w:pPr>
      <w:r>
        <w:lastRenderedPageBreak/>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2C13FD2" w14:textId="77777777" w:rsidR="0035531B" w:rsidRPr="00CC4380" w:rsidRDefault="0035531B" w:rsidP="0035531B">
      <w:pPr>
        <w:pStyle w:val="Text1-1"/>
        <w:rPr>
          <w:rStyle w:val="Tun9b"/>
        </w:rPr>
      </w:pPr>
      <w:r w:rsidRPr="00CC4380">
        <w:rPr>
          <w:rStyle w:val="Tun9b"/>
        </w:rPr>
        <w:t>Prokázání splnění profesní způsobilosti:</w:t>
      </w:r>
    </w:p>
    <w:p w14:paraId="3ABA2C83"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134A7389"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2A3F0F5C" w14:textId="77777777"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14:paraId="503D05ED" w14:textId="77777777" w:rsidR="001D6E71" w:rsidRPr="00B45DEB" w:rsidRDefault="001D6E71" w:rsidP="00BD5A0E">
      <w:pPr>
        <w:pStyle w:val="Odrka1-2-"/>
        <w:spacing w:after="0"/>
      </w:pPr>
      <w:r w:rsidRPr="00B45DEB">
        <w:t>projektovou činnost ve výstavbě</w:t>
      </w:r>
    </w:p>
    <w:p w14:paraId="50193634" w14:textId="77777777" w:rsidR="001D6E71" w:rsidRPr="00B45DEB" w:rsidRDefault="001D6E71" w:rsidP="00BD5A0E">
      <w:pPr>
        <w:pStyle w:val="Odrka1-2-"/>
        <w:spacing w:after="0"/>
      </w:pPr>
      <w:r w:rsidRPr="00B45DEB">
        <w:t>výkon zeměměřických činností</w:t>
      </w:r>
    </w:p>
    <w:p w14:paraId="4EFFB6B5" w14:textId="3FA7B9C6" w:rsidR="0035531B" w:rsidRPr="00B45DEB" w:rsidRDefault="0035531B" w:rsidP="00D912E7">
      <w:pPr>
        <w:pStyle w:val="Odrka1-2-"/>
        <w:numPr>
          <w:ilvl w:val="0"/>
          <w:numId w:val="0"/>
        </w:numPr>
        <w:spacing w:after="0"/>
        <w:ind w:left="1531"/>
      </w:pPr>
    </w:p>
    <w:p w14:paraId="43110A1B" w14:textId="77777777" w:rsidR="0035531B" w:rsidRDefault="0035531B" w:rsidP="00CC4380">
      <w:pPr>
        <w:pStyle w:val="Textbezslovn"/>
        <w:ind w:left="1077"/>
      </w:pPr>
    </w:p>
    <w:p w14:paraId="7FBD8B2A" w14:textId="77777777" w:rsidR="0035531B" w:rsidRDefault="0035531B" w:rsidP="00092CC9">
      <w:pPr>
        <w:pStyle w:val="Odrka1-1"/>
      </w:pPr>
      <w:r>
        <w:t>Odborná způsobilost:</w:t>
      </w:r>
    </w:p>
    <w:p w14:paraId="2590D6E6" w14:textId="05346D43" w:rsidR="00BD5A0E" w:rsidRDefault="00BD5A0E" w:rsidP="00BD5A0E">
      <w:pPr>
        <w:pStyle w:val="Odrka1-2-"/>
      </w:pPr>
      <w:r>
        <w:t xml:space="preserve">Zadavatel požaduje předložení dokladu o autorizaci v rozsahu dle § 5 odst. 3 písm. </w:t>
      </w:r>
      <w:r w:rsidR="00D912E7" w:rsidRPr="00D912E7">
        <w:rPr>
          <w:b/>
        </w:rPr>
        <w:t>a),</w:t>
      </w:r>
      <w:r w:rsidR="00D912E7">
        <w:t xml:space="preserve"> </w:t>
      </w:r>
      <w:r w:rsidR="00D51CE7" w:rsidRPr="00D51CE7">
        <w:rPr>
          <w:b/>
        </w:rPr>
        <w:t>b), d), e)</w:t>
      </w:r>
      <w:r w:rsidRPr="00D51CE7">
        <w:rPr>
          <w:b/>
        </w:rPr>
        <w:t xml:space="preserve"> </w:t>
      </w:r>
      <w:r w:rsidR="00D51CE7" w:rsidRPr="00D51CE7">
        <w:rPr>
          <w:b/>
        </w:rPr>
        <w:t>a i)</w:t>
      </w:r>
      <w:r w:rsidR="00D51CE7" w:rsidRPr="00D51CE7">
        <w:t xml:space="preserve"> </w:t>
      </w:r>
      <w:r>
        <w:t>zákona č. 360/1992 Sb., o výkonu povolání autorizovaných architektů a o výkonu povolání autorizovaných inženýrů a techniků činných ve výstavbě, ve znění pozdějších předpisů.</w:t>
      </w:r>
    </w:p>
    <w:p w14:paraId="40910D25" w14:textId="77777777" w:rsidR="00BD5A0E" w:rsidRDefault="00BD5A0E" w:rsidP="00BD5A0E">
      <w:pPr>
        <w:pStyle w:val="Odrka1-2-"/>
      </w:pPr>
      <w:r>
        <w:t>Zadavatel požaduje předložení úředního oprávnění pro ověřování výsledků zeměměřických činností v rozsahu dle § 13 odst. 1 písm</w:t>
      </w:r>
      <w:r w:rsidRPr="004415E4">
        <w:t xml:space="preserve">. </w:t>
      </w:r>
      <w:r w:rsidRPr="004415E4">
        <w:rPr>
          <w:b/>
        </w:rPr>
        <w:t xml:space="preserve">a) </w:t>
      </w:r>
      <w:r w:rsidRPr="004415E4">
        <w:t>a</w:t>
      </w:r>
      <w:r w:rsidRPr="004415E4">
        <w:rPr>
          <w:b/>
        </w:rPr>
        <w:t xml:space="preserve"> c)</w:t>
      </w:r>
      <w:r w:rsidRPr="004415E4">
        <w:t xml:space="preserve"> zákona č. 200/1994 Sb., o zeměměřictví a o změně a doplnění některých</w:t>
      </w:r>
      <w:r>
        <w:t xml:space="preserve"> zákonů souvisejících s jeho zavedením, ve znění pozdějších předpisů.</w:t>
      </w:r>
    </w:p>
    <w:p w14:paraId="17B22B3F" w14:textId="77777777" w:rsidR="00BD5A0E" w:rsidRDefault="00BD5A0E" w:rsidP="00BD5A0E">
      <w:pPr>
        <w:pStyle w:val="Odrka1-2-"/>
      </w:pPr>
      <w:r>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2931CB75" w14:textId="77777777" w:rsidR="00BD5A0E" w:rsidRPr="00232736" w:rsidRDefault="00BD5A0E" w:rsidP="00BD5A0E">
      <w:pPr>
        <w:pStyle w:val="Odrka1-2-"/>
      </w:pPr>
      <w:r w:rsidRPr="00232736">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76570A7D" w14:textId="77777777" w:rsidR="00BD5A0E" w:rsidRPr="00232736" w:rsidRDefault="00BD5A0E" w:rsidP="00BD5A0E">
      <w:pPr>
        <w:pStyle w:val="Odrka1-2-"/>
      </w:pPr>
      <w:r w:rsidRPr="00232736">
        <w:t>Zadavatel požaduje předložení pověření k hodnocení nebezpečných vlastností odpadů dle § 7 zákona č. 185/2001 Sb., o odpadech a o změně některých dalších zákonů, ve znění pozdějších předpisů.</w:t>
      </w:r>
    </w:p>
    <w:p w14:paraId="043A4617"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w:t>
      </w:r>
      <w:r>
        <w:lastRenderedPageBreak/>
        <w:t xml:space="preserve">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4A9F8A64"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658CF458" w14:textId="77777777" w:rsidR="00A15641" w:rsidRDefault="00A15641" w:rsidP="00BD5A0E">
      <w:pPr>
        <w:pStyle w:val="Odrka1-2-"/>
        <w:numPr>
          <w:ilvl w:val="0"/>
          <w:numId w:val="0"/>
        </w:numPr>
        <w:ind w:left="1077"/>
      </w:pPr>
    </w:p>
    <w:p w14:paraId="6B86C1E3"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2BC90D37" w14:textId="77777777"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5B0CB23F" w14:textId="2F3ECE3E" w:rsidR="00392730" w:rsidRPr="009E695F" w:rsidRDefault="00392730" w:rsidP="00392730">
      <w:pPr>
        <w:pStyle w:val="Textbezslovn"/>
      </w:pPr>
      <w:r w:rsidRPr="009E695F">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00876379" w:rsidRPr="009E695F">
        <w:t xml:space="preserve">ve stupni projektové </w:t>
      </w:r>
      <w:r w:rsidRPr="009E695F">
        <w:t>dokumentace pro společné povolení (DUSP)</w:t>
      </w:r>
      <w:r w:rsidR="009445C5" w:rsidRPr="009E695F">
        <w:t xml:space="preserve"> nebo ve společném stupni projektové dokumentace pro společné povolení a projektové dokumentace pro provádění stavby (DUSP+PDPS)</w:t>
      </w:r>
      <w:r w:rsidRPr="009E695F">
        <w:t xml:space="preserve"> pro stavby železničních drah ve smyslu § 5 odst. 1 a </w:t>
      </w:r>
      <w:r w:rsidR="00381608" w:rsidRPr="009E695F">
        <w:t>§ 3 odst. 1</w:t>
      </w:r>
      <w:r w:rsidRPr="009E695F">
        <w:t xml:space="preserve"> zák. č. 266/1994 Sb., o dráhách, ve znění pozdějších předpisů. Za službu obdobného charakteru, resp. projektové práce spočívající ve zhotovení projektové dokumentace DSP nebo DSP+PDPS nebo DUSP</w:t>
      </w:r>
      <w:r w:rsidR="009445C5" w:rsidRPr="009E695F">
        <w:t xml:space="preserve"> nebo DUSP+PDSP</w:t>
      </w:r>
      <w:r w:rsidRPr="009E695F">
        <w:t>, zadavatel považuje rovněž provedení aktualizace projektové dokumentace ve stupni DSP nebo DSP+PDPS nebo DUSP</w:t>
      </w:r>
      <w:r w:rsidR="009445C5" w:rsidRPr="009E695F">
        <w:t xml:space="preserve"> nebo DUSP+PDSP</w:t>
      </w:r>
      <w:r w:rsidRPr="009E695F">
        <w:t>.</w:t>
      </w:r>
    </w:p>
    <w:p w14:paraId="111F0EBB" w14:textId="77777777" w:rsidR="00392730" w:rsidRPr="009E695F" w:rsidRDefault="00392730" w:rsidP="00392730">
      <w:pPr>
        <w:pStyle w:val="Textbezslovn"/>
      </w:pPr>
      <w:r w:rsidRPr="009E695F">
        <w:t xml:space="preserve">Za významné služby obdobného charakteru se pokládají pouze takové služby obdobného charakteru, jejichž předmětem byly následující činnosti uvedené níže v tomto článku pod písm. </w:t>
      </w:r>
      <w:r w:rsidR="0044589D" w:rsidRPr="009E695F">
        <w:t>a)</w:t>
      </w:r>
      <w:r w:rsidR="00AF3F2E" w:rsidRPr="009E695F">
        <w:t>,</w:t>
      </w:r>
      <w:r w:rsidR="0044589D" w:rsidRPr="009E695F">
        <w:t xml:space="preserve"> b) </w:t>
      </w:r>
      <w:r w:rsidRPr="009E695F">
        <w:t>(dále jen „</w:t>
      </w:r>
      <w:r w:rsidRPr="009E695F">
        <w:rPr>
          <w:b/>
        </w:rPr>
        <w:t>významné služby</w:t>
      </w:r>
      <w:r w:rsidRPr="009E695F">
        <w:t xml:space="preserve">“). Dodavatel musí informacemi uvedenými v předloženém seznamu významných služeb prokázat, že v uvedeném období poskytl významné služby, jejichž předmětem byly mimo jiné následující činnosti: </w:t>
      </w:r>
    </w:p>
    <w:p w14:paraId="6F84C85D" w14:textId="78B1CC90" w:rsidR="00392730" w:rsidRPr="009E695F" w:rsidRDefault="00F962AD" w:rsidP="007979AA">
      <w:pPr>
        <w:pStyle w:val="Odstavec1-1a"/>
        <w:numPr>
          <w:ilvl w:val="0"/>
          <w:numId w:val="12"/>
        </w:numPr>
      </w:pPr>
      <w:r w:rsidRPr="009E695F">
        <w:rPr>
          <w:rFonts w:ascii="Verdana" w:hAnsi="Verdana"/>
        </w:rPr>
        <w:t>zpracování projektové dokumentace ve stupni DSP nebo DSP+PDPS nebo DUSP nebo DUSP+PDSP pr</w:t>
      </w:r>
      <w:r w:rsidR="0061198A" w:rsidRPr="009E695F">
        <w:rPr>
          <w:rFonts w:ascii="Verdana" w:hAnsi="Verdana"/>
        </w:rPr>
        <w:t xml:space="preserve">o rekonstrukci nebo novostavbu </w:t>
      </w:r>
      <w:r w:rsidRPr="009E695F">
        <w:rPr>
          <w:rFonts w:ascii="Verdana" w:hAnsi="Verdana"/>
        </w:rPr>
        <w:t xml:space="preserve">železniční trati </w:t>
      </w:r>
      <w:r w:rsidR="0061198A" w:rsidRPr="009E695F">
        <w:rPr>
          <w:rFonts w:ascii="Verdana" w:hAnsi="Verdana"/>
        </w:rPr>
        <w:t xml:space="preserve">včetně zabezpečovacího zařízení </w:t>
      </w:r>
      <w:r w:rsidRPr="009E695F">
        <w:rPr>
          <w:rFonts w:ascii="Verdana" w:hAnsi="Verdana"/>
        </w:rPr>
        <w:t>v</w:t>
      </w:r>
      <w:r w:rsidR="0061198A" w:rsidRPr="009E695F">
        <w:rPr>
          <w:rFonts w:ascii="Verdana" w:hAnsi="Verdana"/>
        </w:rPr>
        <w:t xml:space="preserve"> souhrnné </w:t>
      </w:r>
      <w:r w:rsidRPr="009E695F">
        <w:rPr>
          <w:rFonts w:ascii="Verdana" w:hAnsi="Verdana"/>
        </w:rPr>
        <w:t xml:space="preserve">délce traťového úseku minimálně 4 km </w:t>
      </w:r>
      <w:r w:rsidR="0061198A" w:rsidRPr="009E695F">
        <w:rPr>
          <w:rFonts w:ascii="Verdana" w:hAnsi="Verdana"/>
        </w:rPr>
        <w:t>jako ½ souhrnné délky traťového úseku zadávané zakázky, která obsahuje minimálně jednu železniční stanici</w:t>
      </w:r>
      <w:r w:rsidR="00392730" w:rsidRPr="009E695F">
        <w:t>,</w:t>
      </w:r>
    </w:p>
    <w:p w14:paraId="54078CF9" w14:textId="2C8DB444" w:rsidR="00392730" w:rsidRPr="00DE02FD" w:rsidRDefault="003E7FD3" w:rsidP="007979AA">
      <w:pPr>
        <w:pStyle w:val="Odstavec1-1a"/>
        <w:numPr>
          <w:ilvl w:val="0"/>
          <w:numId w:val="12"/>
        </w:numPr>
      </w:pPr>
      <w:r w:rsidRPr="00DE02FD">
        <w:t xml:space="preserve">zajištění </w:t>
      </w:r>
      <w:r w:rsidR="009254B4" w:rsidRPr="00DE02FD">
        <w:t>stavebního povolení</w:t>
      </w:r>
      <w:r w:rsidRPr="00DE02FD">
        <w:t xml:space="preserve"> nebo společného povolení, kterým se stavba umisťuje a povoluje</w:t>
      </w:r>
      <w:r w:rsidR="00DE02FD" w:rsidRPr="00DE02FD">
        <w:t xml:space="preserve">, </w:t>
      </w:r>
      <w:r w:rsidRPr="00DE02FD">
        <w:t>včetně zpracování agendy majetkoprávního vypořádání pro rekonstrukci nebo novostavbu železniční trati nebo železniční stanice</w:t>
      </w:r>
      <w:r w:rsidR="00392730" w:rsidRPr="00DE02FD">
        <w:t xml:space="preserve">. </w:t>
      </w:r>
    </w:p>
    <w:p w14:paraId="40B80998" w14:textId="77777777" w:rsidR="00392730" w:rsidRDefault="00392730" w:rsidP="00392730">
      <w:pPr>
        <w:pStyle w:val="Textbezslovn"/>
      </w:pPr>
      <w:r w:rsidRPr="00826312">
        <w:rPr>
          <w:b/>
        </w:rPr>
        <w:t>Každá z činností uvedených pod písm. a), b</w:t>
      </w:r>
      <w:r w:rsidR="00826312" w:rsidRPr="00826312">
        <w:rPr>
          <w:b/>
        </w:rPr>
        <w:t xml:space="preserve">) </w:t>
      </w:r>
      <w:r w:rsidRPr="00826312">
        <w:rPr>
          <w:b/>
        </w:rPr>
        <w:t>musí být</w:t>
      </w:r>
      <w:r w:rsidRPr="00392730">
        <w:rPr>
          <w:b/>
        </w:rPr>
        <w:t xml:space="preserve"> doložena alespoň ve dvou referenčních zakázkách (významných službách).</w:t>
      </w:r>
    </w:p>
    <w:p w14:paraId="6F54DD97" w14:textId="77777777" w:rsidR="00392730" w:rsidRDefault="00392730" w:rsidP="00392730">
      <w:pPr>
        <w:pStyle w:val="Textbezslovn"/>
      </w:pPr>
      <w:r w:rsidRPr="00826312">
        <w:t xml:space="preserve">Parametry, resp. požadavky na obsahovou náplň činností, uvedené výše pod písm. </w:t>
      </w:r>
      <w:r w:rsidR="00826312" w:rsidRPr="00826312">
        <w:t>a), b),</w:t>
      </w:r>
      <w:r>
        <w:t xml:space="preserve"> lze splnit všechny současně v rámci jedné referenční zakázky (významné služby), ale připouští se i splnění požadavků dle písm. </w:t>
      </w:r>
      <w:r w:rsidR="00826312" w:rsidRPr="00826312">
        <w:t xml:space="preserve">a), b) </w:t>
      </w:r>
      <w:r w:rsidRPr="00826312">
        <w:t>odděleně</w:t>
      </w:r>
      <w:r>
        <w:t xml:space="preserve"> v několika referenčních zakázkách. Každá z těchto referenčních zakázek však musí vždy samostatně dosahovat alespoň minimální úrovně všech požadavků dle písm</w:t>
      </w:r>
      <w:r w:rsidRPr="00826312">
        <w:t xml:space="preserve">. a) nebo b) </w:t>
      </w:r>
      <w:r>
        <w:t xml:space="preserve">výše, takže požadavky na obsahovou náplň činností uvedených výše pod jednotlivými písm. </w:t>
      </w:r>
      <w:r w:rsidRPr="00826312">
        <w:t xml:space="preserve">a) nebo b) </w:t>
      </w:r>
      <w:r>
        <w:t>nelze za účelem prokázání technické kvalifikace sčítat z více referenční</w:t>
      </w:r>
      <w:r w:rsidR="00826312">
        <w:t>ch zakázek (významných služeb).</w:t>
      </w:r>
    </w:p>
    <w:p w14:paraId="25C5CDBD" w14:textId="5F3A5106" w:rsidR="00392730" w:rsidRDefault="00392730" w:rsidP="00392730">
      <w:pPr>
        <w:pStyle w:val="Textbezslovn"/>
      </w:pPr>
      <w:r>
        <w:t xml:space="preserve">Celkový součet cen významných služeb za posledních 8 let před zahájením zadávacího řízení, které dodavatel poskytl, musí dosahovat v souhrnu, včetně případných poddodávek, minimálně </w:t>
      </w:r>
      <w:r w:rsidR="008E6EF4">
        <w:rPr>
          <w:b/>
        </w:rPr>
        <w:t>2</w:t>
      </w:r>
      <w:r w:rsidR="007A4A57">
        <w:rPr>
          <w:b/>
        </w:rPr>
        <w:t>1</w:t>
      </w:r>
      <w:r w:rsidR="00826312">
        <w:rPr>
          <w:b/>
        </w:rPr>
        <w:t> 000 000,-</w:t>
      </w:r>
      <w:r>
        <w:t xml:space="preserve"> </w:t>
      </w:r>
      <w:r w:rsidRPr="00392730">
        <w:rPr>
          <w:b/>
        </w:rPr>
        <w:t>Kč</w:t>
      </w:r>
      <w:r>
        <w:t xml:space="preserve"> bez DPH, přičemž alespoň jedna významná služba musí dosahovat ceny nejméně </w:t>
      </w:r>
      <w:r w:rsidR="007A4A57">
        <w:rPr>
          <w:b/>
        </w:rPr>
        <w:t>8</w:t>
      </w:r>
      <w:r w:rsidR="00826312">
        <w:rPr>
          <w:b/>
        </w:rPr>
        <w:t> </w:t>
      </w:r>
      <w:r w:rsidR="008E6EF4">
        <w:rPr>
          <w:b/>
        </w:rPr>
        <w:t>0</w:t>
      </w:r>
      <w:r w:rsidR="00826312">
        <w:rPr>
          <w:b/>
        </w:rPr>
        <w:t xml:space="preserve">00 000,- </w:t>
      </w:r>
      <w:r w:rsidRPr="00392730">
        <w:rPr>
          <w:b/>
        </w:rPr>
        <w:t>Kč</w:t>
      </w:r>
      <w:r>
        <w:t xml:space="preserve"> bez DPH. </w:t>
      </w:r>
    </w:p>
    <w:p w14:paraId="30728415" w14:textId="77777777" w:rsidR="00392730" w:rsidRDefault="00392730" w:rsidP="00392730">
      <w:pPr>
        <w:pStyle w:val="Textbezslovn"/>
      </w:pPr>
      <w:r>
        <w:t xml:space="preserve">Seznam významných služeb bude předložen ve formě dle vzorového formuláře obsaženého v Příloze č. 4 těchto Pokynů. V předloženém seznamu musí být uvedeny </w:t>
      </w:r>
      <w:r>
        <w:lastRenderedPageBreak/>
        <w:t>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železnic, státní organizace. Zadavatel si vyhrazuje právo ověřit správnost údajů uvedených v seznamu významných služeb.</w:t>
      </w:r>
    </w:p>
    <w:p w14:paraId="3441EADA" w14:textId="2CFBA19F" w:rsidR="00392730" w:rsidRDefault="00392730" w:rsidP="00392730">
      <w:pPr>
        <w:pStyle w:val="Textbezslovn"/>
      </w:pPr>
      <w:r>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projektové práce ve stupni DSP nebo DSP+PDPS nebo DUSP </w:t>
      </w:r>
      <w:r w:rsidR="008E778B">
        <w:t xml:space="preserve">nebo DUSP+PDSP </w:t>
      </w:r>
      <w:r>
        <w:t xml:space="preserve">pro stavby železničních drah) součástí rozsáhlejšího plnění pro objednatele významné služby (např. kromě zpracování projektové dokumentace měl dodavatel vykonávat i autorský dozor při realizaci stavby apod.) postačí, pokud je dokončeno plnění v rozsahu referované činnosti (tj. projektové práce ve stupni DSP nebo DSP+PDPS nebo DUSP </w:t>
      </w:r>
      <w:r w:rsidR="008E778B">
        <w:t xml:space="preserve">nebo DUSP+PDSP </w:t>
      </w:r>
      <w:r>
        <w:t>pro stavby železničních drah).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5FDB8323" w14:textId="6601C5F9" w:rsidR="00392730" w:rsidRDefault="00392730" w:rsidP="00392730">
      <w:pPr>
        <w:pStyle w:val="Textbezslovn"/>
      </w:pPr>
      <w:r>
        <w:t xml:space="preserve">Pro odstranění pochybností zadavatel upřesňuje, že pro potřeby doložení referenčních zakázek (významných služeb) se zakázka na projektové práce ve stupni DSP nebo DSP+PDPS nebo DUSP </w:t>
      </w:r>
      <w:r w:rsidR="008E778B">
        <w:t xml:space="preserve">nebo DUSP+PDSP </w:t>
      </w:r>
      <w:r>
        <w:t>považuje za dokončenou předáním kompletní DSP nebo DSP+PDPS nebo DUSP</w:t>
      </w:r>
      <w:r w:rsidR="008E778B" w:rsidRPr="008E778B">
        <w:t xml:space="preserve"> </w:t>
      </w:r>
      <w:r w:rsidR="008E778B">
        <w:t>nebo DUSP+PDSP</w:t>
      </w:r>
      <w:r>
        <w:t xml:space="preserve">, příp. jejich kompletní aktualizace, objednateli po zapracování všech připomínek ze strany objednatele, a to bez případného podání žádosti o stavební povolení nebo společné povolení, je-li součástí plnění zakázky. </w:t>
      </w:r>
    </w:p>
    <w:p w14:paraId="0342BCAC"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24CB5A0" w14:textId="77777777" w:rsidR="00392730" w:rsidRDefault="00392730" w:rsidP="007979AA">
      <w:pPr>
        <w:pStyle w:val="Odstavec1-1a"/>
        <w:numPr>
          <w:ilvl w:val="0"/>
          <w:numId w:val="13"/>
        </w:numPr>
        <w:spacing w:after="0"/>
      </w:pPr>
      <w:r>
        <w:t>společně s jinými dodavateli, a to v rozsahu, v jakém se na plnění zakázky podílel, nebo</w:t>
      </w:r>
    </w:p>
    <w:p w14:paraId="43E09C3C" w14:textId="77777777" w:rsidR="00392730" w:rsidRDefault="00392730" w:rsidP="007979AA">
      <w:pPr>
        <w:pStyle w:val="Odstavec1-1a"/>
        <w:numPr>
          <w:ilvl w:val="0"/>
          <w:numId w:val="13"/>
        </w:numPr>
      </w:pPr>
      <w:r>
        <w:t>jako poddodavatel, a to v rozsahu, v jakém se na plnění zakázky podílel.</w:t>
      </w:r>
    </w:p>
    <w:p w14:paraId="1AD683DD"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328D7580" w14:textId="77777777" w:rsidR="0035531B" w:rsidRPr="00930B79" w:rsidRDefault="0035531B" w:rsidP="0035531B">
      <w:pPr>
        <w:pStyle w:val="Text1-1"/>
        <w:rPr>
          <w:rStyle w:val="Tun9b"/>
        </w:rPr>
      </w:pPr>
      <w:r w:rsidRPr="00930B79">
        <w:rPr>
          <w:rStyle w:val="Tun9b"/>
        </w:rPr>
        <w:t>Technická kvalifikace – seznam odborného personálu:</w:t>
      </w:r>
    </w:p>
    <w:p w14:paraId="77E17C86" w14:textId="77777777" w:rsidR="009E1AEE" w:rsidRDefault="009E1AEE" w:rsidP="009E1AEE">
      <w:pPr>
        <w:pStyle w:val="Textbezslovn"/>
      </w:pPr>
      <w:r>
        <w:t xml:space="preserve">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w:t>
      </w:r>
      <w:r>
        <w:lastRenderedPageBreak/>
        <w:t>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20731665" w14:textId="77777777" w:rsidR="009E1AEE" w:rsidRPr="006A7E0C" w:rsidRDefault="009E1AEE" w:rsidP="009E1AEE">
      <w:pPr>
        <w:pStyle w:val="Textbezslovn"/>
      </w:pPr>
      <w:r>
        <w:t xml:space="preserve">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w:t>
      </w:r>
      <w:r w:rsidRPr="006A7E0C">
        <w:t>předkládaných dokumentů):</w:t>
      </w:r>
    </w:p>
    <w:p w14:paraId="7A2EE1F3" w14:textId="77777777" w:rsidR="009E1AEE" w:rsidRPr="004E2DE8" w:rsidRDefault="009E1AEE" w:rsidP="007979AA">
      <w:pPr>
        <w:pStyle w:val="Odstavec1-1a"/>
        <w:numPr>
          <w:ilvl w:val="0"/>
          <w:numId w:val="19"/>
        </w:numPr>
        <w:rPr>
          <w:b/>
        </w:rPr>
      </w:pPr>
      <w:r w:rsidRPr="004E2DE8">
        <w:rPr>
          <w:b/>
        </w:rPr>
        <w:t xml:space="preserve">vedoucí týmu </w:t>
      </w:r>
    </w:p>
    <w:p w14:paraId="739F2F7F" w14:textId="77777777" w:rsidR="009E1AEE" w:rsidRPr="006A7E0C" w:rsidRDefault="009E1AEE" w:rsidP="009E1AEE">
      <w:pPr>
        <w:pStyle w:val="Odrka1-2-"/>
      </w:pPr>
      <w:r w:rsidRPr="006A7E0C">
        <w:t xml:space="preserve">vysokoškolské vzdělání; nejméně 5 let praxe v projektování obdobných zakázek, které obsahovaly alespoň následující činnosti: projektování </w:t>
      </w:r>
      <w:r w:rsidR="006A7E0C" w:rsidRPr="006A7E0C">
        <w:t>železničních drah</w:t>
      </w:r>
      <w:r w:rsidRPr="006A7E0C">
        <w:t xml:space="preserve">; </w:t>
      </w:r>
    </w:p>
    <w:p w14:paraId="3CEDFDAB" w14:textId="77777777" w:rsidR="009E1AEE" w:rsidRPr="006A7E0C" w:rsidRDefault="009E1AEE" w:rsidP="009E1AEE">
      <w:pPr>
        <w:pStyle w:val="Odrka1-2-"/>
      </w:pPr>
      <w:r w:rsidRPr="006A7E0C">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11295D92" w14:textId="1EECD3B1" w:rsidR="009E1AEE" w:rsidRDefault="009E1AEE" w:rsidP="009E1AEE">
      <w:pPr>
        <w:pStyle w:val="Odrka1-2-"/>
      </w:pPr>
      <w:r w:rsidRPr="006A7E0C">
        <w:t xml:space="preserve">prokázat zkušenosti s plněním alespoň dvou jmenovitě uvedených zakázek na projektové práce pro stavby železničních drah ve stupni DSP nebo DSP+PDPS nebo DUSP </w:t>
      </w:r>
      <w:r w:rsidR="008E778B">
        <w:t xml:space="preserve">nebo DUSP+PDSP </w:t>
      </w:r>
      <w:r w:rsidRPr="006A7E0C">
        <w:t xml:space="preserve">ve funkci vedoucího týmu, přičemž se musí jednat o zakázky dokončené, avšak zadavatel nestanoví maximální lhůtu, ve které musely být </w:t>
      </w:r>
      <w:r w:rsidRPr="003A1EB4">
        <w:t>zakázky dokončeny; pokud byla referovaná činnost součástí rozsáhlejšího plnění pro objednatele služby (např. kromě zpracování projektové dokumentace měl dodavatel vykonávat i autorský dozor) postačí, pokud je dokončeno plněn</w:t>
      </w:r>
      <w:r w:rsidR="00355D2A" w:rsidRPr="003A1EB4">
        <w:t>í v rozsahu referované činnosti;</w:t>
      </w:r>
      <w:r w:rsidRPr="003A1EB4">
        <w:t xml:space="preserve">  </w:t>
      </w:r>
    </w:p>
    <w:p w14:paraId="668E5962" w14:textId="77777777" w:rsidR="00196E5C" w:rsidRPr="003A1EB4" w:rsidRDefault="00196E5C" w:rsidP="00196E5C">
      <w:pPr>
        <w:pStyle w:val="Odrka1-2-"/>
        <w:numPr>
          <w:ilvl w:val="0"/>
          <w:numId w:val="0"/>
        </w:numPr>
        <w:ind w:left="1531"/>
      </w:pPr>
    </w:p>
    <w:p w14:paraId="7AF75259" w14:textId="77777777" w:rsidR="009E1AEE" w:rsidRPr="003A1EB4" w:rsidRDefault="009E1AEE" w:rsidP="0077382B">
      <w:pPr>
        <w:pStyle w:val="Odstavec1-1a"/>
        <w:rPr>
          <w:b/>
        </w:rPr>
      </w:pPr>
      <w:r w:rsidRPr="003A1EB4">
        <w:rPr>
          <w:b/>
        </w:rPr>
        <w:t>specialista na železniční svršek a spodek</w:t>
      </w:r>
    </w:p>
    <w:p w14:paraId="7D1F15E4" w14:textId="77777777" w:rsidR="00355D2A" w:rsidRPr="003A1EB4" w:rsidRDefault="009E1AEE" w:rsidP="00355D2A">
      <w:pPr>
        <w:pStyle w:val="Odrka1-2-"/>
      </w:pPr>
      <w:r w:rsidRPr="003A1EB4">
        <w:t xml:space="preserve">vysokoškolské vzdělání; </w:t>
      </w:r>
    </w:p>
    <w:p w14:paraId="2C97CBE2" w14:textId="77777777" w:rsidR="00355D2A" w:rsidRPr="003A1EB4" w:rsidRDefault="009E1AEE" w:rsidP="00355D2A">
      <w:pPr>
        <w:pStyle w:val="Odrka1-2-"/>
      </w:pPr>
      <w:r w:rsidRPr="003A1EB4">
        <w:t xml:space="preserve">nejméně 5 let praxe ve svém oboru v projektování obdobných zakázek; </w:t>
      </w:r>
    </w:p>
    <w:p w14:paraId="15B28E1F" w14:textId="3316FA85" w:rsidR="005D1B1B" w:rsidRDefault="009E1AEE" w:rsidP="00355D2A">
      <w:pPr>
        <w:pStyle w:val="Odrka1-2-"/>
      </w:pPr>
      <w:r w:rsidRPr="003A1EB4">
        <w:t>autorizace v rozsahu dle § 5 odst. 3 písm. b) autorizačního zákona, tedy pro dopravní stavby;</w:t>
      </w:r>
    </w:p>
    <w:p w14:paraId="3DA55531" w14:textId="010A07B0" w:rsidR="005D1B1B" w:rsidRPr="003A1EB4" w:rsidRDefault="005D1B1B" w:rsidP="005D1B1B">
      <w:pPr>
        <w:pStyle w:val="Odstavec1-1a"/>
        <w:rPr>
          <w:b/>
        </w:rPr>
      </w:pPr>
      <w:r w:rsidRPr="003A1EB4">
        <w:rPr>
          <w:b/>
        </w:rPr>
        <w:t xml:space="preserve">specialista na </w:t>
      </w:r>
      <w:r>
        <w:rPr>
          <w:b/>
        </w:rPr>
        <w:t>pozemní stavby</w:t>
      </w:r>
    </w:p>
    <w:p w14:paraId="0AC1FB31" w14:textId="77777777" w:rsidR="005D1B1B" w:rsidRPr="003A1EB4" w:rsidRDefault="005D1B1B" w:rsidP="005D1B1B">
      <w:pPr>
        <w:pStyle w:val="Odrka1-2-"/>
      </w:pPr>
      <w:r w:rsidRPr="003A1EB4">
        <w:t xml:space="preserve">vysokoškolské vzdělání; </w:t>
      </w:r>
    </w:p>
    <w:p w14:paraId="4ECE37BA" w14:textId="77777777" w:rsidR="005D1B1B" w:rsidRPr="003A1EB4" w:rsidRDefault="005D1B1B" w:rsidP="005D1B1B">
      <w:pPr>
        <w:pStyle w:val="Odrka1-2-"/>
      </w:pPr>
      <w:r w:rsidRPr="003A1EB4">
        <w:t xml:space="preserve">nejméně 5 let praxe ve svém oboru v projektování obdobných zakázek; </w:t>
      </w:r>
    </w:p>
    <w:p w14:paraId="13958B06" w14:textId="5A8E2AAE" w:rsidR="005D1B1B" w:rsidRDefault="005D1B1B" w:rsidP="00196E5C">
      <w:pPr>
        <w:pStyle w:val="Odrka1-2-"/>
        <w:numPr>
          <w:ilvl w:val="0"/>
          <w:numId w:val="0"/>
        </w:numPr>
        <w:ind w:left="1531"/>
      </w:pPr>
      <w:r w:rsidRPr="003A1EB4">
        <w:t xml:space="preserve">autorizace v rozsahu dle § 5 odst. 3 písm. </w:t>
      </w:r>
      <w:r>
        <w:t>a</w:t>
      </w:r>
      <w:r w:rsidRPr="003A1EB4">
        <w:t xml:space="preserve">) autorizačního zákona, tedy pro </w:t>
      </w:r>
      <w:r>
        <w:t>pozemní</w:t>
      </w:r>
      <w:r w:rsidRPr="003A1EB4">
        <w:t xml:space="preserve"> stavby;</w:t>
      </w:r>
    </w:p>
    <w:p w14:paraId="5229425E" w14:textId="27231555" w:rsidR="005D1B1B" w:rsidRPr="00764E34" w:rsidRDefault="005D1B1B" w:rsidP="005D1B1B">
      <w:pPr>
        <w:pStyle w:val="Odstavec1-1a"/>
        <w:rPr>
          <w:b/>
        </w:rPr>
      </w:pPr>
      <w:r w:rsidRPr="00764E34">
        <w:rPr>
          <w:b/>
        </w:rPr>
        <w:t xml:space="preserve">specialista </w:t>
      </w:r>
      <w:r>
        <w:rPr>
          <w:b/>
        </w:rPr>
        <w:t>na silnoproud</w:t>
      </w:r>
      <w:r w:rsidR="00196E5C">
        <w:rPr>
          <w:b/>
        </w:rPr>
        <w:t>ou technologii</w:t>
      </w:r>
    </w:p>
    <w:p w14:paraId="13E3E352" w14:textId="77777777" w:rsidR="005D1B1B" w:rsidRPr="00764E34" w:rsidRDefault="005D1B1B" w:rsidP="005D1B1B">
      <w:pPr>
        <w:pStyle w:val="Odrka1-2-"/>
      </w:pPr>
      <w:r w:rsidRPr="00764E34">
        <w:t xml:space="preserve">vysokoškolské vzdělání; </w:t>
      </w:r>
    </w:p>
    <w:p w14:paraId="28948C18" w14:textId="77777777" w:rsidR="005D1B1B" w:rsidRPr="00764E34" w:rsidRDefault="005D1B1B" w:rsidP="005D1B1B">
      <w:pPr>
        <w:pStyle w:val="Odrka1-2-"/>
      </w:pPr>
      <w:r w:rsidRPr="00764E34">
        <w:t>nejméně 5 let praxe ve svém oboru v projektování obdobných zakázek;</w:t>
      </w:r>
    </w:p>
    <w:p w14:paraId="65CF3D3F" w14:textId="56F3C6C8" w:rsidR="005D1B1B" w:rsidRDefault="005D1B1B" w:rsidP="005D1B1B">
      <w:pPr>
        <w:pStyle w:val="Odrka1-2-"/>
      </w:pPr>
      <w:r w:rsidRPr="00764E34">
        <w:t>autorizace v rozsahu dle § 5 odst. 3 písm. e) autorizačního zákona, tedy v oboru technologická zařízení staveb;</w:t>
      </w:r>
    </w:p>
    <w:p w14:paraId="32697E70" w14:textId="73068232" w:rsidR="005D1B1B" w:rsidRPr="00764E34" w:rsidRDefault="005D1B1B" w:rsidP="005D1B1B">
      <w:pPr>
        <w:pStyle w:val="Odstavec1-1a"/>
        <w:rPr>
          <w:b/>
        </w:rPr>
      </w:pPr>
      <w:r w:rsidRPr="00764E34">
        <w:rPr>
          <w:b/>
        </w:rPr>
        <w:t xml:space="preserve">specialista </w:t>
      </w:r>
      <w:r>
        <w:rPr>
          <w:b/>
        </w:rPr>
        <w:t xml:space="preserve">na </w:t>
      </w:r>
      <w:r w:rsidR="00196E5C">
        <w:rPr>
          <w:b/>
        </w:rPr>
        <w:t>mostní a inženýrské konstrukce</w:t>
      </w:r>
      <w:r>
        <w:rPr>
          <w:b/>
        </w:rPr>
        <w:t xml:space="preserve"> </w:t>
      </w:r>
    </w:p>
    <w:p w14:paraId="14244A42" w14:textId="77777777" w:rsidR="005D1B1B" w:rsidRPr="00764E34" w:rsidRDefault="005D1B1B" w:rsidP="005D1B1B">
      <w:pPr>
        <w:pStyle w:val="Odrka1-2-"/>
      </w:pPr>
      <w:r w:rsidRPr="00764E34">
        <w:t xml:space="preserve">vysokoškolské vzdělání; </w:t>
      </w:r>
    </w:p>
    <w:p w14:paraId="4F4188F6" w14:textId="77777777" w:rsidR="005D1B1B" w:rsidRPr="00764E34" w:rsidRDefault="005D1B1B" w:rsidP="005D1B1B">
      <w:pPr>
        <w:pStyle w:val="Odrka1-2-"/>
      </w:pPr>
      <w:r w:rsidRPr="00764E34">
        <w:t>nejméně 5 let praxe ve svém oboru v projektování obdobných zakázek;</w:t>
      </w:r>
    </w:p>
    <w:p w14:paraId="567560E9" w14:textId="51D5CED6" w:rsidR="009E1AEE" w:rsidRPr="003A1EB4" w:rsidRDefault="005D1B1B" w:rsidP="005D1B1B">
      <w:pPr>
        <w:pStyle w:val="Odrka1-2-"/>
        <w:numPr>
          <w:ilvl w:val="0"/>
          <w:numId w:val="0"/>
        </w:numPr>
        <w:ind w:left="1531"/>
      </w:pPr>
      <w:r w:rsidRPr="00764E34">
        <w:lastRenderedPageBreak/>
        <w:t xml:space="preserve">autorizace v rozsahu dle § 5 odst. 3 písm. </w:t>
      </w:r>
      <w:r w:rsidR="00196E5C">
        <w:t>d</w:t>
      </w:r>
      <w:r w:rsidRPr="00764E34">
        <w:t xml:space="preserve">) autorizačního zákona, tedy v oboru </w:t>
      </w:r>
      <w:r w:rsidR="00196E5C">
        <w:t>mosty a inženýrské konstrukce</w:t>
      </w:r>
      <w:r w:rsidRPr="00764E34">
        <w:t>;</w:t>
      </w:r>
      <w:r w:rsidR="009E1AEE" w:rsidRPr="003A1EB4">
        <w:t xml:space="preserve"> </w:t>
      </w:r>
    </w:p>
    <w:p w14:paraId="7D17A183" w14:textId="6811B347" w:rsidR="009E1AEE" w:rsidRPr="00764E34" w:rsidRDefault="009E1AEE" w:rsidP="0077382B">
      <w:pPr>
        <w:pStyle w:val="Odstavec1-1a"/>
        <w:rPr>
          <w:b/>
        </w:rPr>
      </w:pPr>
      <w:r w:rsidRPr="00764E34">
        <w:rPr>
          <w:b/>
        </w:rPr>
        <w:t xml:space="preserve">specialista </w:t>
      </w:r>
      <w:r w:rsidR="005D1B1B">
        <w:rPr>
          <w:b/>
        </w:rPr>
        <w:t xml:space="preserve">na </w:t>
      </w:r>
      <w:r w:rsidR="00FA6F53">
        <w:rPr>
          <w:b/>
        </w:rPr>
        <w:t xml:space="preserve">sdělovací </w:t>
      </w:r>
      <w:r w:rsidRPr="00764E34">
        <w:rPr>
          <w:b/>
        </w:rPr>
        <w:t>zařízení</w:t>
      </w:r>
    </w:p>
    <w:p w14:paraId="0E9C1894" w14:textId="77777777" w:rsidR="00355D2A" w:rsidRPr="00764E34" w:rsidRDefault="009E1AEE" w:rsidP="00355D2A">
      <w:pPr>
        <w:pStyle w:val="Odrka1-2-"/>
      </w:pPr>
      <w:r w:rsidRPr="00764E34">
        <w:t xml:space="preserve">vysokoškolské vzdělání; </w:t>
      </w:r>
    </w:p>
    <w:p w14:paraId="15678E28" w14:textId="77777777" w:rsidR="00355D2A" w:rsidRPr="00764E34" w:rsidRDefault="009E1AEE" w:rsidP="00355D2A">
      <w:pPr>
        <w:pStyle w:val="Odrka1-2-"/>
      </w:pPr>
      <w:r w:rsidRPr="00764E34">
        <w:t>nejméně 5 let praxe ve svém oboru v projektování obdobných zakázek;</w:t>
      </w:r>
    </w:p>
    <w:p w14:paraId="5AB005F6" w14:textId="77777777" w:rsidR="005D1B1B" w:rsidRDefault="009E1AEE" w:rsidP="00355D2A">
      <w:pPr>
        <w:pStyle w:val="Odrka1-2-"/>
      </w:pPr>
      <w:r w:rsidRPr="00764E34">
        <w:t>autorizace v rozsahu dle § 5 odst. 3 písm. e) autorizačního zákona, tedy v oboru technologická zařízení staveb;</w:t>
      </w:r>
    </w:p>
    <w:p w14:paraId="40E0BE41" w14:textId="6DDF3BDD" w:rsidR="005D1B1B" w:rsidRPr="00764E34" w:rsidRDefault="009E1AEE" w:rsidP="005D1B1B">
      <w:pPr>
        <w:pStyle w:val="Odstavec1-1a"/>
        <w:rPr>
          <w:b/>
        </w:rPr>
      </w:pPr>
      <w:r w:rsidRPr="00764E34">
        <w:t xml:space="preserve"> </w:t>
      </w:r>
      <w:r w:rsidR="005D1B1B" w:rsidRPr="00764E34">
        <w:rPr>
          <w:b/>
        </w:rPr>
        <w:t>specialista na zabezpečovací zařízení</w:t>
      </w:r>
    </w:p>
    <w:p w14:paraId="08EF9391" w14:textId="77777777" w:rsidR="005D1B1B" w:rsidRPr="00764E34" w:rsidRDefault="005D1B1B" w:rsidP="005D1B1B">
      <w:pPr>
        <w:pStyle w:val="Odrka1-2-"/>
      </w:pPr>
      <w:r w:rsidRPr="00764E34">
        <w:t xml:space="preserve">vysokoškolské vzdělání; </w:t>
      </w:r>
    </w:p>
    <w:p w14:paraId="69FCCDE2" w14:textId="77777777" w:rsidR="005D1B1B" w:rsidRPr="00764E34" w:rsidRDefault="005D1B1B" w:rsidP="005D1B1B">
      <w:pPr>
        <w:pStyle w:val="Odrka1-2-"/>
      </w:pPr>
      <w:r w:rsidRPr="00764E34">
        <w:t>nejméně 5 let praxe ve svém oboru v projektování obdobných zakázek;</w:t>
      </w:r>
    </w:p>
    <w:p w14:paraId="22733763" w14:textId="06B2ED47" w:rsidR="005D1B1B" w:rsidRDefault="005D1B1B" w:rsidP="005D1B1B">
      <w:pPr>
        <w:pStyle w:val="Odrka1-2-"/>
      </w:pPr>
      <w:r w:rsidRPr="00764E34">
        <w:t>autorizace v rozsahu dle § 5 odst. 3 písm. e) autorizačního zákona, tedy v oboru technologická zařízení staveb;</w:t>
      </w:r>
    </w:p>
    <w:p w14:paraId="3F88B506" w14:textId="77777777" w:rsidR="005D1B1B" w:rsidRPr="004E2DE8" w:rsidRDefault="005D1B1B" w:rsidP="005D1B1B">
      <w:pPr>
        <w:pStyle w:val="Odstavec1-1a"/>
        <w:rPr>
          <w:b/>
        </w:rPr>
      </w:pPr>
      <w:r w:rsidRPr="004E2DE8">
        <w:rPr>
          <w:b/>
        </w:rPr>
        <w:t xml:space="preserve">specialista na geotechniku </w:t>
      </w:r>
    </w:p>
    <w:p w14:paraId="7A9587D5" w14:textId="77777777" w:rsidR="005D1B1B" w:rsidRPr="004E2DE8" w:rsidRDefault="005D1B1B" w:rsidP="005D1B1B">
      <w:pPr>
        <w:pStyle w:val="Odrka1-2-"/>
      </w:pPr>
      <w:r w:rsidRPr="004E2DE8">
        <w:t xml:space="preserve">vysokoškolské vzdělání; </w:t>
      </w:r>
    </w:p>
    <w:p w14:paraId="558902B8" w14:textId="77777777" w:rsidR="005D1B1B" w:rsidRPr="004E2DE8" w:rsidRDefault="005D1B1B" w:rsidP="005D1B1B">
      <w:pPr>
        <w:pStyle w:val="Odrka1-2-"/>
      </w:pPr>
      <w:r w:rsidRPr="004E2DE8">
        <w:t xml:space="preserve">nejméně 5 let praxe v projektování v oboru své specializace; </w:t>
      </w:r>
    </w:p>
    <w:p w14:paraId="043A2EEE" w14:textId="0E29892E" w:rsidR="005D1B1B" w:rsidRPr="00AF4978" w:rsidRDefault="005D1B1B" w:rsidP="005D1B1B">
      <w:pPr>
        <w:pStyle w:val="Odrka1-2-"/>
        <w:rPr>
          <w:b/>
        </w:rPr>
      </w:pPr>
      <w:r w:rsidRPr="004E2DE8">
        <w:t>autorizace v rozsahu dle § 5 odst. 3 písm. i) autorizačního zákona, tedy v oboru geotechnika;</w:t>
      </w:r>
    </w:p>
    <w:p w14:paraId="00F0F2A3" w14:textId="20DAAC7B" w:rsidR="00AF4978" w:rsidRPr="004E2DE8" w:rsidRDefault="00AF4978" w:rsidP="00AF4978">
      <w:pPr>
        <w:pStyle w:val="Odstavec1-1a"/>
        <w:rPr>
          <w:b/>
        </w:rPr>
      </w:pPr>
      <w:r w:rsidRPr="004E2DE8">
        <w:rPr>
          <w:b/>
        </w:rPr>
        <w:t xml:space="preserve">specialista na </w:t>
      </w:r>
      <w:r>
        <w:rPr>
          <w:b/>
        </w:rPr>
        <w:t>požární bezpečnost</w:t>
      </w:r>
    </w:p>
    <w:p w14:paraId="36990FA3" w14:textId="0BF47D0D" w:rsidR="00AF4978" w:rsidRPr="004E2DE8" w:rsidRDefault="00AF4978" w:rsidP="00AF4978">
      <w:pPr>
        <w:pStyle w:val="Odrka1-2-"/>
      </w:pPr>
      <w:r>
        <w:t>minimálně středoškolské</w:t>
      </w:r>
      <w:r w:rsidRPr="004E2DE8">
        <w:t xml:space="preserve"> vzdělání; </w:t>
      </w:r>
    </w:p>
    <w:p w14:paraId="28F9B171" w14:textId="204870BE" w:rsidR="00AF4978" w:rsidRPr="004E2DE8" w:rsidRDefault="00AF4978" w:rsidP="00AF4978">
      <w:pPr>
        <w:pStyle w:val="Odrka1-2-"/>
      </w:pPr>
      <w:r w:rsidRPr="004E2DE8">
        <w:t xml:space="preserve">nejméně </w:t>
      </w:r>
      <w:r>
        <w:t>3</w:t>
      </w:r>
      <w:r w:rsidRPr="004E2DE8">
        <w:t xml:space="preserve"> </w:t>
      </w:r>
      <w:r>
        <w:t>roky</w:t>
      </w:r>
      <w:r w:rsidRPr="004E2DE8">
        <w:t xml:space="preserve"> praxe v projektování v oboru své specializace; </w:t>
      </w:r>
    </w:p>
    <w:p w14:paraId="6A806DAB" w14:textId="326E576E" w:rsidR="00AF4978" w:rsidRPr="00AF4978" w:rsidRDefault="00AF4978" w:rsidP="004632E6">
      <w:pPr>
        <w:pStyle w:val="Odrka1-2-"/>
        <w:numPr>
          <w:ilvl w:val="0"/>
          <w:numId w:val="0"/>
        </w:numPr>
        <w:ind w:left="1531"/>
        <w:rPr>
          <w:b/>
        </w:rPr>
      </w:pPr>
      <w:r w:rsidRPr="004E2DE8">
        <w:t xml:space="preserve">autorizace v rozsahu dle § 5 odst. 3 písm. </w:t>
      </w:r>
      <w:r>
        <w:t>j</w:t>
      </w:r>
      <w:r w:rsidRPr="004E2DE8">
        <w:t xml:space="preserve">) autorizačního zákona, tedy v oboru </w:t>
      </w:r>
      <w:r>
        <w:t>požární bezpečnost staveb</w:t>
      </w:r>
      <w:r w:rsidRPr="004E2DE8">
        <w:t>;</w:t>
      </w:r>
    </w:p>
    <w:p w14:paraId="681DCD43" w14:textId="77777777" w:rsidR="009E1AEE" w:rsidRPr="00764E34" w:rsidRDefault="009E1AEE" w:rsidP="0077382B">
      <w:pPr>
        <w:pStyle w:val="Odstavec1-1a"/>
        <w:rPr>
          <w:b/>
        </w:rPr>
      </w:pPr>
      <w:r w:rsidRPr="00764E34">
        <w:rPr>
          <w:b/>
        </w:rPr>
        <w:t>specialista na životní prostředí</w:t>
      </w:r>
    </w:p>
    <w:p w14:paraId="5A587082" w14:textId="77777777" w:rsidR="00355D2A" w:rsidRPr="00764E34" w:rsidRDefault="009E1AEE" w:rsidP="00355D2A">
      <w:pPr>
        <w:pStyle w:val="Odrka1-2-"/>
      </w:pPr>
      <w:r w:rsidRPr="00764E34">
        <w:t xml:space="preserve">vysokoškolské vzdělání; </w:t>
      </w:r>
    </w:p>
    <w:p w14:paraId="0DE11E05" w14:textId="77777777" w:rsidR="00355D2A" w:rsidRPr="00764E34" w:rsidRDefault="009E1AEE" w:rsidP="00355D2A">
      <w:pPr>
        <w:pStyle w:val="Odrka1-2-"/>
      </w:pPr>
      <w:r w:rsidRPr="00764E34">
        <w:t xml:space="preserve">nejméně 5 let praxe v projektování v oboru své specializace nebo v posuzování vlivů na životní prostředí; </w:t>
      </w:r>
    </w:p>
    <w:p w14:paraId="104963C9" w14:textId="77777777" w:rsidR="009E1AEE" w:rsidRPr="00764E34" w:rsidRDefault="009E1AEE" w:rsidP="0077382B">
      <w:pPr>
        <w:pStyle w:val="Odstavec1-1a"/>
        <w:rPr>
          <w:b/>
        </w:rPr>
      </w:pPr>
      <w:r w:rsidRPr="00764E34">
        <w:rPr>
          <w:b/>
        </w:rPr>
        <w:t>úředně oprávněný zeměměřický inženýr</w:t>
      </w:r>
    </w:p>
    <w:p w14:paraId="6A85D1CF" w14:textId="77777777" w:rsidR="00355D2A" w:rsidRPr="00764E34" w:rsidRDefault="009E1AEE" w:rsidP="00355D2A">
      <w:pPr>
        <w:pStyle w:val="Odrka1-2-"/>
      </w:pPr>
      <w:r w:rsidRPr="00764E34">
        <w:t xml:space="preserve">vysokoškolské vzdělání; </w:t>
      </w:r>
    </w:p>
    <w:p w14:paraId="2ACEF074" w14:textId="77777777" w:rsidR="00355D2A" w:rsidRPr="00764E34" w:rsidRDefault="009E1AEE" w:rsidP="00355D2A">
      <w:pPr>
        <w:pStyle w:val="Odrka1-2-"/>
      </w:pPr>
      <w:r w:rsidRPr="00764E34">
        <w:t xml:space="preserve">nejméně 5 let praxe ve svém oboru; </w:t>
      </w:r>
    </w:p>
    <w:p w14:paraId="5FEB6E73" w14:textId="77777777" w:rsidR="009E1AEE" w:rsidRPr="00764E34" w:rsidRDefault="009E1AEE" w:rsidP="00355D2A">
      <w:pPr>
        <w:pStyle w:val="Odrka1-2-"/>
      </w:pPr>
      <w:r w:rsidRPr="00764E34">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0263E04B" w14:textId="77777777" w:rsidR="009E1AEE" w:rsidRPr="00764E34" w:rsidRDefault="009E1AEE" w:rsidP="0077382B">
      <w:pPr>
        <w:pStyle w:val="Odstavec1-1a"/>
        <w:rPr>
          <w:b/>
        </w:rPr>
      </w:pPr>
      <w:r w:rsidRPr="00764E34">
        <w:rPr>
          <w:b/>
        </w:rPr>
        <w:t xml:space="preserve">koordinátor BOZP </w:t>
      </w:r>
    </w:p>
    <w:p w14:paraId="4CA048DB" w14:textId="77777777" w:rsidR="00355D2A" w:rsidRPr="00764E34" w:rsidRDefault="009E1AEE" w:rsidP="00355D2A">
      <w:pPr>
        <w:pStyle w:val="Odrka1-2-"/>
      </w:pPr>
      <w:r w:rsidRPr="00764E34">
        <w:t xml:space="preserve">minimálně středoškolské vzdělání; </w:t>
      </w:r>
    </w:p>
    <w:p w14:paraId="3C17C876" w14:textId="77777777" w:rsidR="00355D2A" w:rsidRPr="00764E34" w:rsidRDefault="009E1AEE" w:rsidP="00355D2A">
      <w:pPr>
        <w:pStyle w:val="Odrka1-2-"/>
      </w:pPr>
      <w:r w:rsidRPr="00764E34">
        <w:t xml:space="preserve">nejméně 3 roky praxe ve svém oboru; </w:t>
      </w:r>
    </w:p>
    <w:p w14:paraId="77722B9C" w14:textId="77777777" w:rsidR="009E1AEE" w:rsidRPr="00764E34" w:rsidRDefault="009E1AEE" w:rsidP="00764E34">
      <w:pPr>
        <w:pStyle w:val="Odrka1-2-"/>
      </w:pPr>
      <w:r w:rsidRPr="00764E34">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14:paraId="71FFEA38" w14:textId="77777777" w:rsidR="009E1AEE" w:rsidRPr="00764E34" w:rsidRDefault="009E1AEE" w:rsidP="0077382B">
      <w:pPr>
        <w:pStyle w:val="Odstavec1-1a"/>
        <w:rPr>
          <w:b/>
        </w:rPr>
      </w:pPr>
      <w:r w:rsidRPr="00764E34">
        <w:rPr>
          <w:b/>
        </w:rPr>
        <w:t>specialista na inženýrskou činnost</w:t>
      </w:r>
    </w:p>
    <w:p w14:paraId="01C94B93" w14:textId="77777777" w:rsidR="00355D2A" w:rsidRPr="00764E34" w:rsidRDefault="009E1AEE" w:rsidP="00355D2A">
      <w:pPr>
        <w:pStyle w:val="Odrka1-2-"/>
      </w:pPr>
      <w:r w:rsidRPr="00764E34">
        <w:t xml:space="preserve">minimálně středoškolské vzdělání; </w:t>
      </w:r>
    </w:p>
    <w:p w14:paraId="2265092A" w14:textId="77777777" w:rsidR="009E1AEE" w:rsidRPr="00764E34" w:rsidRDefault="009E1AEE" w:rsidP="00355D2A">
      <w:pPr>
        <w:pStyle w:val="Odrka1-2-"/>
      </w:pPr>
      <w:r w:rsidRPr="00764E34">
        <w:t>nejméně 5 let praxe při provádění služeb spočívajících mimo jiné ve výkonu inženýrské činnosti pro vydání stavebního povolení nebo společného povolení včetn</w:t>
      </w:r>
      <w:r w:rsidR="008E778B">
        <w:t>ě majetkoprávní přípravy staveb.</w:t>
      </w:r>
    </w:p>
    <w:p w14:paraId="191D6408" w14:textId="2F47A216" w:rsidR="009E1AEE" w:rsidRDefault="009E1AEE" w:rsidP="00A066DE">
      <w:pPr>
        <w:pStyle w:val="Textbezslovn"/>
        <w:spacing w:before="240"/>
      </w:pPr>
      <w:r w:rsidRPr="00B035B6">
        <w:rPr>
          <w:b/>
        </w:rPr>
        <w:lastRenderedPageBreak/>
        <w:t>Obdobnými zakázkami</w:t>
      </w:r>
      <w:r>
        <w:t xml:space="preserve"> se u příslušných členů odborného personálu, u kterých je požadována praxe v projektování obdobných zakázek, rozumí projektové práce ve stupni DSP nebo DSP+PDPS nebo DUSP</w:t>
      </w:r>
      <w:r w:rsidR="008E778B" w:rsidRPr="008E778B">
        <w:t xml:space="preserve"> </w:t>
      </w:r>
      <w:r w:rsidR="008E778B">
        <w:t>nebo DUSP+PDSP</w:t>
      </w:r>
      <w:r>
        <w:t xml:space="preserve">, příp. jejich aktualizace, pro stavby železničních drah ve smyslu § 5 odst. 1 a § 3 odst. 1 zák. č. 266/1994 Sb., o dráhách, ve znění pozdějších předpisů. </w:t>
      </w:r>
    </w:p>
    <w:p w14:paraId="1793543C" w14:textId="77777777"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0A1346A9" w14:textId="77777777"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208A721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7A480577" w14:textId="77777777" w:rsidR="009E1AEE" w:rsidRDefault="009E1AEE" w:rsidP="009E1AEE">
      <w:pPr>
        <w:pStyle w:val="Textbezslovn"/>
      </w:pPr>
      <w:r>
        <w:t>Zadavatel si vyhrazuje právo ověřit pravdivost údajů o zkušenostech vedoucího týmu,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14:paraId="3806A503"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71F52473"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6484511A"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43284011" w14:textId="77777777" w:rsidR="0035531B" w:rsidRPr="0006499F" w:rsidRDefault="0035531B" w:rsidP="0035531B">
      <w:pPr>
        <w:pStyle w:val="Text1-1"/>
        <w:rPr>
          <w:rStyle w:val="Tun9b"/>
        </w:rPr>
      </w:pPr>
      <w:r w:rsidRPr="0006499F">
        <w:rPr>
          <w:rStyle w:val="Tun9b"/>
        </w:rPr>
        <w:t>Požadavek na prokázání kvalifikace poddodavatele</w:t>
      </w:r>
    </w:p>
    <w:p w14:paraId="7A2E9C0C" w14:textId="77777777" w:rsidR="0035531B" w:rsidRDefault="0035531B" w:rsidP="0006499F">
      <w:pPr>
        <w:pStyle w:val="Textbezslovn"/>
      </w:pPr>
      <w:r>
        <w:lastRenderedPageBreak/>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69256A5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5B6CD6A1"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7972CE94"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46BF9C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7D5A246D"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06346156"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286DDE9"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2AFBF9EE"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1FAFE17A"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3969B9C5"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8089A1A"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w:t>
      </w:r>
      <w:r>
        <w:lastRenderedPageBreak/>
        <w:t>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D0CA19F"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18A14A39"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7EA9311D"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3BCE1F85"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6D9C0010" w14:textId="77777777" w:rsidR="006C21E8" w:rsidRDefault="006C21E8" w:rsidP="006C21E8">
      <w:pPr>
        <w:pStyle w:val="Odrka1-1"/>
      </w:pPr>
      <w:r>
        <w:t>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14BB6259" w14:textId="77777777" w:rsidR="006C21E8" w:rsidRDefault="006C21E8" w:rsidP="006C21E8">
      <w:pPr>
        <w:pStyle w:val="Odrka1-1"/>
      </w:pPr>
      <w:r>
        <w:lastRenderedPageBreak/>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73B89F9C"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CD0151E" w14:textId="77777777" w:rsidR="006C21E8" w:rsidRPr="008E6EF4" w:rsidRDefault="006C21E8" w:rsidP="006C21E8">
      <w:pPr>
        <w:pStyle w:val="Odrka1-1"/>
      </w:pPr>
      <w:r w:rsidRPr="008E6EF4">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25C6D3AD" w14:textId="77777777" w:rsidR="006C21E8" w:rsidRPr="008E6EF4" w:rsidRDefault="006C21E8" w:rsidP="006C21E8">
      <w:pPr>
        <w:pStyle w:val="Odrka1-1"/>
      </w:pPr>
      <w:r w:rsidRPr="008E6EF4">
        <w:t xml:space="preserve">Informace k doložení pověření k hodnocení nebezpečných vlastností odpadů dle § 7 zákona č. 185/2001 Sb., o odpadech a o změně některých dalších zákonů,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57B35B07"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B80AD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2D839D4A"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2D35DD8D" w14:textId="77777777" w:rsidR="0035531B" w:rsidRDefault="0035531B" w:rsidP="0006499F">
      <w:pPr>
        <w:pStyle w:val="Textbezslovn"/>
      </w:pPr>
      <w:r>
        <w:t>Dodavatel je</w:t>
      </w:r>
      <w:r w:rsidR="00092CC9">
        <w:t xml:space="preserve"> v </w:t>
      </w:r>
      <w:r>
        <w:t>takovém případě povinen zadavateli předložit:</w:t>
      </w:r>
    </w:p>
    <w:p w14:paraId="06813082" w14:textId="77777777" w:rsidR="0035531B" w:rsidRDefault="0035531B" w:rsidP="0006499F">
      <w:pPr>
        <w:pStyle w:val="Odrka1-1"/>
      </w:pPr>
      <w:r>
        <w:lastRenderedPageBreak/>
        <w:t>doklady</w:t>
      </w:r>
      <w:r w:rsidR="00092CC9">
        <w:t xml:space="preserve"> o </w:t>
      </w:r>
      <w:r>
        <w:t>splnění základní způsobilosti podle § 74 ZZVZ jinou sobou,</w:t>
      </w:r>
    </w:p>
    <w:p w14:paraId="252EAD3E" w14:textId="77777777" w:rsidR="0035531B" w:rsidRDefault="0035531B" w:rsidP="0006499F">
      <w:pPr>
        <w:pStyle w:val="Odrka1-1"/>
      </w:pPr>
      <w:r>
        <w:t xml:space="preserve">doklady prokazující splnění profesní způsobilosti podle § 77 odst. 1 ZZVZ jinou osobou, </w:t>
      </w:r>
    </w:p>
    <w:p w14:paraId="0AB8D7FA" w14:textId="77777777" w:rsidR="0035531B" w:rsidRDefault="0035531B" w:rsidP="0006499F">
      <w:pPr>
        <w:pStyle w:val="Odrka1-1"/>
      </w:pPr>
      <w:r>
        <w:t>doklady prokazující splnění chybějící části kvalifikace prostřednictvím jiné osoby a</w:t>
      </w:r>
    </w:p>
    <w:p w14:paraId="70424AFD"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3A43BC74"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53A18163"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75ED853C"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341D3992"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03669BB" w14:textId="77777777" w:rsidR="0035531B" w:rsidRDefault="0035531B" w:rsidP="00193D8F">
      <w:pPr>
        <w:pStyle w:val="Nadpis1-1"/>
      </w:pPr>
      <w:bookmarkStart w:id="13" w:name="_Toc7169471"/>
      <w:r>
        <w:t>DALŠÍ INFORMACE/DOKUMENTY PŘEDKLÁDANÉ DODAVATELEM</w:t>
      </w:r>
      <w:r w:rsidR="00092CC9">
        <w:t xml:space="preserve"> v </w:t>
      </w:r>
      <w:r>
        <w:t>NABÍDCE</w:t>
      </w:r>
      <w:bookmarkEnd w:id="13"/>
    </w:p>
    <w:p w14:paraId="22832704"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1C7C9681" w14:textId="7777777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14:paraId="72A6825D"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8E43021" w14:textId="77777777" w:rsidR="0035531B" w:rsidRDefault="00A066DE" w:rsidP="00A066DE">
      <w:pPr>
        <w:pStyle w:val="Odrka1-1"/>
      </w:pPr>
      <w:r w:rsidRPr="00A066DE">
        <w:t xml:space="preserve">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w:t>
      </w:r>
      <w:r w:rsidRPr="00A066DE">
        <w:lastRenderedPageBreak/>
        <w:t>příloh, tj. dokladů o požadovaném vzdělání a dokladů o odborné způsobilosti u těch členů odborného personálu, u kterých je odborná způsobilost požadována</w:t>
      </w:r>
      <w:r w:rsidR="0035531B">
        <w:t xml:space="preserve">. </w:t>
      </w:r>
    </w:p>
    <w:p w14:paraId="6517560D"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4B4D187F" w14:textId="77777777" w:rsidR="0035531B" w:rsidRDefault="0035531B" w:rsidP="0035531B">
      <w:pPr>
        <w:pStyle w:val="Text1-1"/>
      </w:pPr>
      <w:r>
        <w:t>Podání nabídky společně několika dodavateli:</w:t>
      </w:r>
    </w:p>
    <w:p w14:paraId="67B1AFED"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26B7179A"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59113620"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45658E6"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7F9D18E9" w14:textId="77777777" w:rsidR="0035531B" w:rsidRPr="00FA6F53" w:rsidRDefault="0035531B" w:rsidP="0035531B">
      <w:pPr>
        <w:pStyle w:val="Text1-1"/>
        <w:rPr>
          <w:rStyle w:val="Tun9b"/>
          <w:b w:val="0"/>
        </w:rPr>
      </w:pPr>
      <w:r w:rsidRPr="00FA6F53">
        <w:rPr>
          <w:rStyle w:val="Tun9b"/>
          <w:b w:val="0"/>
        </w:rPr>
        <w:t>Poddodavatelské omezení</w:t>
      </w:r>
    </w:p>
    <w:p w14:paraId="48D1AD09" w14:textId="77777777" w:rsidR="00470647" w:rsidRDefault="00470647" w:rsidP="00470647">
      <w:pPr>
        <w:pStyle w:val="Odrka1-1"/>
      </w:pPr>
      <w:r>
        <w:t>Zadavatel nevymezuje žádné činnosti při plnění veřejné zakázky, které musí být plněny přímo vybraným dodavatelem.</w:t>
      </w:r>
    </w:p>
    <w:p w14:paraId="2EE81EFE" w14:textId="77777777" w:rsidR="00BC6D2B" w:rsidRDefault="00465FDD" w:rsidP="00465FDD">
      <w:pPr>
        <w:pStyle w:val="Text1-1"/>
      </w:pPr>
      <w:r w:rsidRPr="00465FDD">
        <w:t>Návrh smlouvy na plnění této veřejné zakázky</w:t>
      </w:r>
      <w:r w:rsidR="00BC6D2B">
        <w:t>:</w:t>
      </w:r>
    </w:p>
    <w:p w14:paraId="19F9BF42" w14:textId="77777777" w:rsidR="00465FDD" w:rsidRDefault="00465FDD" w:rsidP="00465FDD">
      <w:pPr>
        <w:pStyle w:val="Odrka1-1"/>
      </w:pPr>
      <w:r>
        <w:lastRenderedPageBreak/>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D2AF74F" w14:textId="77777777" w:rsidR="00F348C0" w:rsidRDefault="00465FDD" w:rsidP="00F348C0">
      <w:pPr>
        <w:pStyle w:val="Odrka1-2-"/>
      </w:pPr>
      <w:r>
        <w:t>do těla závazného vzoru smlouvy čl. 3.3</w:t>
      </w:r>
      <w:r w:rsidR="00F348C0">
        <w:t>:</w:t>
      </w:r>
    </w:p>
    <w:p w14:paraId="145E4B3F" w14:textId="0EFD3063" w:rsidR="00465FDD" w:rsidRPr="00942618" w:rsidRDefault="00465FDD" w:rsidP="00F348C0">
      <w:pPr>
        <w:pStyle w:val="Odrka1-2-"/>
        <w:numPr>
          <w:ilvl w:val="0"/>
          <w:numId w:val="0"/>
        </w:numPr>
        <w:ind w:left="1531"/>
      </w:pPr>
      <w:r>
        <w:t xml:space="preserve">Cenu Díla bez DPH, která představuje součet Ceny za </w:t>
      </w:r>
      <w:r w:rsidRPr="00942618">
        <w:t>zpracování D</w:t>
      </w:r>
      <w:r w:rsidR="00182526" w:rsidRPr="00942618">
        <w:t>U</w:t>
      </w:r>
      <w:r w:rsidRPr="00942618">
        <w:t xml:space="preserve">SP </w:t>
      </w:r>
      <w:r w:rsidR="00CD2D58" w:rsidRPr="00942618">
        <w:t xml:space="preserve">a PDPS </w:t>
      </w:r>
      <w:r w:rsidRPr="00942618">
        <w:t>bez DPH a Ceny za výkon autorského dozoru bez DPH;</w:t>
      </w:r>
    </w:p>
    <w:p w14:paraId="0079768C" w14:textId="77777777" w:rsidR="00465FDD" w:rsidRPr="00942618" w:rsidRDefault="00465FDD" w:rsidP="00F348C0">
      <w:pPr>
        <w:pStyle w:val="Odrka1-2-"/>
      </w:pPr>
      <w:r w:rsidRPr="00942618">
        <w:t>do Přílohy č. 4 závazného vzoru smlouvy s názvem Rozpis Ceny Díla:</w:t>
      </w:r>
    </w:p>
    <w:p w14:paraId="4EC59759" w14:textId="06598B1A" w:rsidR="00465FDD" w:rsidRDefault="00465FDD" w:rsidP="00F348C0">
      <w:pPr>
        <w:pStyle w:val="Odrka1-3"/>
        <w:numPr>
          <w:ilvl w:val="0"/>
          <w:numId w:val="0"/>
        </w:numPr>
        <w:ind w:left="1531"/>
      </w:pPr>
      <w:r w:rsidRPr="00942618">
        <w:t xml:space="preserve">Cenu za zpracování </w:t>
      </w:r>
      <w:r w:rsidR="00182526" w:rsidRPr="00942618">
        <w:t>DUSP</w:t>
      </w:r>
      <w:r w:rsidRPr="00942618">
        <w:t xml:space="preserve"> a PDPS podle členění na základní a dodatečné služby, cenu za výkon autorského dozoru, dále Cenu Díla dle členění na Cenu za zpracování </w:t>
      </w:r>
      <w:r w:rsidR="00182526" w:rsidRPr="00942618">
        <w:t>DUSP</w:t>
      </w:r>
      <w:r w:rsidRPr="00942618">
        <w:t xml:space="preserve"> </w:t>
      </w:r>
      <w:r w:rsidR="00FB22CE" w:rsidRPr="00942618">
        <w:t xml:space="preserve">a PDPS </w:t>
      </w:r>
      <w:r w:rsidRPr="00942618">
        <w:t xml:space="preserve">bez DPH a Cenu za výkon autorského dozoru </w:t>
      </w:r>
      <w:r>
        <w:t xml:space="preserve">bez DPH a Rozpis jednotlivých položek Ceny Díla podle členění na Dílčí etapy,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0D4C1DE8"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C2413CA" w14:textId="77777777" w:rsidR="0035531B" w:rsidRDefault="0035531B" w:rsidP="00BC6D2B">
      <w:pPr>
        <w:pStyle w:val="Nadpis1-1"/>
      </w:pPr>
      <w:bookmarkStart w:id="14" w:name="_Toc7169472"/>
      <w:r>
        <w:t>JAZYK NABÍDEK</w:t>
      </w:r>
      <w:bookmarkEnd w:id="14"/>
    </w:p>
    <w:p w14:paraId="4F18034D"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67436F6C"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211662E5" w14:textId="77777777" w:rsidR="0035531B" w:rsidRDefault="0035531B" w:rsidP="00BC6D2B">
      <w:pPr>
        <w:pStyle w:val="Nadpis1-1"/>
      </w:pPr>
      <w:bookmarkStart w:id="15" w:name="_Toc7169473"/>
      <w:r>
        <w:t>OBSAH</w:t>
      </w:r>
      <w:r w:rsidR="00845C50">
        <w:t xml:space="preserve"> a </w:t>
      </w:r>
      <w:r>
        <w:t>PODÁVÁNÍ NABÍDEK</w:t>
      </w:r>
      <w:bookmarkEnd w:id="15"/>
    </w:p>
    <w:p w14:paraId="72DCAACE" w14:textId="4D551340"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009E695F" w:rsidRPr="0000488E">
          <w:rPr>
            <w:rStyle w:val="Hypertextovodkaz"/>
            <w:noProof w:val="0"/>
          </w:rPr>
          <w:t>https://zakazky.spravazeleznic.cz/</w:t>
        </w:r>
      </w:hyperlink>
      <w:r w:rsidRPr="00F348C0">
        <w:t xml:space="preserve">. Zadavatel upozorňuje, že nabídka se považuje za doručenou okamžikem dokončení přenosu dat do elektronického nástroje E-ZAK. Je třeba, aby dodavatel zahájil proces podání nabídky s </w:t>
      </w:r>
      <w:r w:rsidRPr="00F348C0">
        <w:lastRenderedPageBreak/>
        <w:t>dostatečnou časovou rezervou pro případné výkyvy systému, za které zadavatel nenese odpovědnost</w:t>
      </w:r>
      <w:r>
        <w:t>.</w:t>
      </w:r>
    </w:p>
    <w:p w14:paraId="169182D8" w14:textId="6E77DFA5"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9E695F" w:rsidRPr="0000488E">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FB22CE" w:rsidRPr="00D924D9">
        <w:t xml:space="preserve">Nabídka může obsahovat více dokumentů (souborů), </w:t>
      </w:r>
      <w:r w:rsidR="00FB22CE">
        <w:t>jednotlivé</w:t>
      </w:r>
      <w:r w:rsidR="00FB22CE" w:rsidRPr="00F348C0">
        <w:t xml:space="preserve"> </w:t>
      </w:r>
      <w:r w:rsidR="00FB22CE">
        <w:t>d</w:t>
      </w:r>
      <w:r w:rsidRPr="00F348C0">
        <w:t xml:space="preserve">okumenty musí být do systému E-ZAK vkládány jako jeden soubor </w:t>
      </w:r>
      <w:r w:rsidR="00FB22CE" w:rsidRPr="00163717">
        <w:t>(ve formátech analogicky k § 18 odst. 2 a 3 vyhl. č. 168/2016 Sb., ve znění pozdějších předpisů)</w:t>
      </w:r>
      <w:r w:rsidR="00FB22CE">
        <w:t xml:space="preserve"> </w:t>
      </w:r>
      <w:r w:rsidRPr="00F348C0">
        <w:t xml:space="preserve">nebo více souborů </w:t>
      </w:r>
      <w:r w:rsidR="00E04181"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504211">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6755626C" w14:textId="77777777" w:rsidR="0035531B" w:rsidRDefault="0035531B" w:rsidP="0035531B">
      <w:pPr>
        <w:pStyle w:val="Text1-1"/>
      </w:pPr>
      <w:r>
        <w:t>Nabídka bude předložena</w:t>
      </w:r>
      <w:r w:rsidR="00092CC9">
        <w:t xml:space="preserve"> v </w:t>
      </w:r>
      <w:r>
        <w:t>následující struktuře:</w:t>
      </w:r>
    </w:p>
    <w:p w14:paraId="51ADADCA"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0EF0EF15"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4C10C428" w14:textId="77777777" w:rsidR="00F348C0" w:rsidRDefault="00F348C0" w:rsidP="00F348C0">
      <w:pPr>
        <w:pStyle w:val="Odrka1-1"/>
      </w:pPr>
      <w:r>
        <w:t>Plná moc, dohoda o plné moci či pověření, je-li tohoto dokumentu třeba.</w:t>
      </w:r>
    </w:p>
    <w:p w14:paraId="3A420FF8"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36B63FB"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19E74138" w14:textId="77777777" w:rsidR="00F348C0" w:rsidRDefault="00F348C0" w:rsidP="00F348C0">
      <w:pPr>
        <w:pStyle w:val="Odrka1-1"/>
      </w:pPr>
      <w:r>
        <w:t>Doklady prokazující splnění profesní způsobilosti.</w:t>
      </w:r>
    </w:p>
    <w:p w14:paraId="57BDBB3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24C302F8"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6855B876" w14:textId="77777777" w:rsidR="00F348C0" w:rsidRDefault="00F348C0" w:rsidP="00F348C0">
      <w:pPr>
        <w:pStyle w:val="Odrka1-1"/>
      </w:pPr>
      <w:r>
        <w:t>Údaje o poddodavatelích ve formě formuláře obsaženého v Příloze č. 2 těchto Pokynů.</w:t>
      </w:r>
    </w:p>
    <w:p w14:paraId="3B9274F0" w14:textId="77777777" w:rsidR="00F348C0" w:rsidRDefault="00F348C0" w:rsidP="00F348C0">
      <w:pPr>
        <w:pStyle w:val="Odrka1-1"/>
      </w:pPr>
      <w:r>
        <w:t xml:space="preserve">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w:t>
      </w:r>
      <w:r>
        <w:lastRenderedPageBreak/>
        <w:t>způsobilosti u těch členů odborného personálu, u kterých je odborná způsobilost požadována.</w:t>
      </w:r>
    </w:p>
    <w:p w14:paraId="7C9CEE81"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B76CA78" w14:textId="77777777" w:rsidR="00F348C0" w:rsidRDefault="00F348C0" w:rsidP="00F348C0">
      <w:pPr>
        <w:pStyle w:val="Odrka1-1"/>
      </w:pPr>
      <w:r>
        <w:t>Doklad o poskytnutí jistoty za nabídku.</w:t>
      </w:r>
    </w:p>
    <w:p w14:paraId="07421DF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0E841AF8"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7D0B6333"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38E983D4"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71732FDC" w14:textId="77777777" w:rsidR="0035531B" w:rsidRDefault="0035531B" w:rsidP="007038DC">
      <w:pPr>
        <w:pStyle w:val="Nadpis1-1"/>
      </w:pPr>
      <w:bookmarkStart w:id="16" w:name="_Toc7169474"/>
      <w:r>
        <w:t>POŽADAVKY NA ZPRACOVÁNÍ NABÍDKOVÉ CENY</w:t>
      </w:r>
      <w:bookmarkEnd w:id="16"/>
      <w:r>
        <w:t xml:space="preserve"> </w:t>
      </w:r>
    </w:p>
    <w:p w14:paraId="6AFFEE93"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77706DB8" w14:textId="77777777" w:rsidR="00F348C0" w:rsidRDefault="00F348C0" w:rsidP="00F348C0">
      <w:pPr>
        <w:pStyle w:val="Text1-1"/>
      </w:pPr>
      <w:r>
        <w:t>Nabídková cena bude ve smlouvě v čl. 3.3 uvedena následujícím způsobem:</w:t>
      </w:r>
    </w:p>
    <w:p w14:paraId="2F2E1079" w14:textId="77777777" w:rsidR="00F348C0" w:rsidRDefault="00F348C0" w:rsidP="00F348C0">
      <w:pPr>
        <w:pStyle w:val="Text1-1"/>
        <w:numPr>
          <w:ilvl w:val="0"/>
          <w:numId w:val="0"/>
        </w:numPr>
        <w:spacing w:after="0"/>
        <w:ind w:left="737"/>
      </w:pPr>
      <w:r>
        <w:t xml:space="preserve">Cena Díla bez DPH: </w:t>
      </w:r>
      <w:r>
        <w:tab/>
        <w:t>"[VLOŽÍ ZHOTOVITEL]" Kč</w:t>
      </w:r>
    </w:p>
    <w:p w14:paraId="153AC9B3"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58A668" w14:textId="50C82981"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w:t>
      </w:r>
      <w:r w:rsidRPr="00942618">
        <w:t xml:space="preserve">zpracování </w:t>
      </w:r>
      <w:r w:rsidR="00182526" w:rsidRPr="00942618">
        <w:t>DUSP</w:t>
      </w:r>
      <w:r w:rsidRPr="00942618">
        <w:t xml:space="preserve"> </w:t>
      </w:r>
      <w:r w:rsidR="00FB22CE" w:rsidRPr="00942618">
        <w:t xml:space="preserve">a PDPS </w:t>
      </w:r>
      <w:r>
        <w:t>bez DPH</w:t>
      </w:r>
      <w:r w:rsidR="002423CD">
        <w:t xml:space="preserve"> </w:t>
      </w:r>
      <w:r>
        <w:t xml:space="preserve">a celkové Ceny za výkon autorského dozoru bez DPH, bude předmětem hodnocení v rámci ekonomické výhodnosti nabídky. Podrobný rozpis ceny bude proveden v Příloze č. 4 </w:t>
      </w:r>
      <w:r>
        <w:lastRenderedPageBreak/>
        <w:t>závazného vzoru smlouvy s názvem Rozpis Ceny Díla podle uvedených pravidel. Dodavatel je povinen vyplnit jednotlivé položky ve smyslu množství, jednotkové ceny a ceny celkem, včetně členění na dílčí etapy</w:t>
      </w:r>
      <w:r w:rsidR="0035531B">
        <w:t>.</w:t>
      </w:r>
    </w:p>
    <w:p w14:paraId="62F4971B" w14:textId="77777777" w:rsidR="0035531B" w:rsidRDefault="0035531B" w:rsidP="007038DC">
      <w:pPr>
        <w:pStyle w:val="Nadpis1-1"/>
      </w:pPr>
      <w:bookmarkStart w:id="17" w:name="_Toc7169475"/>
      <w:r>
        <w:t>VARIANTY NABÍDKY</w:t>
      </w:r>
      <w:bookmarkEnd w:id="17"/>
    </w:p>
    <w:p w14:paraId="5C55D0E8" w14:textId="77777777" w:rsidR="0035531B" w:rsidRDefault="0035531B" w:rsidP="0035531B">
      <w:pPr>
        <w:pStyle w:val="Text1-1"/>
      </w:pPr>
      <w:r>
        <w:t xml:space="preserve">Zadavatel nepřipouští předložení varianty nabídky. </w:t>
      </w:r>
    </w:p>
    <w:p w14:paraId="633C35E9" w14:textId="77777777" w:rsidR="0035531B" w:rsidRDefault="0035531B" w:rsidP="007038DC">
      <w:pPr>
        <w:pStyle w:val="Nadpis1-1"/>
      </w:pPr>
      <w:bookmarkStart w:id="18" w:name="_Toc7169476"/>
      <w:r>
        <w:t>OTEVÍRÁNÍ NABÍDEK</w:t>
      </w:r>
      <w:bookmarkEnd w:id="18"/>
      <w:r>
        <w:t xml:space="preserve"> </w:t>
      </w:r>
    </w:p>
    <w:p w14:paraId="17ED1F7D"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7EDDAAD7" w14:textId="77777777" w:rsidR="0035531B" w:rsidRDefault="0035531B" w:rsidP="007038DC">
      <w:pPr>
        <w:pStyle w:val="Nadpis1-1"/>
      </w:pPr>
      <w:bookmarkStart w:id="19" w:name="_Toc7169477"/>
      <w:r>
        <w:t>POSOUZENÍ SPLNĚNÍ PODMÍNEK ÚČASTI</w:t>
      </w:r>
      <w:bookmarkEnd w:id="19"/>
    </w:p>
    <w:p w14:paraId="18EFEF4C"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47BBED62"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0F8E99F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CB5C956" w14:textId="77777777" w:rsidR="0035531B" w:rsidRDefault="0035531B" w:rsidP="007038DC">
      <w:pPr>
        <w:pStyle w:val="Nadpis1-1"/>
      </w:pPr>
      <w:bookmarkStart w:id="20" w:name="_Toc7169478"/>
      <w:r>
        <w:t>HODNOCENÍ NABÍDEK</w:t>
      </w:r>
      <w:bookmarkEnd w:id="20"/>
    </w:p>
    <w:p w14:paraId="14F9C6F4"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4D5248E5"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3148E3D4"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8C35341"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85DCB3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1BCC7C22"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4590B5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7715D655"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C15D7BE"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EC2E492" w14:textId="77777777"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65C75BB3"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5D025536" w14:textId="77777777" w:rsidR="00804D39" w:rsidRDefault="00804D39" w:rsidP="003A2C23">
      <w:pPr>
        <w:pStyle w:val="Text1-1"/>
        <w:numPr>
          <w:ilvl w:val="0"/>
          <w:numId w:val="0"/>
        </w:numPr>
        <w:ind w:left="737"/>
      </w:pPr>
    </w:p>
    <w:p w14:paraId="3D8BD381"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383DE25E" w14:textId="77777777" w:rsidR="003A2C23" w:rsidRPr="003A2C23" w:rsidRDefault="003A2C23" w:rsidP="003A2C23">
      <w:pPr>
        <w:pStyle w:val="Text1-1"/>
        <w:rPr>
          <w:b/>
        </w:rPr>
      </w:pPr>
      <w:r w:rsidRPr="003A2C23">
        <w:rPr>
          <w:b/>
        </w:rPr>
        <w:t>Nabídková cena</w:t>
      </w:r>
    </w:p>
    <w:p w14:paraId="3921F635" w14:textId="0AC5D5BF" w:rsidR="003A2C23" w:rsidRDefault="003A2C23" w:rsidP="003A2C23">
      <w:pPr>
        <w:pStyle w:val="Text1-1"/>
        <w:numPr>
          <w:ilvl w:val="0"/>
          <w:numId w:val="0"/>
        </w:numPr>
        <w:ind w:left="737"/>
      </w:pPr>
      <w:r>
        <w:lastRenderedPageBreak/>
        <w:t xml:space="preserve">Nejprve bude hodnoceno dílčí hodnotící kritérium Nabídková cena. Bude hodnocena celková nabídková cena v číselné hodnotě bez DPH uvedená účastníkem zadávacího řízení ve smyslu těchto Pokynů v čl. 3.3 závazného </w:t>
      </w:r>
      <w:r w:rsidRPr="00942618">
        <w:t xml:space="preserve">vzoru smlouvy jako Cena Díla bez DPH, která představuje součet celkové Ceny za zpracování </w:t>
      </w:r>
      <w:r w:rsidR="00182526" w:rsidRPr="00942618">
        <w:t>DUSP</w:t>
      </w:r>
      <w:r w:rsidRPr="00942618">
        <w:t xml:space="preserve"> </w:t>
      </w:r>
      <w:r w:rsidR="00FB22CE" w:rsidRPr="00942618">
        <w:t xml:space="preserve">a PDPS </w:t>
      </w:r>
      <w:r w:rsidRPr="00942618">
        <w:t xml:space="preserve">bez </w:t>
      </w:r>
      <w:r>
        <w:t>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6EF22B9"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7F13FA61"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3C796003" w14:textId="77777777" w:rsidR="003A2C23" w:rsidRDefault="003A2C23" w:rsidP="00B77110">
      <w:pPr>
        <w:pStyle w:val="Text1-1"/>
        <w:numPr>
          <w:ilvl w:val="0"/>
          <w:numId w:val="0"/>
        </w:numPr>
        <w:spacing w:line="240" w:lineRule="auto"/>
        <w:ind w:left="737"/>
        <w:jc w:val="center"/>
      </w:pPr>
      <w:r>
        <w:t>výše nabídkové ceny hodnocené nabídky</w:t>
      </w:r>
    </w:p>
    <w:p w14:paraId="176527D6"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1EB600EE"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474E692D"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14:paraId="2625BE76" w14:textId="77777777"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14:paraId="110889EA" w14:textId="77777777" w:rsidR="003A2C23" w:rsidRDefault="003A2C23" w:rsidP="003A2C23">
      <w:pPr>
        <w:pStyle w:val="Text1-1"/>
        <w:numPr>
          <w:ilvl w:val="0"/>
          <w:numId w:val="0"/>
        </w:numPr>
        <w:spacing w:after="0"/>
        <w:ind w:left="737"/>
      </w:pPr>
    </w:p>
    <w:tbl>
      <w:tblPr>
        <w:tblStyle w:val="Mkatabulky"/>
        <w:tblW w:w="8080" w:type="dxa"/>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3969"/>
        <w:gridCol w:w="4111"/>
      </w:tblGrid>
      <w:tr w:rsidR="003A2C23" w:rsidRPr="00307641" w14:paraId="7AA5CBD9" w14:textId="77777777" w:rsidTr="008E6E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9F8FB5" w14:textId="77777777"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758C0FB"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22F06029"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14:paraId="774841EA" w14:textId="77777777" w:rsidTr="008E6EF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58A448F" w14:textId="77777777" w:rsidR="003A2C23" w:rsidRPr="008E6EF4" w:rsidRDefault="008E6EF4" w:rsidP="00631EAA">
            <w:pPr>
              <w:rPr>
                <w:sz w:val="16"/>
                <w:szCs w:val="16"/>
              </w:rPr>
            </w:pPr>
            <w:r w:rsidRPr="008E6EF4">
              <w:rPr>
                <w:sz w:val="16"/>
                <w:szCs w:val="16"/>
              </w:rPr>
              <w:t>Nestanovuje se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474FE2F" w14:textId="77777777" w:rsidR="003A2C23" w:rsidRPr="008E6EF4" w:rsidRDefault="008E6EF4" w:rsidP="00631EAA">
            <w:pPr>
              <w:jc w:val="center"/>
              <w:cnfStyle w:val="010000000000" w:firstRow="0" w:lastRow="1" w:firstColumn="0" w:lastColumn="0" w:oddVBand="0" w:evenVBand="0" w:oddHBand="0" w:evenHBand="0" w:firstRowFirstColumn="0" w:firstRowLastColumn="0" w:lastRowFirstColumn="0" w:lastRowLastColumn="0"/>
              <w:rPr>
                <w:sz w:val="16"/>
                <w:szCs w:val="16"/>
              </w:rPr>
            </w:pPr>
            <w:r w:rsidRPr="008E6EF4">
              <w:rPr>
                <w:sz w:val="16"/>
                <w:szCs w:val="16"/>
              </w:rPr>
              <w:t>----------------------------------------</w:t>
            </w:r>
          </w:p>
        </w:tc>
      </w:tr>
    </w:tbl>
    <w:p w14:paraId="2A159CFA" w14:textId="77777777" w:rsidR="00804D39" w:rsidRDefault="00804D39" w:rsidP="00941491">
      <w:pPr>
        <w:pStyle w:val="Text1-1"/>
        <w:numPr>
          <w:ilvl w:val="0"/>
          <w:numId w:val="0"/>
        </w:numPr>
        <w:ind w:left="737"/>
      </w:pPr>
    </w:p>
    <w:p w14:paraId="1A33FD1D"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14:paraId="5781F04A" w14:textId="77777777"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14:paraId="2EEC2DE9" w14:textId="77777777" w:rsidR="008E6EF4" w:rsidRDefault="008E6EF4" w:rsidP="00941491">
      <w:pPr>
        <w:pStyle w:val="Text1-1"/>
        <w:numPr>
          <w:ilvl w:val="0"/>
          <w:numId w:val="0"/>
        </w:numPr>
        <w:ind w:left="737"/>
      </w:pPr>
    </w:p>
    <w:p w14:paraId="35AA141E" w14:textId="77777777" w:rsidR="008E6EF4" w:rsidRDefault="008E6EF4" w:rsidP="00941491">
      <w:pPr>
        <w:pStyle w:val="Text1-1"/>
        <w:numPr>
          <w:ilvl w:val="0"/>
          <w:numId w:val="0"/>
        </w:numPr>
        <w:ind w:left="737"/>
      </w:pPr>
    </w:p>
    <w:p w14:paraId="58D29FE2" w14:textId="77777777" w:rsidR="008E6EF4" w:rsidRDefault="008E6EF4" w:rsidP="00941491">
      <w:pPr>
        <w:pStyle w:val="Text1-1"/>
        <w:numPr>
          <w:ilvl w:val="0"/>
          <w:numId w:val="0"/>
        </w:numPr>
        <w:ind w:left="737"/>
      </w:pPr>
    </w:p>
    <w:p w14:paraId="234C8AE7" w14:textId="77777777" w:rsidR="008E6EF4" w:rsidRDefault="008E6EF4" w:rsidP="00941491">
      <w:pPr>
        <w:pStyle w:val="Text1-1"/>
        <w:numPr>
          <w:ilvl w:val="0"/>
          <w:numId w:val="0"/>
        </w:numPr>
        <w:ind w:left="737"/>
      </w:pPr>
    </w:p>
    <w:p w14:paraId="4A7985AD"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38588FE"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330A1BCF" w14:textId="77777777" w:rsidR="00B77110" w:rsidRPr="00B77110" w:rsidRDefault="00B77110" w:rsidP="00631EAA">
            <w:pPr>
              <w:rPr>
                <w:rFonts w:cs="Arial"/>
                <w:b/>
                <w:bCs/>
              </w:rPr>
            </w:pPr>
          </w:p>
          <w:p w14:paraId="25D9A580"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29AED60D" w14:textId="77777777" w:rsidR="00B77110" w:rsidRPr="00B77110" w:rsidRDefault="00B77110" w:rsidP="00631EAA">
            <w:pPr>
              <w:rPr>
                <w:rFonts w:cs="Arial"/>
                <w:b/>
                <w:bCs/>
              </w:rPr>
            </w:pPr>
          </w:p>
          <w:p w14:paraId="33566D31"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15A7BAAF" w14:textId="77777777" w:rsidR="00B77110" w:rsidRPr="00B77110" w:rsidRDefault="00B77110" w:rsidP="00631EAA">
            <w:pPr>
              <w:rPr>
                <w:rFonts w:cs="Arial"/>
                <w:b/>
                <w:bCs/>
              </w:rPr>
            </w:pPr>
          </w:p>
          <w:p w14:paraId="5EB182CB"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5AF3A0ED" w14:textId="77777777" w:rsidR="00B77110" w:rsidRPr="00B77110" w:rsidRDefault="00B77110" w:rsidP="00631EAA">
            <w:pPr>
              <w:rPr>
                <w:rFonts w:cs="Arial"/>
                <w:b/>
                <w:bCs/>
              </w:rPr>
            </w:pPr>
          </w:p>
          <w:p w14:paraId="4F71959D"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14:paraId="3F88857E"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4E553C3" w14:textId="77777777"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2CCB315D" w14:textId="0CEB9F3B" w:rsidR="00B77110" w:rsidRPr="00B77110" w:rsidRDefault="00B77110" w:rsidP="007A4A57">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DSP nebo DSP+PDPS </w:t>
            </w:r>
            <w:r w:rsidRPr="008E6EF4">
              <w:rPr>
                <w:rFonts w:cs="Arial"/>
                <w:bCs/>
              </w:rPr>
              <w:t xml:space="preserve">nebo </w:t>
            </w:r>
            <w:r w:rsidRPr="008E6EF4">
              <w:rPr>
                <w:rFonts w:cs="Calibri"/>
              </w:rPr>
              <w:t>DUSP</w:t>
            </w:r>
            <w:r w:rsidR="00FB22CE">
              <w:rPr>
                <w:rFonts w:cs="Calibri"/>
              </w:rPr>
              <w:t xml:space="preserve"> nebo DUSP+PDPS</w:t>
            </w:r>
            <w:r w:rsidRPr="008E6EF4">
              <w:rPr>
                <w:rFonts w:cs="Arial"/>
                <w:bCs/>
              </w:rPr>
              <w:t xml:space="preserve">, </w:t>
            </w:r>
            <w:r w:rsidRPr="008E6EF4">
              <w:rPr>
                <w:rFonts w:cs="Calibri"/>
              </w:rPr>
              <w:t xml:space="preserve">které obsahovaly alespoň následující činnosti: projektování </w:t>
            </w:r>
            <w:r w:rsidR="008E6EF4" w:rsidRPr="008E6EF4">
              <w:rPr>
                <w:rFonts w:cs="Calibri"/>
              </w:rPr>
              <w:t>železničních drah</w:t>
            </w:r>
            <w:r w:rsidRPr="008E6EF4">
              <w:rPr>
                <w:rFonts w:cs="Calibri"/>
                <w:lang w:val="en-US"/>
              </w:rPr>
              <w:t xml:space="preserve">, </w:t>
            </w:r>
            <w:r w:rsidRPr="008E6EF4">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A31883E" w14:textId="77777777"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94462A1" w14:textId="77777777" w:rsidR="00B77110" w:rsidRPr="00B77110" w:rsidRDefault="00B77110" w:rsidP="00631EAA">
            <w:pPr>
              <w:rPr>
                <w:rFonts w:cs="Arial"/>
                <w:bCs/>
              </w:rPr>
            </w:pPr>
            <w:r w:rsidRPr="00B77110">
              <w:rPr>
                <w:rFonts w:cs="Arial"/>
                <w:bCs/>
              </w:rPr>
              <w:t>10</w:t>
            </w:r>
          </w:p>
        </w:tc>
      </w:tr>
      <w:tr w:rsidR="00B77110" w:rsidRPr="00465F4C" w14:paraId="1001A157"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737605CB"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11C9207B" w14:textId="14BEB762" w:rsidR="00B77110" w:rsidRPr="00B77110" w:rsidRDefault="00B77110" w:rsidP="007A4A57">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w:t>
            </w:r>
            <w:r w:rsidR="00FB22CE">
              <w:rPr>
                <w:rFonts w:cs="Calibri"/>
              </w:rPr>
              <w:t>nebo DUSP+PDPS</w:t>
            </w:r>
            <w:r w:rsidR="00FB22CE"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nejméně </w:t>
            </w:r>
            <w:r w:rsidR="007A4A57">
              <w:rPr>
                <w:rFonts w:cs="Arial"/>
                <w:b/>
                <w:bCs/>
              </w:rPr>
              <w:t>8</w:t>
            </w:r>
            <w:r w:rsidR="00DD5E3B" w:rsidRPr="00BA6864">
              <w:rPr>
                <w:rFonts w:cs="Arial"/>
                <w:b/>
                <w:bCs/>
              </w:rPr>
              <w:t> 000 000,-</w:t>
            </w:r>
            <w:r w:rsidRPr="00BA6864">
              <w:rPr>
                <w:rFonts w:cs="Arial"/>
                <w:b/>
                <w:bCs/>
              </w:rPr>
              <w:t xml:space="preserve"> Kč</w:t>
            </w:r>
            <w:r w:rsidRPr="00B77110">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BEFB92A" w14:textId="77777777"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69F8015" w14:textId="77777777" w:rsidR="00B77110" w:rsidRPr="00B77110" w:rsidRDefault="00B77110" w:rsidP="00631EAA">
            <w:pPr>
              <w:rPr>
                <w:rFonts w:cs="Arial"/>
                <w:bCs/>
              </w:rPr>
            </w:pPr>
            <w:r w:rsidRPr="00B77110">
              <w:rPr>
                <w:rFonts w:cs="Arial"/>
                <w:bCs/>
              </w:rPr>
              <w:t>10</w:t>
            </w:r>
          </w:p>
        </w:tc>
      </w:tr>
      <w:tr w:rsidR="00B77110" w:rsidRPr="00465F4C" w14:paraId="1D8540EE"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99735D0" w14:textId="77777777" w:rsidR="00B77110" w:rsidRPr="00B77110" w:rsidRDefault="00B77110" w:rsidP="00631EAA">
            <w:pPr>
              <w:rPr>
                <w:rFonts w:cs="Arial"/>
                <w:bCs/>
              </w:rPr>
            </w:pPr>
            <w:r w:rsidRPr="00DD5E3B">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28F830AD" w14:textId="255E762D" w:rsidR="00B77110" w:rsidRPr="00B77110" w:rsidRDefault="00B77110" w:rsidP="007A4A57">
            <w:pPr>
              <w:jc w:val="both"/>
              <w:rPr>
                <w:rFonts w:cs="Arial"/>
                <w:bCs/>
              </w:rPr>
            </w:pPr>
            <w:r w:rsidRPr="00B77110">
              <w:rPr>
                <w:rFonts w:cs="Arial"/>
                <w:bCs/>
              </w:rPr>
              <w:t xml:space="preserve">délka praxe ve svém oboru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B22CE">
              <w:rPr>
                <w:rFonts w:cs="Calibri"/>
              </w:rPr>
              <w:t xml:space="preserve"> nebo DUSP+PDPS</w:t>
            </w:r>
            <w:r w:rsidRPr="00B77110">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01498" w14:textId="77777777" w:rsidR="00B77110" w:rsidRPr="00B77110" w:rsidRDefault="00B77110" w:rsidP="00DD5E3B">
            <w:pPr>
              <w:rPr>
                <w:rFonts w:cs="Arial"/>
                <w:bCs/>
              </w:rPr>
            </w:pPr>
            <w:r w:rsidRPr="00B77110">
              <w:rPr>
                <w:rFonts w:cs="Arial"/>
                <w:bCs/>
              </w:rPr>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D2EA73" w14:textId="77777777" w:rsidR="00DD5E3B" w:rsidRPr="00B77110" w:rsidRDefault="00B77110" w:rsidP="00DD5E3B">
            <w:pPr>
              <w:rPr>
                <w:rFonts w:cs="Arial"/>
                <w:bCs/>
              </w:rPr>
            </w:pPr>
            <w:r w:rsidRPr="00B77110">
              <w:rPr>
                <w:rFonts w:cs="Arial"/>
                <w:bCs/>
              </w:rPr>
              <w:t xml:space="preserve">5 </w:t>
            </w:r>
          </w:p>
          <w:p w14:paraId="387938CF" w14:textId="77777777" w:rsidR="00B77110" w:rsidRPr="00B77110" w:rsidRDefault="00B77110" w:rsidP="00631EAA">
            <w:pPr>
              <w:rPr>
                <w:rFonts w:cs="Arial"/>
                <w:bCs/>
              </w:rPr>
            </w:pPr>
          </w:p>
        </w:tc>
      </w:tr>
      <w:tr w:rsidR="00B77110" w:rsidRPr="00465F4C" w14:paraId="51729C9C"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1C18BB3C"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7BD3BF4A" w14:textId="25EEB04E" w:rsidR="00B77110" w:rsidRPr="00B77110" w:rsidRDefault="00B77110" w:rsidP="007A4A57">
            <w:pPr>
              <w:jc w:val="both"/>
              <w:rPr>
                <w:rFonts w:cs="Arial"/>
                <w:bCs/>
              </w:rPr>
            </w:pPr>
            <w:r w:rsidRPr="00B77110">
              <w:rPr>
                <w:rFonts w:cs="Arial"/>
                <w:bCs/>
              </w:rPr>
              <w:t xml:space="preserve">zkušenost s výkonem funkce specialisty na železniční svršek a spodek u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w:t>
            </w:r>
            <w:r w:rsidR="00FB22CE">
              <w:rPr>
                <w:rFonts w:cs="Calibri"/>
              </w:rPr>
              <w:t>nebo DUSP+PDPS</w:t>
            </w:r>
            <w:r w:rsidR="00FB22CE"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7A4A57">
              <w:rPr>
                <w:rFonts w:cs="Arial"/>
                <w:b/>
                <w:bCs/>
              </w:rPr>
              <w:t>8</w:t>
            </w:r>
            <w:r w:rsidR="007A4A57" w:rsidRPr="00BA6864">
              <w:rPr>
                <w:rFonts w:cs="Arial"/>
                <w:b/>
                <w:bCs/>
              </w:rPr>
              <w:t xml:space="preserve"> 000 000,- </w:t>
            </w:r>
            <w:r w:rsidRPr="00683A86">
              <w:rPr>
                <w:rFonts w:cs="Arial"/>
                <w:b/>
                <w:bCs/>
              </w:rPr>
              <w:t>Kč</w:t>
            </w:r>
            <w:r w:rsidRPr="00B77110">
              <w:rPr>
                <w:rFonts w:cs="Arial"/>
                <w:bCs/>
              </w:rPr>
              <w:t xml:space="preserve"> bez DPH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5E7991"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6A5093" w14:textId="77777777" w:rsidR="00DD5E3B" w:rsidRPr="00B77110" w:rsidRDefault="00B77110" w:rsidP="00DD5E3B">
            <w:pPr>
              <w:rPr>
                <w:rFonts w:cs="Arial"/>
                <w:bCs/>
              </w:rPr>
            </w:pPr>
            <w:r w:rsidRPr="00B77110">
              <w:rPr>
                <w:rFonts w:cs="Arial"/>
                <w:bCs/>
              </w:rPr>
              <w:t xml:space="preserve">5 </w:t>
            </w:r>
          </w:p>
          <w:p w14:paraId="4DA1C0EA" w14:textId="77777777" w:rsidR="00B77110" w:rsidRPr="00B77110" w:rsidRDefault="00B77110" w:rsidP="00631EAA">
            <w:pPr>
              <w:rPr>
                <w:rFonts w:cs="Arial"/>
                <w:bCs/>
              </w:rPr>
            </w:pPr>
          </w:p>
        </w:tc>
      </w:tr>
      <w:tr w:rsidR="00B77110" w:rsidRPr="00465F4C" w14:paraId="7693D3AC"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34EEF114" w14:textId="716EDCFA" w:rsidR="00B77110" w:rsidRPr="00966B3A" w:rsidRDefault="00B77110" w:rsidP="00966B3A">
            <w:pPr>
              <w:rPr>
                <w:rFonts w:cs="Arial"/>
                <w:bCs/>
              </w:rPr>
            </w:pPr>
            <w:r w:rsidRPr="00966B3A">
              <w:rPr>
                <w:rFonts w:cs="Arial"/>
                <w:bCs/>
              </w:rPr>
              <w:t xml:space="preserve">specialista na </w:t>
            </w:r>
            <w:r w:rsidR="00683A86" w:rsidRPr="00966B3A">
              <w:rPr>
                <w:rFonts w:cs="Arial"/>
                <w:bCs/>
              </w:rPr>
              <w:t xml:space="preserve">zabezpečovací </w:t>
            </w:r>
            <w:r w:rsidR="00966B3A" w:rsidRPr="00966B3A">
              <w:rPr>
                <w:rFonts w:cs="Arial"/>
                <w:bCs/>
              </w:rPr>
              <w:t>zařízení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DA34F07" w14:textId="3521FC8F" w:rsidR="00B77110" w:rsidRPr="00966B3A" w:rsidRDefault="00B77110" w:rsidP="007A4A57">
            <w:pPr>
              <w:jc w:val="both"/>
              <w:rPr>
                <w:rFonts w:cs="Arial"/>
                <w:bCs/>
              </w:rPr>
            </w:pPr>
            <w:r w:rsidRPr="00966B3A">
              <w:rPr>
                <w:rFonts w:cs="Arial"/>
                <w:bCs/>
              </w:rPr>
              <w:t xml:space="preserve">délka praxe ve svém oboru v projektování obdobných zakázek, tj. </w:t>
            </w:r>
            <w:r w:rsidRPr="00966B3A">
              <w:rPr>
                <w:rFonts w:cs="Calibri"/>
              </w:rPr>
              <w:t xml:space="preserve">projektových </w:t>
            </w:r>
            <w:r w:rsidRPr="00966B3A">
              <w:rPr>
                <w:rFonts w:cs="Arial"/>
                <w:bCs/>
              </w:rPr>
              <w:t xml:space="preserve">prací pro stavby železničních drah ve stupni DSP nebo DSP+PDPS nebo </w:t>
            </w:r>
            <w:r w:rsidRPr="00966B3A">
              <w:rPr>
                <w:rFonts w:cs="Calibri"/>
              </w:rPr>
              <w:t>DUSP</w:t>
            </w:r>
            <w:r w:rsidR="00FB22CE" w:rsidRPr="00966B3A">
              <w:rPr>
                <w:rFonts w:cs="Calibri"/>
              </w:rPr>
              <w:t xml:space="preserve"> nebo DUSP+PDPS</w:t>
            </w:r>
            <w:r w:rsidRPr="00966B3A">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0D1B9351" w14:textId="77777777" w:rsidR="00B77110" w:rsidRPr="00966B3A" w:rsidRDefault="00B77110" w:rsidP="00631EAA">
            <w:pPr>
              <w:rPr>
                <w:rFonts w:cs="Arial"/>
                <w:bCs/>
              </w:rPr>
            </w:pPr>
            <w:r w:rsidRPr="00966B3A">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75EF40BF" w14:textId="77777777" w:rsidR="00B77110" w:rsidRPr="00966B3A" w:rsidRDefault="00B77110" w:rsidP="00631EAA">
            <w:pPr>
              <w:rPr>
                <w:rFonts w:cs="Arial"/>
                <w:bCs/>
              </w:rPr>
            </w:pPr>
            <w:r w:rsidRPr="00966B3A">
              <w:rPr>
                <w:rFonts w:cs="Arial"/>
                <w:bCs/>
              </w:rPr>
              <w:t>5</w:t>
            </w:r>
          </w:p>
        </w:tc>
      </w:tr>
      <w:tr w:rsidR="00B77110" w:rsidRPr="00465F4C" w14:paraId="17DF99F4" w14:textId="77777777" w:rsidTr="00B77110">
        <w:trPr>
          <w:trHeight w:val="1210"/>
        </w:trPr>
        <w:tc>
          <w:tcPr>
            <w:tcW w:w="1843" w:type="dxa"/>
            <w:vMerge/>
            <w:tcBorders>
              <w:left w:val="single" w:sz="4" w:space="0" w:color="auto"/>
              <w:bottom w:val="single" w:sz="4" w:space="0" w:color="auto"/>
              <w:right w:val="single" w:sz="4" w:space="0" w:color="auto"/>
            </w:tcBorders>
            <w:vAlign w:val="center"/>
          </w:tcPr>
          <w:p w14:paraId="202C6A18" w14:textId="77777777" w:rsidR="00B77110" w:rsidRPr="00966B3A"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2EED0E4" w14:textId="470EB7AF" w:rsidR="00B77110" w:rsidRPr="00966B3A" w:rsidRDefault="00B77110" w:rsidP="000732CB">
            <w:pPr>
              <w:jc w:val="both"/>
              <w:rPr>
                <w:rFonts w:cs="Arial"/>
                <w:bCs/>
              </w:rPr>
            </w:pPr>
            <w:r w:rsidRPr="00966B3A">
              <w:rPr>
                <w:rFonts w:cs="Arial"/>
                <w:bCs/>
              </w:rPr>
              <w:t xml:space="preserve">zkušenost s výkonem funkce specialisty na </w:t>
            </w:r>
            <w:r w:rsidR="000732CB">
              <w:rPr>
                <w:rFonts w:cs="Arial"/>
                <w:bCs/>
              </w:rPr>
              <w:t>zabezpečovací zařízení</w:t>
            </w:r>
            <w:r w:rsidRPr="00966B3A">
              <w:rPr>
                <w:rFonts w:cs="Arial"/>
                <w:bCs/>
              </w:rPr>
              <w:t xml:space="preserve"> u zakázky na </w:t>
            </w:r>
            <w:r w:rsidRPr="00966B3A">
              <w:rPr>
                <w:rFonts w:cs="Calibri"/>
              </w:rPr>
              <w:t xml:space="preserve">projektové </w:t>
            </w:r>
            <w:r w:rsidRPr="00966B3A">
              <w:rPr>
                <w:rFonts w:cs="Arial"/>
                <w:bCs/>
              </w:rPr>
              <w:t xml:space="preserve">práce pro stavby železničních drah ve stupni DSP nebo DSP+PDPS nebo </w:t>
            </w:r>
            <w:r w:rsidRPr="00966B3A">
              <w:rPr>
                <w:rFonts w:cs="Calibri"/>
              </w:rPr>
              <w:t>DUSP</w:t>
            </w:r>
            <w:r w:rsidRPr="00966B3A">
              <w:rPr>
                <w:rFonts w:cs="Arial"/>
                <w:bCs/>
              </w:rPr>
              <w:t xml:space="preserve"> </w:t>
            </w:r>
            <w:r w:rsidR="00FB22CE" w:rsidRPr="00966B3A">
              <w:rPr>
                <w:rFonts w:cs="Calibri"/>
              </w:rPr>
              <w:t>nebo DUSP+PDPS</w:t>
            </w:r>
            <w:r w:rsidR="00FB22CE" w:rsidRPr="00966B3A">
              <w:rPr>
                <w:rFonts w:cs="Arial"/>
                <w:bCs/>
              </w:rPr>
              <w:t xml:space="preserve"> </w:t>
            </w:r>
            <w:r w:rsidRPr="00966B3A">
              <w:rPr>
                <w:rFonts w:cs="Arial"/>
                <w:bCs/>
              </w:rPr>
              <w:t xml:space="preserve">s hodnotou zakázky na </w:t>
            </w:r>
            <w:r w:rsidRPr="00966B3A">
              <w:rPr>
                <w:rFonts w:cs="Calibri"/>
              </w:rPr>
              <w:t xml:space="preserve">projektové </w:t>
            </w:r>
            <w:r w:rsidR="00DD5E3B" w:rsidRPr="00966B3A">
              <w:rPr>
                <w:rFonts w:cs="Arial"/>
                <w:bCs/>
              </w:rPr>
              <w:t xml:space="preserve">práce nejméně </w:t>
            </w:r>
            <w:r w:rsidR="000732CB">
              <w:rPr>
                <w:rFonts w:cs="Arial"/>
                <w:b/>
                <w:bCs/>
              </w:rPr>
              <w:t>8</w:t>
            </w:r>
            <w:r w:rsidR="00DD5E3B" w:rsidRPr="00966B3A">
              <w:rPr>
                <w:rFonts w:cs="Arial"/>
                <w:b/>
                <w:bCs/>
              </w:rPr>
              <w:t xml:space="preserve"> 000 000,- </w:t>
            </w:r>
            <w:r w:rsidRPr="00966B3A">
              <w:rPr>
                <w:rFonts w:cs="Arial"/>
                <w:b/>
                <w:bCs/>
              </w:rPr>
              <w:t>Kč</w:t>
            </w:r>
            <w:r w:rsidRPr="00966B3A">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7ED0A12D" w14:textId="77777777" w:rsidR="00B77110" w:rsidRPr="00966B3A" w:rsidRDefault="00B77110" w:rsidP="00631EAA">
            <w:pPr>
              <w:rPr>
                <w:rFonts w:cs="Arial"/>
                <w:bCs/>
              </w:rPr>
            </w:pPr>
            <w:r w:rsidRPr="00966B3A">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24C44033" w14:textId="77777777" w:rsidR="00B77110" w:rsidRPr="00966B3A" w:rsidRDefault="00B77110" w:rsidP="00631EAA">
            <w:pPr>
              <w:rPr>
                <w:rFonts w:cs="Arial"/>
                <w:bCs/>
              </w:rPr>
            </w:pPr>
            <w:r w:rsidRPr="00966B3A">
              <w:rPr>
                <w:rFonts w:cs="Arial"/>
                <w:bCs/>
              </w:rPr>
              <w:t>5</w:t>
            </w:r>
          </w:p>
        </w:tc>
      </w:tr>
      <w:tr w:rsidR="00B77110" w:rsidRPr="00465F4C" w14:paraId="095DE9F3" w14:textId="77777777" w:rsidTr="00243CEC">
        <w:trPr>
          <w:trHeight w:val="1210"/>
        </w:trPr>
        <w:tc>
          <w:tcPr>
            <w:tcW w:w="1843" w:type="dxa"/>
            <w:vMerge w:val="restart"/>
            <w:tcBorders>
              <w:top w:val="single" w:sz="4" w:space="0" w:color="auto"/>
              <w:left w:val="single" w:sz="4" w:space="0" w:color="auto"/>
              <w:bottom w:val="single" w:sz="4" w:space="0" w:color="auto"/>
              <w:right w:val="single" w:sz="4" w:space="0" w:color="auto"/>
            </w:tcBorders>
          </w:tcPr>
          <w:p w14:paraId="052B3A36" w14:textId="77777777" w:rsidR="00B77110" w:rsidRPr="00B77110" w:rsidRDefault="00B77110" w:rsidP="00631EAA">
            <w:pPr>
              <w:rPr>
                <w:rFonts w:cs="Arial"/>
                <w:bCs/>
              </w:rPr>
            </w:pPr>
            <w:r w:rsidRPr="00DD5E3B">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664EDE0" w14:textId="77777777" w:rsidR="00B77110" w:rsidRPr="00B77110" w:rsidRDefault="00B77110" w:rsidP="00631EAA">
            <w:pPr>
              <w:jc w:val="both"/>
              <w:rPr>
                <w:rFonts w:cs="Arial"/>
                <w:bCs/>
              </w:rPr>
            </w:pPr>
            <w:r w:rsidRPr="00B77110">
              <w:rPr>
                <w:rFonts w:cs="Arial"/>
                <w:bCs/>
              </w:rPr>
              <w:t xml:space="preserve">délka praxe v provádění služeb spočívajících mimo jiné ve výkonu inženýrské činnosti pro vydání stavebního povolení </w:t>
            </w:r>
            <w:r w:rsidRPr="00B77110">
              <w:rPr>
                <w:rFonts w:cs="Calibri"/>
              </w:rPr>
              <w:t>nebo společného povolení</w:t>
            </w:r>
            <w:r w:rsidRPr="00B77110">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4906966C" w14:textId="77777777" w:rsidR="00B77110" w:rsidRPr="00B77110" w:rsidRDefault="00B77110" w:rsidP="00DD5E3B">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1CC5843B" w14:textId="77777777" w:rsidR="00DD5E3B" w:rsidRPr="00B77110" w:rsidRDefault="00B77110" w:rsidP="00DD5E3B">
            <w:pPr>
              <w:rPr>
                <w:rFonts w:cs="Arial"/>
                <w:bCs/>
              </w:rPr>
            </w:pPr>
            <w:r w:rsidRPr="00B77110">
              <w:rPr>
                <w:rFonts w:cs="Arial"/>
                <w:bCs/>
              </w:rPr>
              <w:t xml:space="preserve">5 </w:t>
            </w:r>
          </w:p>
          <w:p w14:paraId="606E7A7D" w14:textId="77777777" w:rsidR="00B77110" w:rsidRPr="00B77110" w:rsidRDefault="00B77110" w:rsidP="00631EAA">
            <w:pPr>
              <w:rPr>
                <w:rFonts w:cs="Arial"/>
                <w:bCs/>
              </w:rPr>
            </w:pPr>
          </w:p>
        </w:tc>
      </w:tr>
      <w:tr w:rsidR="00B77110" w:rsidRPr="00465F4C" w14:paraId="5859F342" w14:textId="77777777" w:rsidTr="00243CEC">
        <w:trPr>
          <w:trHeight w:val="1210"/>
        </w:trPr>
        <w:tc>
          <w:tcPr>
            <w:tcW w:w="1843" w:type="dxa"/>
            <w:vMerge/>
            <w:tcBorders>
              <w:top w:val="single" w:sz="4" w:space="0" w:color="auto"/>
              <w:left w:val="single" w:sz="4" w:space="0" w:color="auto"/>
              <w:bottom w:val="single" w:sz="4" w:space="0" w:color="auto"/>
              <w:right w:val="single" w:sz="4" w:space="0" w:color="auto"/>
            </w:tcBorders>
            <w:vAlign w:val="center"/>
          </w:tcPr>
          <w:p w14:paraId="72E4CF43"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EF04230" w14:textId="038FCE67" w:rsidR="00B77110" w:rsidRPr="00B77110" w:rsidRDefault="00B77110" w:rsidP="000732CB">
            <w:pPr>
              <w:jc w:val="both"/>
              <w:rPr>
                <w:rFonts w:cs="Arial"/>
                <w:bCs/>
              </w:rPr>
            </w:pPr>
            <w:r w:rsidRPr="00B77110">
              <w:rPr>
                <w:rFonts w:cs="Arial"/>
                <w:bCs/>
              </w:rPr>
              <w:t xml:space="preserve">zkušenost s výkonem funkce specialisty na inženýrskou činnost u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w:t>
            </w:r>
            <w:r w:rsidR="00FB22CE">
              <w:rPr>
                <w:rFonts w:cs="Calibri"/>
              </w:rPr>
              <w:t>nebo DUSP+PDPS</w:t>
            </w:r>
            <w:r w:rsidR="00FB22CE" w:rsidRPr="00B77110">
              <w:rPr>
                <w:rFonts w:cs="Arial"/>
                <w:bCs/>
              </w:rPr>
              <w:t xml:space="preserve"> </w:t>
            </w:r>
            <w:r w:rsidRPr="00B77110">
              <w:rPr>
                <w:rFonts w:cs="Arial"/>
                <w:bCs/>
              </w:rPr>
              <w:t xml:space="preserve">s hodnotou zakázky na </w:t>
            </w:r>
            <w:r w:rsidRPr="00B77110">
              <w:rPr>
                <w:rFonts w:cs="Calibri"/>
              </w:rPr>
              <w:t xml:space="preserve">projektové </w:t>
            </w:r>
            <w:r w:rsidR="00DD5E3B">
              <w:rPr>
                <w:rFonts w:cs="Arial"/>
                <w:bCs/>
              </w:rPr>
              <w:t xml:space="preserve">práce nejméně </w:t>
            </w:r>
            <w:r w:rsidR="000732CB">
              <w:rPr>
                <w:rFonts w:cs="Arial"/>
                <w:b/>
                <w:bCs/>
              </w:rPr>
              <w:t>8</w:t>
            </w:r>
            <w:r w:rsidR="00DD5E3B" w:rsidRPr="00BA6864">
              <w:rPr>
                <w:rFonts w:cs="Arial"/>
                <w:b/>
                <w:bCs/>
              </w:rPr>
              <w:t> 000 000,-</w:t>
            </w:r>
            <w:r w:rsidRPr="00BA6864">
              <w:rPr>
                <w:rFonts w:cs="Arial"/>
                <w:b/>
                <w:bCs/>
              </w:rPr>
              <w:t xml:space="preserve"> Kč</w:t>
            </w:r>
            <w:r w:rsidRPr="00B77110">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72280739"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04AA031B" w14:textId="77777777" w:rsidR="00DD5E3B" w:rsidRPr="00B77110" w:rsidRDefault="00B77110" w:rsidP="00DD5E3B">
            <w:pPr>
              <w:rPr>
                <w:rFonts w:cs="Arial"/>
                <w:bCs/>
              </w:rPr>
            </w:pPr>
            <w:r w:rsidRPr="00B77110">
              <w:rPr>
                <w:rFonts w:cs="Arial"/>
                <w:bCs/>
              </w:rPr>
              <w:t xml:space="preserve">5 </w:t>
            </w:r>
          </w:p>
          <w:p w14:paraId="0945DDC8" w14:textId="77777777" w:rsidR="00B77110" w:rsidRPr="00B77110" w:rsidRDefault="00B77110" w:rsidP="00631EAA">
            <w:pPr>
              <w:rPr>
                <w:rFonts w:cs="Arial"/>
                <w:bCs/>
              </w:rPr>
            </w:pPr>
          </w:p>
        </w:tc>
      </w:tr>
    </w:tbl>
    <w:p w14:paraId="0DD60E43" w14:textId="77777777" w:rsidR="00B77110" w:rsidRDefault="00B77110" w:rsidP="00B77110">
      <w:pPr>
        <w:pStyle w:val="Odstavecseseznamem"/>
        <w:ind w:left="1418"/>
        <w:jc w:val="both"/>
        <w:rPr>
          <w:rFonts w:ascii="Calibri" w:hAnsi="Calibri" w:cs="Calibri"/>
          <w:sz w:val="20"/>
          <w:szCs w:val="20"/>
        </w:rPr>
      </w:pPr>
    </w:p>
    <w:p w14:paraId="67EDC74D" w14:textId="4E10C9C7" w:rsidR="00B77110" w:rsidRDefault="00B77110" w:rsidP="00B77110">
      <w:pPr>
        <w:pStyle w:val="Text1-1"/>
        <w:numPr>
          <w:ilvl w:val="0"/>
          <w:numId w:val="0"/>
        </w:numPr>
        <w:ind w:left="737"/>
      </w:pPr>
      <w:r>
        <w:t xml:space="preserve">Za 1 rok praxe je považováno dokončených 12 měsíců. Za projektové práce ve stupni DSP nebo DSP+PDPS nebo DUSP </w:t>
      </w:r>
      <w:r w:rsidR="00FB22CE">
        <w:rPr>
          <w:rFonts w:cs="Calibri"/>
        </w:rPr>
        <w:t>nebo DUSP+PDPS</w:t>
      </w:r>
      <w:r w:rsidR="00FB22CE">
        <w:t xml:space="preserve"> </w:t>
      </w:r>
      <w:r>
        <w:t>zadavatel považuje rovněž provedení aktualizace projektové dokumentace ve stupni DSP nebo DSP+PDPS nebo DUSP</w:t>
      </w:r>
      <w:r w:rsidR="00FB22CE" w:rsidRPr="00FB22CE">
        <w:rPr>
          <w:rFonts w:cs="Calibri"/>
        </w:rPr>
        <w:t xml:space="preserve"> </w:t>
      </w:r>
      <w:r w:rsidR="00FB22CE">
        <w:rPr>
          <w:rFonts w:cs="Calibri"/>
        </w:rPr>
        <w:t>nebo DUSP+PDPS</w:t>
      </w:r>
      <w:r>
        <w:t>.</w:t>
      </w:r>
    </w:p>
    <w:p w14:paraId="2803C032" w14:textId="77777777" w:rsidR="00B77110" w:rsidRDefault="00B77110" w:rsidP="00B77110">
      <w:pPr>
        <w:pStyle w:val="Text1-1"/>
        <w:numPr>
          <w:ilvl w:val="0"/>
          <w:numId w:val="0"/>
        </w:numPr>
        <w:ind w:left="737"/>
      </w:pPr>
      <w:r>
        <w:t xml:space="preserve">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 </w:t>
      </w:r>
    </w:p>
    <w:p w14:paraId="32F1153B" w14:textId="77777777"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EE5C2C">
        <w:t xml:space="preserve"> (resp. dostane 0 bodů)</w:t>
      </w:r>
      <w:r>
        <w:t xml:space="preserve">. </w:t>
      </w:r>
    </w:p>
    <w:p w14:paraId="65C854D1"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516AD4B4" w14:textId="77777777" w:rsidR="00B77110" w:rsidRDefault="00B77110" w:rsidP="00B77110">
      <w:pPr>
        <w:pStyle w:val="Text1-1"/>
        <w:numPr>
          <w:ilvl w:val="0"/>
          <w:numId w:val="0"/>
        </w:numPr>
        <w:ind w:left="737"/>
      </w:pPr>
      <w:r>
        <w:lastRenderedPageBreak/>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14:paraId="0A6EE41F" w14:textId="1FCCE2BD"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w:t>
      </w:r>
      <w:r w:rsidRPr="00683A86">
        <w:t xml:space="preserve">praxe v projektování obdobných zakázek, tj. projektových prací ve stupni DSP nebo DSP+PDPS nebo DUSP </w:t>
      </w:r>
      <w:r w:rsidR="00FB22CE" w:rsidRPr="00683A86">
        <w:rPr>
          <w:rFonts w:cs="Calibri"/>
        </w:rPr>
        <w:t>nebo DUSP+PDPS</w:t>
      </w:r>
      <w:r w:rsidR="00FB22CE" w:rsidRPr="00683A86">
        <w:t xml:space="preserve"> </w:t>
      </w:r>
      <w:r w:rsidRPr="00683A86">
        <w:t>pro stavby železničních drah, bude délka</w:t>
      </w:r>
      <w:r>
        <w:t xml:space="preserve">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w:t>
      </w:r>
      <w:r w:rsidRPr="00683A86">
        <w:t xml:space="preserve">týmu doloží zkušenost s plněním zakázky na projektové práce pro stavby železničních drah ve stupni DSP nebo DSP+PDPS nebo DUSP </w:t>
      </w:r>
      <w:r w:rsidR="00FB22CE" w:rsidRPr="00683A86">
        <w:rPr>
          <w:rFonts w:cs="Calibri"/>
        </w:rPr>
        <w:t>nebo DUSP+PDPS</w:t>
      </w:r>
      <w:r w:rsidR="00FB22CE" w:rsidRPr="00683A86">
        <w:t xml:space="preserve"> </w:t>
      </w:r>
      <w:r w:rsidRPr="00683A86">
        <w:t>ve funkci vedoucího</w:t>
      </w:r>
      <w:r>
        <w:t xml:space="preserve">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14:paraId="5B322DDC" w14:textId="77777777"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EE5C2C">
        <w:t xml:space="preserve"> (resp. dostane 0 bodů)</w:t>
      </w:r>
      <w:r>
        <w:t>.</w:t>
      </w:r>
    </w:p>
    <w:p w14:paraId="2F163E65" w14:textId="77777777"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v průběhu této doby dokončena.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projektové práce) s tím, že zakázka jako celek (tj. ohledně dalších činností) dokončena není; zároveň však platí, že nestačí, pokud je v posledních 8 letech dokončena zakázka rozsáhlejšího plnění jako celek, avšak plnění v rozsahu referované činnosti 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FB22CE">
        <w:rPr>
          <w:rFonts w:cs="Calibri"/>
        </w:rPr>
        <w:t>nebo DUSP+PDPS</w:t>
      </w:r>
      <w:r w:rsidR="00FB22CE">
        <w:t xml:space="preserve"> </w:t>
      </w:r>
      <w:r>
        <w:t>považuje za dokončenou předáním kompletní DSP nebo DSP+PDPS nebo DUSP</w:t>
      </w:r>
      <w:r w:rsidR="00FB22CE" w:rsidRPr="00FB22CE">
        <w:rPr>
          <w:rFonts w:cs="Calibri"/>
        </w:rPr>
        <w:t xml:space="preserve"> </w:t>
      </w:r>
      <w:r w:rsidR="00FB22CE">
        <w:rPr>
          <w:rFonts w:cs="Calibri"/>
        </w:rPr>
        <w:t>nebo DUSP+PDPS</w:t>
      </w:r>
      <w:r>
        <w:t>, příp. jejich kompletní aktualizace, objednateli po zapracování všech připomínek objednatele, a to bez případného podání žádosti o stavební povolení nebo společné povolení, je-li součástí plnění zakázky.</w:t>
      </w:r>
    </w:p>
    <w:p w14:paraId="03646AA2" w14:textId="77777777" w:rsidR="00B77110" w:rsidRDefault="00B77110" w:rsidP="00B77110">
      <w:pPr>
        <w:pStyle w:val="Text1-1"/>
        <w:numPr>
          <w:ilvl w:val="0"/>
          <w:numId w:val="0"/>
        </w:numPr>
        <w:ind w:left="737"/>
      </w:pPr>
      <w:r>
        <w:lastRenderedPageBreak/>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3E5B7655" w14:textId="77777777"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14:paraId="55D77E88"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p>
    <w:p w14:paraId="471E1793"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687B3904"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5A474DC1" w14:textId="77777777"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7C7ED640" w14:textId="77777777" w:rsidR="00B77110" w:rsidRDefault="00B77110" w:rsidP="00B77110">
      <w:pPr>
        <w:pStyle w:val="Text1-1"/>
        <w:numPr>
          <w:ilvl w:val="0"/>
          <w:numId w:val="0"/>
        </w:numPr>
        <w:spacing w:after="0"/>
        <w:ind w:left="737"/>
        <w:jc w:val="center"/>
      </w:pPr>
      <w:r>
        <w:t>bodové hodnocení hodnocené nabídky x 100</w:t>
      </w:r>
    </w:p>
    <w:p w14:paraId="28EE6018" w14:textId="77777777" w:rsidR="00B77110" w:rsidRDefault="00B77110" w:rsidP="00B77110">
      <w:pPr>
        <w:pStyle w:val="Text1-1"/>
        <w:numPr>
          <w:ilvl w:val="0"/>
          <w:numId w:val="0"/>
        </w:numPr>
        <w:ind w:left="737"/>
        <w:jc w:val="center"/>
      </w:pPr>
      <w:r>
        <w:t>__________________________________</w:t>
      </w:r>
    </w:p>
    <w:p w14:paraId="5BE94286" w14:textId="77777777" w:rsidR="00B77110" w:rsidRDefault="00B77110" w:rsidP="00B77110">
      <w:pPr>
        <w:pStyle w:val="Text1-1"/>
        <w:numPr>
          <w:ilvl w:val="0"/>
          <w:numId w:val="0"/>
        </w:numPr>
        <w:ind w:left="737"/>
        <w:jc w:val="center"/>
      </w:pPr>
      <w:r>
        <w:t>bodové hodnocení nejlepší nabídky</w:t>
      </w:r>
    </w:p>
    <w:p w14:paraId="1EA9E54D" w14:textId="77777777"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14:paraId="76CE6D8C" w14:textId="77777777" w:rsidR="00B77110" w:rsidRPr="00B77110" w:rsidRDefault="00B77110" w:rsidP="00B77110">
      <w:pPr>
        <w:pStyle w:val="Text1-1"/>
        <w:rPr>
          <w:b/>
        </w:rPr>
      </w:pPr>
      <w:r w:rsidRPr="00B77110">
        <w:rPr>
          <w:b/>
        </w:rPr>
        <w:t>Celkové hodnocení</w:t>
      </w:r>
    </w:p>
    <w:p w14:paraId="684D8500"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p>
    <w:p w14:paraId="00F435A2" w14:textId="77777777" w:rsidR="0035531B" w:rsidRDefault="0035531B" w:rsidP="007038DC">
      <w:pPr>
        <w:pStyle w:val="Nadpis1-1"/>
      </w:pPr>
      <w:bookmarkStart w:id="21" w:name="_Toc7169479"/>
      <w:r>
        <w:t>ZRUŠENÍ ZADÁVACÍHO ŘÍZENÍ</w:t>
      </w:r>
      <w:bookmarkEnd w:id="21"/>
    </w:p>
    <w:p w14:paraId="33BA3928" w14:textId="77777777" w:rsidR="0035531B" w:rsidRDefault="0035531B" w:rsidP="0035531B">
      <w:pPr>
        <w:pStyle w:val="Text1-1"/>
      </w:pPr>
      <w:r>
        <w:t>Důvody pro zrušení zadávacího řízení této veřejné zakázky upravuje § 127 ZZVZ.</w:t>
      </w:r>
    </w:p>
    <w:p w14:paraId="0A2F7AF1" w14:textId="77777777" w:rsidR="0035531B" w:rsidRDefault="00B77110" w:rsidP="00B77110">
      <w:pPr>
        <w:pStyle w:val="Text1-1"/>
      </w:pPr>
      <w:r w:rsidRPr="00B77110">
        <w:lastRenderedPageBreak/>
        <w:t>V souladu s § 170 ZZVZ si zadavatel vyhrazuje právo zrušit zadávací řízení této veřejné zakázky i bez naplnění důvodů podle § 127 ZZVZ kdykoliv před uzavřením smlouvy na plnění této veřejné zakázky</w:t>
      </w:r>
      <w:r w:rsidR="0035531B">
        <w:t>.</w:t>
      </w:r>
    </w:p>
    <w:p w14:paraId="5A8C327F" w14:textId="77777777" w:rsidR="0035531B" w:rsidRDefault="0035531B" w:rsidP="007038DC">
      <w:pPr>
        <w:pStyle w:val="Nadpis1-1"/>
      </w:pPr>
      <w:bookmarkStart w:id="22" w:name="_Toc7169480"/>
      <w:r>
        <w:t>UZAVŘENÍ SMLOUVY</w:t>
      </w:r>
      <w:bookmarkEnd w:id="22"/>
    </w:p>
    <w:p w14:paraId="4F7A2A82" w14:textId="77777777" w:rsidR="0035531B" w:rsidRDefault="00B77110" w:rsidP="00B77110">
      <w:pPr>
        <w:pStyle w:val="Text1-1"/>
      </w:pPr>
      <w:r w:rsidRPr="00B77110">
        <w:t>Uzavření Smlouvy s vybraným dodavatelem upravuje § 124 ZZVZ. Smlouva bude uzavřena písemně v listinné podobě v souladu s nabídkou vybraného dodavatele a v podobě uvedené v Dílu 2 této zadávací dokumentace s názvem Smlouva o dílo. Před podpisem smlouvy obě smluvní strany projeví souhlas a vůli podepsat smlouvu písemně v listinné podobě. Projev vůle vybranému dodavateli bude 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projeví souhlas. Souhlas musí být zaslán formou zprávy prostřednictvím elektronického nástroje E-ZAK</w:t>
      </w:r>
      <w:r w:rsidR="0035531B">
        <w:t xml:space="preserve">. </w:t>
      </w:r>
    </w:p>
    <w:p w14:paraId="1CBDA2D5" w14:textId="3AE6C3AF"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9E695F" w:rsidRPr="0000488E">
          <w:rPr>
            <w:rStyle w:val="Hypertextovodkaz"/>
            <w:noProof w:val="0"/>
          </w:rPr>
          <w:t>https://zakazky.spravazeleznic.cz/</w:t>
        </w:r>
      </w:hyperlink>
      <w:r w:rsidRPr="00572F04">
        <w:t xml:space="preserve">, případně jinou formou písemné elektronické komunikace (zadavatel preferuje komunikaci prostřednictvím elektronického nástroje E-ZAK) dokumenty uvedené v článku 18.3 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321C848B"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0B15A70F" w14:textId="77777777" w:rsidR="00572F04" w:rsidRDefault="00572F04" w:rsidP="00572F04">
      <w:pPr>
        <w:pStyle w:val="Odrka1-1"/>
      </w:pPr>
      <w:r>
        <w:t>originálů nebo ověřených kopií dokladů o kvalifikaci ve smyslu čl. 8 těchto Pokynů;</w:t>
      </w:r>
    </w:p>
    <w:p w14:paraId="58B6A6C4" w14:textId="77777777"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72288F82"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1916540F" w14:textId="77777777" w:rsidR="00572F04" w:rsidRDefault="00572F04" w:rsidP="00572F04">
      <w:pPr>
        <w:pStyle w:val="Odrka1-1"/>
      </w:pPr>
      <w:r>
        <w:lastRenderedPageBreak/>
        <w:t>vybraným dodavatelem vyplněné Přílohy č. 8 Smlouvy o dílo s názvem Seznam poddodavatelů, a ve formátu umožňujícím editaci;</w:t>
      </w:r>
    </w:p>
    <w:p w14:paraId="08A3713C"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013BBD9A"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6BE57643" w14:textId="77777777" w:rsidR="00572F04" w:rsidRPr="003B6512" w:rsidRDefault="00572F04" w:rsidP="00572F04">
      <w:pPr>
        <w:pStyle w:val="Odrka1-1"/>
      </w:pPr>
      <w:r w:rsidRPr="003B6512">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5CF6E6D2" w14:textId="77777777" w:rsidR="0035531B" w:rsidRPr="003B6512" w:rsidRDefault="00572F04" w:rsidP="00572F04">
      <w:pPr>
        <w:pStyle w:val="Odrka1-1"/>
      </w:pPr>
      <w:r w:rsidRPr="003B6512">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rsidRPr="003B6512">
        <w:t>.</w:t>
      </w:r>
    </w:p>
    <w:p w14:paraId="0701DCAF"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D7BE99B" w14:textId="77777777"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14:paraId="45BDDCD0" w14:textId="77777777" w:rsidR="0035531B" w:rsidRDefault="0035531B" w:rsidP="007979AA">
      <w:pPr>
        <w:pStyle w:val="Odstavec1-1a"/>
        <w:numPr>
          <w:ilvl w:val="0"/>
          <w:numId w:val="20"/>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1FCCFAFF"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15C5BD8A"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5E0513C0" w14:textId="77777777" w:rsidR="0035531B" w:rsidRDefault="0035531B" w:rsidP="00B77C6D">
      <w:pPr>
        <w:pStyle w:val="Odrka1-2-"/>
      </w:pPr>
      <w:r>
        <w:t>výpis</w:t>
      </w:r>
      <w:r w:rsidR="0060115D">
        <w:t xml:space="preserve"> z </w:t>
      </w:r>
      <w:r>
        <w:t>obchodního rejstříku nebo jiné obdobné evidence,</w:t>
      </w:r>
    </w:p>
    <w:p w14:paraId="03D38492" w14:textId="77777777" w:rsidR="0035531B" w:rsidRDefault="0035531B" w:rsidP="00B77C6D">
      <w:pPr>
        <w:pStyle w:val="Odrka1-2-"/>
      </w:pPr>
      <w:r>
        <w:t>seznam akcionářů,</w:t>
      </w:r>
    </w:p>
    <w:p w14:paraId="64918404" w14:textId="77777777" w:rsidR="0035531B" w:rsidRDefault="0035531B" w:rsidP="00B77C6D">
      <w:pPr>
        <w:pStyle w:val="Odrka1-2-"/>
      </w:pPr>
      <w:r>
        <w:t>rozhodnutí statutárního orgánu</w:t>
      </w:r>
      <w:r w:rsidR="00092CC9">
        <w:t xml:space="preserve"> o </w:t>
      </w:r>
      <w:r>
        <w:t>vyplacení podílu na zisku,</w:t>
      </w:r>
    </w:p>
    <w:p w14:paraId="3D828963" w14:textId="77777777" w:rsidR="0035531B" w:rsidRDefault="0035531B" w:rsidP="00B77C6D">
      <w:pPr>
        <w:pStyle w:val="Odrka1-2-"/>
      </w:pPr>
      <w:r>
        <w:t>společenská smlouva, zakladatelská listina nebo stanovy.</w:t>
      </w:r>
    </w:p>
    <w:p w14:paraId="53DD5F13" w14:textId="77777777" w:rsidR="0035531B" w:rsidRDefault="00572F04" w:rsidP="00B77C6D">
      <w:pPr>
        <w:pStyle w:val="Textbezslovn"/>
      </w:pPr>
      <w:r w:rsidRPr="00572F04">
        <w:lastRenderedPageBreak/>
        <w:t>Zadavatel vyloučí vybraného dodavatele, zjistí-li na základě výše uvedených dokladů, že byl ve střetu zájmů podle § 44 odst. 2 a 3 ZZVZ</w:t>
      </w:r>
      <w:r w:rsidR="0035531B">
        <w:t>.</w:t>
      </w:r>
    </w:p>
    <w:p w14:paraId="6E953A02"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6DDF6452"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2E1898E6" w14:textId="77777777" w:rsidR="0035531B" w:rsidRDefault="0035531B" w:rsidP="00B77C6D">
      <w:pPr>
        <w:pStyle w:val="Nadpis1-1"/>
      </w:pPr>
      <w:bookmarkStart w:id="23" w:name="_Toc7169481"/>
      <w:r>
        <w:t>OCHRANA INFORMACÍ</w:t>
      </w:r>
      <w:bookmarkEnd w:id="23"/>
    </w:p>
    <w:p w14:paraId="00AE73D2"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F9DDE9C"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2671DDAB"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951A3A3" w14:textId="77777777" w:rsidR="0035531B" w:rsidRDefault="0035531B" w:rsidP="00564DDD">
      <w:pPr>
        <w:pStyle w:val="Nadpis1-1"/>
      </w:pPr>
      <w:bookmarkStart w:id="24" w:name="_Toc7169482"/>
      <w:r>
        <w:t>ZADÁVACÍ LHŮTA</w:t>
      </w:r>
      <w:r w:rsidR="00845C50">
        <w:t xml:space="preserve"> </w:t>
      </w:r>
      <w:r w:rsidR="00092CC9">
        <w:t>A</w:t>
      </w:r>
      <w:r w:rsidR="00845C50">
        <w:t> </w:t>
      </w:r>
      <w:r>
        <w:t>JISTOTA ZA NABÍDKU</w:t>
      </w:r>
      <w:bookmarkEnd w:id="24"/>
    </w:p>
    <w:p w14:paraId="4BFF9F19"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288757BA" w14:textId="218BFF2F"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A0582B">
        <w:rPr>
          <w:b/>
        </w:rPr>
        <w:t>4</w:t>
      </w:r>
      <w:r w:rsidR="00A8364C">
        <w:rPr>
          <w:b/>
        </w:rPr>
        <w:t>00 000,-</w:t>
      </w:r>
      <w:r>
        <w:t xml:space="preserve"> </w:t>
      </w:r>
      <w:r w:rsidRPr="00B035B6">
        <w:rPr>
          <w:b/>
        </w:rPr>
        <w:t xml:space="preserve">Kč </w:t>
      </w:r>
      <w:r>
        <w:t>(s</w:t>
      </w:r>
      <w:r w:rsidR="00A0582B">
        <w:t>lovy: čtyři</w:t>
      </w:r>
      <w:r w:rsidR="00A8364C">
        <w:t xml:space="preserve"> </w:t>
      </w:r>
      <w:r w:rsidR="00A0582B">
        <w:t>s</w:t>
      </w:r>
      <w:r w:rsidR="00A8364C">
        <w:t>t</w:t>
      </w:r>
      <w:r w:rsidR="00A0582B">
        <w:t>a t</w:t>
      </w:r>
      <w:r w:rsidR="00A8364C">
        <w:t>isíc korun českých)</w:t>
      </w:r>
      <w:r>
        <w:t>.</w:t>
      </w:r>
    </w:p>
    <w:p w14:paraId="6B3D45A5" w14:textId="77777777" w:rsidR="0035531B" w:rsidRDefault="0035531B" w:rsidP="0035531B">
      <w:pPr>
        <w:pStyle w:val="Text1-1"/>
      </w:pPr>
      <w:r>
        <w:t>Jistota bude poskytnuta</w:t>
      </w:r>
      <w:r w:rsidR="00092CC9">
        <w:t xml:space="preserve"> v </w:t>
      </w:r>
      <w:r>
        <w:t xml:space="preserve">elektronické podobě formou: </w:t>
      </w:r>
    </w:p>
    <w:p w14:paraId="28A5CB4C" w14:textId="77777777" w:rsidR="0035531B" w:rsidRDefault="0035531B" w:rsidP="00564DDD">
      <w:pPr>
        <w:pStyle w:val="Odrka1-1"/>
      </w:pPr>
      <w:r>
        <w:t xml:space="preserve">složení peněžní částky na účet zadavatele („peněžní jistota“), nebo </w:t>
      </w:r>
    </w:p>
    <w:p w14:paraId="7B74DBED" w14:textId="77777777" w:rsidR="0035531B" w:rsidRDefault="0035531B" w:rsidP="00564DDD">
      <w:pPr>
        <w:pStyle w:val="Odrka1-1"/>
      </w:pPr>
      <w:r>
        <w:t xml:space="preserve">bankovní záruky ve prospěch zadavatele, nebo </w:t>
      </w:r>
    </w:p>
    <w:p w14:paraId="4D261193" w14:textId="77777777" w:rsidR="0035531B" w:rsidRDefault="0035531B" w:rsidP="00564DDD">
      <w:pPr>
        <w:pStyle w:val="Odrka1-1"/>
      </w:pPr>
      <w:r>
        <w:t>pojištění záruky ve prospěch zadavatele.</w:t>
      </w:r>
    </w:p>
    <w:p w14:paraId="487D259E" w14:textId="1D2334F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A8364C">
        <w:t>30007-22307011/0710, Česká národní banka se sídlem Na Příkopě 28, 115 03 Praha 1</w:t>
      </w:r>
      <w:r>
        <w:t xml:space="preserve">, variabilní symbol </w:t>
      </w:r>
      <w:r w:rsidR="00A0582B">
        <w:t>5513520012</w:t>
      </w:r>
      <w:r>
        <w:t xml:space="preserve">. Účastník </w:t>
      </w:r>
      <w:r>
        <w:lastRenderedPageBreak/>
        <w:t>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41909D9"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194098">
        <w:t xml:space="preserve"> (sken bankovní záruky nestačí, musí to být elektronický originál s elektronickým podpisem</w:t>
      </w:r>
      <w:r w:rsidR="00EE5C2C" w:rsidRPr="00EE5C2C">
        <w:t xml:space="preserve"> </w:t>
      </w:r>
      <w:r w:rsidR="00EE5C2C">
        <w:t>výstavce záruky; bankovní záruku je nutné vložit do nabídky jako samostatný soubor nebo jako součást zkomprimované složky jednotlivých souborů</w:t>
      </w:r>
      <w:r w:rsidR="00194098">
        <w:t>)</w:t>
      </w:r>
      <w:r>
        <w:t>.</w:t>
      </w:r>
    </w:p>
    <w:p w14:paraId="4F9B8F71"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DDAB214"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69EE5C70" w14:textId="77777777" w:rsidR="0035531B" w:rsidRDefault="0035531B" w:rsidP="00564DDD">
      <w:pPr>
        <w:pStyle w:val="Nadpis1-1"/>
      </w:pPr>
      <w:bookmarkStart w:id="25" w:name="_Toc7169483"/>
      <w:r>
        <w:t>PŘÍLOHY TĚCHTO POKYNŮ</w:t>
      </w:r>
      <w:bookmarkEnd w:id="25"/>
    </w:p>
    <w:p w14:paraId="785D3736"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B1BFC7E" w14:textId="77777777" w:rsidR="0035531B" w:rsidRDefault="0035531B" w:rsidP="00564DDD">
      <w:pPr>
        <w:pStyle w:val="Textbezslovn"/>
        <w:tabs>
          <w:tab w:val="left" w:pos="2127"/>
        </w:tabs>
        <w:spacing w:after="0"/>
        <w:ind w:left="2127" w:hanging="1390"/>
      </w:pPr>
      <w:r>
        <w:t>Příloha č. 2</w:t>
      </w:r>
      <w:r>
        <w:tab/>
        <w:t>Seznam poddodavatelů</w:t>
      </w:r>
    </w:p>
    <w:p w14:paraId="6BB23A93"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F7DFA36"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0EF4B72C"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5D23C662" w14:textId="77777777" w:rsidR="0035531B" w:rsidRDefault="0035531B" w:rsidP="00564DDD">
      <w:pPr>
        <w:pStyle w:val="Textbezslovn"/>
        <w:tabs>
          <w:tab w:val="left" w:pos="2127"/>
        </w:tabs>
        <w:spacing w:after="0"/>
        <w:ind w:left="2127" w:hanging="1390"/>
      </w:pPr>
      <w:r>
        <w:t>Příloha č. 6</w:t>
      </w:r>
      <w:r>
        <w:tab/>
        <w:t>Vzor profesního životopisu</w:t>
      </w:r>
    </w:p>
    <w:p w14:paraId="407E8EAB"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23413A1"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32E1FBB4" w14:textId="77777777" w:rsidR="0035531B" w:rsidRDefault="0035531B" w:rsidP="00564DDD">
      <w:pPr>
        <w:pStyle w:val="Textbezslovn"/>
        <w:spacing w:after="0"/>
      </w:pPr>
    </w:p>
    <w:p w14:paraId="2281F7AB" w14:textId="77777777" w:rsidR="00572F04" w:rsidRDefault="00572F04" w:rsidP="00564DDD">
      <w:pPr>
        <w:pStyle w:val="Textbezslovn"/>
        <w:spacing w:after="0"/>
      </w:pPr>
    </w:p>
    <w:p w14:paraId="6F071556" w14:textId="77777777" w:rsidR="0035531B" w:rsidRDefault="0035531B" w:rsidP="00564DDD">
      <w:pPr>
        <w:pStyle w:val="Textbezslovn"/>
        <w:spacing w:after="0"/>
      </w:pPr>
    </w:p>
    <w:p w14:paraId="7DCA899C" w14:textId="77777777" w:rsidR="0035531B" w:rsidRDefault="0035531B" w:rsidP="00564DDD">
      <w:pPr>
        <w:pStyle w:val="Textbezslovn"/>
        <w:spacing w:after="0"/>
      </w:pPr>
      <w:r>
        <w:t>V Praze dne ……………………</w:t>
      </w:r>
    </w:p>
    <w:p w14:paraId="5E0E3229" w14:textId="77777777" w:rsidR="0035531B" w:rsidRDefault="0035531B" w:rsidP="00564DDD">
      <w:pPr>
        <w:pStyle w:val="Textbezslovn"/>
        <w:spacing w:after="0"/>
      </w:pPr>
    </w:p>
    <w:p w14:paraId="61A73EE9" w14:textId="77777777" w:rsidR="0035531B" w:rsidRDefault="0035531B" w:rsidP="00564DDD">
      <w:pPr>
        <w:pStyle w:val="Textbezslovn"/>
        <w:spacing w:after="0"/>
      </w:pPr>
    </w:p>
    <w:p w14:paraId="6DCAE8A9" w14:textId="77777777" w:rsidR="00BE5A7A" w:rsidRDefault="00BE5A7A" w:rsidP="00BE5A7A">
      <w:pPr>
        <w:pStyle w:val="Textbezslovn"/>
        <w:spacing w:after="0"/>
      </w:pPr>
      <w:r>
        <w:t>…………………………………………….</w:t>
      </w:r>
    </w:p>
    <w:p w14:paraId="1C4C8605" w14:textId="77777777" w:rsidR="00BE5A7A" w:rsidRDefault="00BE5A7A" w:rsidP="00BE5A7A">
      <w:pPr>
        <w:pStyle w:val="Textbezslovn"/>
        <w:spacing w:after="0"/>
      </w:pPr>
      <w:r>
        <w:t>Ing. Petr Hofhanzl</w:t>
      </w:r>
    </w:p>
    <w:p w14:paraId="3EBE3393" w14:textId="77777777" w:rsidR="00BE5A7A" w:rsidRDefault="00BE5A7A" w:rsidP="00BE5A7A">
      <w:pPr>
        <w:pStyle w:val="Textbezslovn"/>
        <w:spacing w:after="0"/>
      </w:pPr>
      <w:r>
        <w:t>ředitel Stavební správy západ</w:t>
      </w:r>
    </w:p>
    <w:p w14:paraId="21CD6C5D" w14:textId="77777777" w:rsidR="00BE5A7A" w:rsidRDefault="00BE5A7A" w:rsidP="00BE5A7A">
      <w:pPr>
        <w:pStyle w:val="Textbezslovn"/>
        <w:spacing w:after="0"/>
      </w:pPr>
      <w:r>
        <w:t>Správa železnic, státní organizace</w:t>
      </w:r>
    </w:p>
    <w:p w14:paraId="36587A11" w14:textId="4254F563" w:rsidR="0035531B" w:rsidRDefault="00BE5A7A" w:rsidP="00564DDD">
      <w:pPr>
        <w:pStyle w:val="Textbezslovn"/>
      </w:pPr>
      <w:r>
        <w:t xml:space="preserve"> (podepsáno elektronicky)</w:t>
      </w:r>
    </w:p>
    <w:p w14:paraId="7B4FB6D0" w14:textId="77777777" w:rsidR="00564DDD" w:rsidRDefault="00564DDD">
      <w:r>
        <w:br w:type="page"/>
      </w:r>
    </w:p>
    <w:p w14:paraId="3C254532" w14:textId="77777777" w:rsidR="0035531B" w:rsidRDefault="0035531B" w:rsidP="00FE4333">
      <w:pPr>
        <w:pStyle w:val="Nadpisbezsl1-1"/>
      </w:pPr>
      <w:r w:rsidRPr="00FE4333">
        <w:lastRenderedPageBreak/>
        <w:t>Příloha</w:t>
      </w:r>
      <w:r>
        <w:t xml:space="preserve"> č. 1 </w:t>
      </w:r>
    </w:p>
    <w:p w14:paraId="7CDC5DE9"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D0BB02D" w14:textId="77777777" w:rsidR="00AB1063" w:rsidRDefault="00AB1063" w:rsidP="00454716">
      <w:pPr>
        <w:pStyle w:val="Textbezslovn"/>
        <w:ind w:left="28"/>
      </w:pPr>
    </w:p>
    <w:p w14:paraId="347283FE" w14:textId="77777777" w:rsidR="0035531B" w:rsidRDefault="0035531B" w:rsidP="00454716">
      <w:pPr>
        <w:pStyle w:val="Textbezslovn"/>
        <w:ind w:left="28"/>
      </w:pPr>
      <w:r>
        <w:t>Obchodní firma [</w:t>
      </w:r>
      <w:r w:rsidRPr="00DE6A35">
        <w:rPr>
          <w:b/>
          <w:highlight w:val="yellow"/>
        </w:rPr>
        <w:t>DOPLNÍ DODAVATEL</w:t>
      </w:r>
      <w:r>
        <w:t>]</w:t>
      </w:r>
    </w:p>
    <w:p w14:paraId="283E725A" w14:textId="77777777" w:rsidR="0035531B" w:rsidRDefault="0035531B" w:rsidP="00454716">
      <w:pPr>
        <w:pStyle w:val="Textbezslovn"/>
        <w:ind w:left="28"/>
      </w:pPr>
      <w:r>
        <w:t>Sídlo [</w:t>
      </w:r>
      <w:r w:rsidRPr="00564DDD">
        <w:rPr>
          <w:highlight w:val="yellow"/>
        </w:rPr>
        <w:t>DOPLNÍ DODAVATEL</w:t>
      </w:r>
      <w:r>
        <w:t>]</w:t>
      </w:r>
    </w:p>
    <w:p w14:paraId="7EB5C0AE"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DADD92F" w14:textId="77777777" w:rsidR="0035531B" w:rsidRDefault="0035531B" w:rsidP="00454716">
      <w:pPr>
        <w:pStyle w:val="Textbezslovn"/>
        <w:ind w:left="28"/>
      </w:pPr>
      <w:r>
        <w:t>Právní forma [</w:t>
      </w:r>
      <w:r w:rsidRPr="00564DDD">
        <w:rPr>
          <w:highlight w:val="yellow"/>
        </w:rPr>
        <w:t>DOPLNÍ DODAVATEL</w:t>
      </w:r>
      <w:r>
        <w:t>]</w:t>
      </w:r>
    </w:p>
    <w:p w14:paraId="3171B139"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71A8A6AE" w14:textId="77777777" w:rsidR="0035531B" w:rsidRDefault="0035531B" w:rsidP="00454716">
      <w:pPr>
        <w:pStyle w:val="Textbezslovn"/>
        <w:ind w:left="28"/>
      </w:pPr>
      <w:r>
        <w:t>Podrobnosti registrace [</w:t>
      </w:r>
      <w:r w:rsidRPr="00564DDD">
        <w:rPr>
          <w:highlight w:val="yellow"/>
        </w:rPr>
        <w:t>DOPLNÍ DODAVATEL</w:t>
      </w:r>
      <w:r>
        <w:t>]</w:t>
      </w:r>
    </w:p>
    <w:p w14:paraId="6E0F4C48" w14:textId="77777777" w:rsidR="0035531B" w:rsidRDefault="0035531B" w:rsidP="00454716">
      <w:pPr>
        <w:pStyle w:val="Textbezslovn"/>
        <w:ind w:left="28"/>
      </w:pPr>
      <w:r>
        <w:t xml:space="preserve">Počet let působení jako dodavatel: </w:t>
      </w:r>
    </w:p>
    <w:p w14:paraId="5BEE55B9"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15B85E1" w14:textId="77777777" w:rsidR="0035531B" w:rsidRDefault="0035531B" w:rsidP="00564DDD">
      <w:pPr>
        <w:pStyle w:val="Odrka1-1"/>
      </w:pPr>
      <w:r>
        <w:t>v zahraničí [</w:t>
      </w:r>
      <w:r w:rsidRPr="00564DDD">
        <w:rPr>
          <w:highlight w:val="yellow"/>
        </w:rPr>
        <w:t>DOPLNÍ DODAVATEL</w:t>
      </w:r>
      <w:r>
        <w:t>]</w:t>
      </w:r>
    </w:p>
    <w:p w14:paraId="0F2BE34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1B9F84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6767017" w14:textId="77777777" w:rsidR="0035531B" w:rsidRDefault="0035531B" w:rsidP="00564DDD">
      <w:pPr>
        <w:pStyle w:val="Textbezslovn"/>
      </w:pPr>
      <w:r>
        <w:t xml:space="preserve"> </w:t>
      </w:r>
    </w:p>
    <w:p w14:paraId="38B71A51" w14:textId="0BBBDC73" w:rsidR="006A540D" w:rsidRPr="00376110" w:rsidRDefault="006A540D" w:rsidP="00376110">
      <w:pPr>
        <w:pStyle w:val="Titul2"/>
        <w:jc w:val="both"/>
        <w:rPr>
          <w:b w:val="0"/>
          <w:sz w:val="18"/>
          <w:szCs w:val="18"/>
        </w:rPr>
      </w:pPr>
      <w:r w:rsidRPr="00376110">
        <w:rPr>
          <w:b w:val="0"/>
          <w:sz w:val="18"/>
          <w:szCs w:val="18"/>
        </w:rPr>
        <w:t xml:space="preserve">Řádně jsme se seznámili se zněním zadávacích podmínek veřejné zakázky s názvem </w:t>
      </w:r>
      <w:r w:rsidR="00376110" w:rsidRPr="00376110">
        <w:rPr>
          <w:b w:val="0"/>
          <w:sz w:val="18"/>
          <w:szCs w:val="18"/>
        </w:rPr>
        <w:t>„</w:t>
      </w:r>
      <w:r w:rsidR="00683A86">
        <w:rPr>
          <w:b w:val="0"/>
          <w:sz w:val="18"/>
          <w:szCs w:val="18"/>
        </w:rPr>
        <w:t>Rekonstrukce ŽST Malá Skála</w:t>
      </w:r>
      <w:r w:rsidR="00376110" w:rsidRPr="00376110">
        <w:rPr>
          <w:b w:val="0"/>
          <w:sz w:val="18"/>
          <w:szCs w:val="18"/>
        </w:rPr>
        <w:t>“</w:t>
      </w:r>
      <w:r w:rsidRPr="00376110">
        <w:rPr>
          <w:b w:val="0"/>
          <w:sz w:val="18"/>
          <w:szCs w:val="18"/>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37967EC" w14:textId="77777777" w:rsidR="006622FF" w:rsidRDefault="006622FF" w:rsidP="006622FF">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4394A20D" w14:textId="77777777" w:rsidR="006A540D" w:rsidRDefault="006A540D" w:rsidP="006A540D">
      <w:pPr>
        <w:pStyle w:val="Textbezslovn"/>
        <w:ind w:left="0"/>
      </w:pPr>
    </w:p>
    <w:p w14:paraId="381993FB" w14:textId="77777777" w:rsidR="006A540D" w:rsidRDefault="006A540D" w:rsidP="006A540D">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484ED40F" w14:textId="77777777" w:rsidR="006A540D" w:rsidRDefault="006A540D" w:rsidP="006A540D">
      <w:pPr>
        <w:pStyle w:val="Textbezslovn"/>
        <w:ind w:left="0"/>
      </w:pPr>
    </w:p>
    <w:p w14:paraId="132A0F0E" w14:textId="77777777" w:rsidR="006A540D" w:rsidRDefault="006A540D" w:rsidP="006A540D">
      <w:pPr>
        <w:pStyle w:val="Textbezslovn"/>
        <w:ind w:left="0"/>
      </w:pPr>
      <w:r>
        <w:t>Podpis osoby oprávněné jednat za dodavatele:</w:t>
      </w:r>
    </w:p>
    <w:p w14:paraId="4F904A20" w14:textId="77777777" w:rsidR="006A540D" w:rsidRDefault="006A540D" w:rsidP="006A540D">
      <w:pPr>
        <w:pStyle w:val="Textbezslovn"/>
        <w:ind w:left="0"/>
      </w:pPr>
    </w:p>
    <w:p w14:paraId="6D7896BF" w14:textId="77777777" w:rsidR="006A540D" w:rsidRDefault="006A540D" w:rsidP="006A540D">
      <w:pPr>
        <w:pStyle w:val="Textbezslovn"/>
        <w:ind w:left="0"/>
      </w:pPr>
      <w:r>
        <w:t>Jméno: ______________________</w:t>
      </w:r>
    </w:p>
    <w:p w14:paraId="463C1785" w14:textId="77777777" w:rsidR="006A540D" w:rsidRDefault="006A540D" w:rsidP="006A540D">
      <w:pPr>
        <w:pStyle w:val="Textbezslovn"/>
        <w:ind w:left="0"/>
      </w:pPr>
      <w:r>
        <w:tab/>
      </w:r>
    </w:p>
    <w:p w14:paraId="0A5F2628" w14:textId="77777777" w:rsidR="00327047" w:rsidRDefault="00327047" w:rsidP="006A540D">
      <w:pPr>
        <w:pStyle w:val="Textbezslovn"/>
        <w:ind w:left="0"/>
      </w:pPr>
    </w:p>
    <w:p w14:paraId="7F478207" w14:textId="77777777" w:rsidR="006A540D" w:rsidRDefault="006A540D" w:rsidP="006A540D">
      <w:pPr>
        <w:pStyle w:val="Textbezslovn"/>
        <w:ind w:left="0"/>
      </w:pPr>
      <w:r>
        <w:t>Podpis: ______________________</w:t>
      </w:r>
    </w:p>
    <w:p w14:paraId="75543AE7" w14:textId="77777777" w:rsidR="006A540D" w:rsidRDefault="006A540D" w:rsidP="006A540D">
      <w:pPr>
        <w:pStyle w:val="Textbezslovn"/>
        <w:ind w:left="0"/>
      </w:pPr>
    </w:p>
    <w:p w14:paraId="3B64B391" w14:textId="77777777" w:rsidR="00564DDD" w:rsidRDefault="00564DDD" w:rsidP="00564DDD">
      <w:pPr>
        <w:pStyle w:val="Textbezslovn"/>
      </w:pPr>
      <w:r>
        <w:br w:type="page"/>
      </w:r>
    </w:p>
    <w:p w14:paraId="2149A110" w14:textId="77777777" w:rsidR="0035531B" w:rsidRDefault="0035531B" w:rsidP="00FE4333">
      <w:pPr>
        <w:pStyle w:val="Nadpisbezsl1-1"/>
      </w:pPr>
      <w:r>
        <w:lastRenderedPageBreak/>
        <w:t>Příloha č. 2</w:t>
      </w:r>
    </w:p>
    <w:p w14:paraId="20B49F0F" w14:textId="77777777" w:rsidR="0035531B" w:rsidRPr="00FE4333" w:rsidRDefault="0035531B" w:rsidP="00FE4333">
      <w:pPr>
        <w:pStyle w:val="Nadpisbezsl1-2"/>
        <w:rPr>
          <w:rStyle w:val="Tun9b"/>
          <w:b/>
        </w:rPr>
      </w:pPr>
      <w:r w:rsidRPr="00FE4333">
        <w:rPr>
          <w:rStyle w:val="Tun9b"/>
          <w:b/>
        </w:rPr>
        <w:t>Seznam poddodavatelů</w:t>
      </w:r>
    </w:p>
    <w:p w14:paraId="4C46B76C" w14:textId="77777777" w:rsidR="00AB1063" w:rsidRDefault="00AB1063" w:rsidP="00564DDD">
      <w:pPr>
        <w:pStyle w:val="Textbezslovn"/>
      </w:pPr>
    </w:p>
    <w:p w14:paraId="4FF7942F" w14:textId="77777777" w:rsidR="0035531B" w:rsidRDefault="0035531B" w:rsidP="00454716">
      <w:pPr>
        <w:pStyle w:val="Textbezslovn"/>
        <w:ind w:left="0"/>
      </w:pPr>
      <w:r>
        <w:t>Jestliže dodavatel uvažuje zadat poddodavateli plnění části veřejné zakázky, uvede následující údaje:</w:t>
      </w:r>
    </w:p>
    <w:p w14:paraId="67FCA2C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04B5F7C"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FD354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9F20391"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647FA78B"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440ED42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69ABF4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9AA1A6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DC4DAE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761EF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7EE3FF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A182E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B56F2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A1993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98D82B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DCF37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75B4B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61447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B7F54D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EE71DD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3718BF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EFE51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309892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FDF2E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0C965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1A1062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7337AC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CF997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E23E1F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C1B53C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9766AF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EF3AE7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57A33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A522FE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6993D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589E4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BDE6F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608352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E0578A7" w14:textId="77777777" w:rsidR="00564DDD" w:rsidRPr="00454716" w:rsidRDefault="00454716" w:rsidP="00454716">
            <w:pPr>
              <w:rPr>
                <w:sz w:val="16"/>
                <w:szCs w:val="16"/>
              </w:rPr>
            </w:pPr>
            <w:r w:rsidRPr="00454716">
              <w:rPr>
                <w:sz w:val="16"/>
                <w:szCs w:val="16"/>
              </w:rPr>
              <w:t>Celkem %</w:t>
            </w:r>
          </w:p>
        </w:tc>
        <w:tc>
          <w:tcPr>
            <w:tcW w:w="3969" w:type="dxa"/>
          </w:tcPr>
          <w:p w14:paraId="12F28B8B"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7DE0040C"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53ECB9B7" w14:textId="77777777" w:rsidR="0035531B" w:rsidRDefault="0035531B" w:rsidP="00454716">
      <w:pPr>
        <w:pStyle w:val="Textbezslovn"/>
      </w:pPr>
    </w:p>
    <w:p w14:paraId="3B9D8E6D" w14:textId="77777777" w:rsidR="00454716" w:rsidRDefault="00454716" w:rsidP="00454716">
      <w:pPr>
        <w:pStyle w:val="Textbezslovn"/>
      </w:pPr>
      <w:r>
        <w:br w:type="page"/>
      </w:r>
    </w:p>
    <w:p w14:paraId="266DC97C" w14:textId="77777777" w:rsidR="0035531B" w:rsidRDefault="0035531B" w:rsidP="00FE4333">
      <w:pPr>
        <w:pStyle w:val="Nadpisbezsl1-1"/>
      </w:pPr>
      <w:r>
        <w:lastRenderedPageBreak/>
        <w:t xml:space="preserve">Příloha č. 3 </w:t>
      </w:r>
    </w:p>
    <w:p w14:paraId="5CD76460"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E3297E8" w14:textId="77777777" w:rsidR="0035531B" w:rsidRDefault="0035531B" w:rsidP="00454716">
      <w:pPr>
        <w:pStyle w:val="Textbezslovn"/>
        <w:ind w:left="0"/>
      </w:pPr>
    </w:p>
    <w:p w14:paraId="05FA81BE"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64FFD0F" w14:textId="77777777" w:rsidR="0035531B" w:rsidRDefault="0035531B" w:rsidP="00454716">
      <w:pPr>
        <w:pStyle w:val="Textbezslovn"/>
        <w:ind w:left="0"/>
      </w:pPr>
    </w:p>
    <w:p w14:paraId="75AC1AA3"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686D886" w14:textId="77777777" w:rsidR="0035531B" w:rsidRDefault="0035531B" w:rsidP="00454716">
      <w:pPr>
        <w:pStyle w:val="Textbezslovn"/>
        <w:ind w:left="0"/>
      </w:pPr>
      <w:r>
        <w:t>Obchodní firma [</w:t>
      </w:r>
      <w:r w:rsidRPr="0070255F">
        <w:rPr>
          <w:b/>
          <w:highlight w:val="yellow"/>
        </w:rPr>
        <w:t>DOPLNÍ DODAVATEL</w:t>
      </w:r>
      <w:r>
        <w:t>]</w:t>
      </w:r>
    </w:p>
    <w:p w14:paraId="5E2D6984" w14:textId="77777777" w:rsidR="0035531B" w:rsidRDefault="0035531B" w:rsidP="00454716">
      <w:pPr>
        <w:pStyle w:val="Textbezslovn"/>
        <w:ind w:left="0"/>
      </w:pPr>
      <w:r>
        <w:t>Sídlo [</w:t>
      </w:r>
      <w:r w:rsidRPr="00454716">
        <w:rPr>
          <w:highlight w:val="yellow"/>
        </w:rPr>
        <w:t>DOPLNÍ DODAVATEL</w:t>
      </w:r>
      <w:r>
        <w:t>]</w:t>
      </w:r>
    </w:p>
    <w:p w14:paraId="0F35C8D2" w14:textId="77777777" w:rsidR="0035531B" w:rsidRDefault="0035531B" w:rsidP="00454716">
      <w:pPr>
        <w:pStyle w:val="Textbezslovn"/>
        <w:ind w:left="0"/>
      </w:pPr>
      <w:r>
        <w:t>Právní forma [</w:t>
      </w:r>
      <w:r w:rsidRPr="00454716">
        <w:rPr>
          <w:highlight w:val="yellow"/>
        </w:rPr>
        <w:t>DOPLNÍ DODAVATEL</w:t>
      </w:r>
      <w:r>
        <w:t>]</w:t>
      </w:r>
    </w:p>
    <w:p w14:paraId="1D65C7EE" w14:textId="77777777" w:rsidR="0035531B" w:rsidRDefault="0035531B" w:rsidP="00454716">
      <w:pPr>
        <w:pStyle w:val="Textbezslovn"/>
        <w:ind w:left="0"/>
      </w:pPr>
      <w:r>
        <w:t>IČO [</w:t>
      </w:r>
      <w:r w:rsidRPr="00454716">
        <w:rPr>
          <w:highlight w:val="yellow"/>
        </w:rPr>
        <w:t>DOPLNÍ DODAVATEL</w:t>
      </w:r>
      <w:r>
        <w:t>]</w:t>
      </w:r>
    </w:p>
    <w:p w14:paraId="64B3AC4E" w14:textId="77777777" w:rsidR="0035531B" w:rsidRDefault="0035531B" w:rsidP="00454716">
      <w:pPr>
        <w:pStyle w:val="Textbezslovn"/>
        <w:ind w:left="0"/>
      </w:pPr>
    </w:p>
    <w:p w14:paraId="5BE62B0A"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280DFE65" w14:textId="77777777" w:rsidR="0035531B" w:rsidRDefault="0035531B" w:rsidP="00454716">
      <w:pPr>
        <w:pStyle w:val="Odstavec1-2i"/>
      </w:pPr>
      <w:r>
        <w:t>[</w:t>
      </w:r>
      <w:r w:rsidRPr="00454716">
        <w:rPr>
          <w:highlight w:val="yellow"/>
        </w:rPr>
        <w:t>DOPLNÍ DODAVATEL</w:t>
      </w:r>
      <w:r>
        <w:t>]</w:t>
      </w:r>
    </w:p>
    <w:p w14:paraId="3BE5216A" w14:textId="77777777" w:rsidR="0035531B" w:rsidRDefault="0035531B" w:rsidP="00454716">
      <w:pPr>
        <w:pStyle w:val="Odstavec1-2i"/>
      </w:pPr>
      <w:r>
        <w:t>[</w:t>
      </w:r>
      <w:r w:rsidRPr="00454716">
        <w:rPr>
          <w:highlight w:val="yellow"/>
        </w:rPr>
        <w:t>DOPLNÍ DODAVATEL</w:t>
      </w:r>
      <w:r>
        <w:t>]</w:t>
      </w:r>
    </w:p>
    <w:p w14:paraId="603FA63D" w14:textId="77777777" w:rsidR="0035531B" w:rsidRDefault="0035531B" w:rsidP="00454716">
      <w:pPr>
        <w:pStyle w:val="Odstavec1-2i"/>
      </w:pPr>
      <w:r>
        <w:t>[</w:t>
      </w:r>
      <w:r w:rsidRPr="00454716">
        <w:rPr>
          <w:highlight w:val="yellow"/>
        </w:rPr>
        <w:t>DOPLNÍ DODAVATEL</w:t>
      </w:r>
      <w:r>
        <w:t>]</w:t>
      </w:r>
    </w:p>
    <w:p w14:paraId="04D95DFC" w14:textId="77777777" w:rsidR="0035531B" w:rsidRDefault="0035531B" w:rsidP="00454716">
      <w:pPr>
        <w:pStyle w:val="Odstavec1-2i"/>
      </w:pPr>
      <w:r>
        <w:t>atd.</w:t>
      </w:r>
    </w:p>
    <w:p w14:paraId="21F74EA3" w14:textId="77777777" w:rsidR="0035531B" w:rsidRDefault="0035531B" w:rsidP="00454716">
      <w:pPr>
        <w:pStyle w:val="Textbezslovn"/>
        <w:ind w:left="0"/>
      </w:pPr>
    </w:p>
    <w:p w14:paraId="27907EA3"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76360A9F"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6D56E843"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3A194342"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193D0FD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2427930"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B2FF0F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ED57A64"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695CDE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C09CB9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16F84FE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4EC509D2"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8169FAB"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1D3DFB4"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F1EBA52"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8DEAE5C"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2E8C36B"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839E5E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0352C13"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A234D04"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669DDD00"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51343007"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4E6F71" w14:textId="77777777" w:rsidR="0035531B" w:rsidRDefault="0035531B" w:rsidP="00454716">
      <w:pPr>
        <w:pStyle w:val="Textbezslovn"/>
        <w:ind w:left="0"/>
      </w:pPr>
    </w:p>
    <w:p w14:paraId="3716057D" w14:textId="77777777" w:rsidR="0035531B" w:rsidRDefault="0035531B" w:rsidP="00454716">
      <w:pPr>
        <w:pStyle w:val="Textbezslovn"/>
        <w:ind w:left="0"/>
      </w:pPr>
    </w:p>
    <w:p w14:paraId="62DD522B"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5FA619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02303A6E" w14:textId="77777777" w:rsidR="0035531B" w:rsidRDefault="0035531B" w:rsidP="00454716">
      <w:pPr>
        <w:pStyle w:val="Textbezslovn"/>
        <w:ind w:left="0"/>
      </w:pPr>
    </w:p>
    <w:p w14:paraId="0F3E4483" w14:textId="77777777" w:rsidR="0035531B" w:rsidRDefault="0035531B" w:rsidP="00454716">
      <w:pPr>
        <w:pStyle w:val="Textbezslovn"/>
        <w:ind w:left="0"/>
      </w:pPr>
    </w:p>
    <w:p w14:paraId="62D7120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6FDCAA54" w14:textId="77777777" w:rsidR="0035531B" w:rsidRDefault="0035531B" w:rsidP="00454716">
      <w:pPr>
        <w:pStyle w:val="Textbezslovn"/>
        <w:ind w:left="0"/>
      </w:pPr>
    </w:p>
    <w:p w14:paraId="7F7F5365" w14:textId="77777777" w:rsidR="0035531B" w:rsidRDefault="0035531B" w:rsidP="00454716">
      <w:pPr>
        <w:pStyle w:val="Textbezslovn"/>
        <w:ind w:left="0"/>
      </w:pPr>
    </w:p>
    <w:p w14:paraId="52AF45B2" w14:textId="77777777" w:rsidR="00454716" w:rsidRDefault="00454716" w:rsidP="00454716">
      <w:pPr>
        <w:pStyle w:val="Textbezslovn"/>
        <w:ind w:left="0"/>
      </w:pPr>
      <w:r>
        <w:br w:type="page"/>
      </w:r>
    </w:p>
    <w:p w14:paraId="2911AF2F" w14:textId="77777777" w:rsidR="0035531B" w:rsidRDefault="0035531B" w:rsidP="00FE4333">
      <w:pPr>
        <w:pStyle w:val="Nadpisbezsl1-1"/>
      </w:pPr>
      <w:r>
        <w:lastRenderedPageBreak/>
        <w:t>Příloha č. 4</w:t>
      </w:r>
    </w:p>
    <w:p w14:paraId="267A58AC" w14:textId="77777777" w:rsidR="0035531B" w:rsidRPr="00AD792A" w:rsidRDefault="0035531B" w:rsidP="00FE4333">
      <w:pPr>
        <w:pStyle w:val="Nadpisbezsl1-2"/>
      </w:pPr>
      <w:r w:rsidRPr="00AD792A">
        <w:t xml:space="preserve">Seznam </w:t>
      </w:r>
      <w:r w:rsidR="002D5F95" w:rsidRPr="002D5F95">
        <w:t>významných služeb</w:t>
      </w:r>
    </w:p>
    <w:p w14:paraId="3EA8739C"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6A3BFD6"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5F67F931" w14:textId="77777777" w:rsidR="002D5F95" w:rsidRPr="00AD792A" w:rsidRDefault="002D5F95" w:rsidP="00631EAA">
            <w:pPr>
              <w:rPr>
                <w:b/>
                <w:sz w:val="16"/>
                <w:szCs w:val="16"/>
              </w:rPr>
            </w:pPr>
            <w:r w:rsidRPr="002D5F95">
              <w:rPr>
                <w:b/>
              </w:rPr>
              <w:t>Název významné služby</w:t>
            </w:r>
          </w:p>
        </w:tc>
        <w:tc>
          <w:tcPr>
            <w:tcW w:w="1559" w:type="dxa"/>
          </w:tcPr>
          <w:p w14:paraId="32CFBE9E"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66D089DD"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6945D4A6"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36FBDDB0" w14:textId="77777777" w:rsidR="002D5F95" w:rsidRPr="00AD792A" w:rsidRDefault="002D5F95"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(měsíc/rok)</w:t>
            </w:r>
          </w:p>
        </w:tc>
        <w:tc>
          <w:tcPr>
            <w:tcW w:w="1276" w:type="dxa"/>
          </w:tcPr>
          <w:p w14:paraId="77748CAA"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D454CE5"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Cena významné služby, kterou dodavatel poskytl** za posledních 8 let v Kč*** bez DPH</w:t>
            </w:r>
          </w:p>
        </w:tc>
      </w:tr>
      <w:tr w:rsidR="002D5F95" w:rsidRPr="00454716" w14:paraId="4B3AD482"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3035BF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2ED04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9DE0B0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65A2B9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C47191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E9A945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C3E373B"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2AF74A75"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6BF02C1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7D75F8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C79298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F3B8F7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AFAA2A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65C26CB"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9D9C17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1E0468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63FD8CE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112F25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EE8334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D03D05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E84AF4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849126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653353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2E0D6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C4CA4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E91304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2F5107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7088E8C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345ADD6"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2AB03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7B67CF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EE564C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15703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21EBEC3"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61C7011B"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4F57DB05"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87A3889"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03D7EB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D6A31C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E03719C"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252A45DD"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2A825023" w14:textId="77777777" w:rsidR="002D5F95" w:rsidRDefault="002D5F95" w:rsidP="002D5F95">
      <w:pPr>
        <w:pStyle w:val="Textbezslovn"/>
        <w:ind w:left="0"/>
      </w:pPr>
    </w:p>
    <w:p w14:paraId="644914B2"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62ABE38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77449D56"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E54F0A5"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3BA09BEB"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1B8A6622" w14:textId="77777777" w:rsidR="0035531B" w:rsidRDefault="0035531B" w:rsidP="007979AA">
      <w:pPr>
        <w:pStyle w:val="Odstavec1-1a"/>
        <w:numPr>
          <w:ilvl w:val="0"/>
          <w:numId w:val="1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77CDF13"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C86A2A2"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541A0CAC" w14:textId="77777777" w:rsidR="0035531B" w:rsidRDefault="0035531B" w:rsidP="00EE3C5F">
      <w:pPr>
        <w:pStyle w:val="Textbezslovn"/>
      </w:pPr>
    </w:p>
    <w:p w14:paraId="06650B03" w14:textId="77777777" w:rsidR="0035531B" w:rsidRDefault="0035531B" w:rsidP="00EE3C5F">
      <w:pPr>
        <w:pStyle w:val="Textbezslovn"/>
      </w:pPr>
    </w:p>
    <w:p w14:paraId="6D643479" w14:textId="77777777" w:rsidR="00EE3C5F" w:rsidRDefault="00EE3C5F">
      <w:r>
        <w:br w:type="page"/>
      </w:r>
    </w:p>
    <w:p w14:paraId="383E039D" w14:textId="77777777" w:rsidR="0035531B" w:rsidRDefault="0035531B" w:rsidP="00FE4333">
      <w:pPr>
        <w:pStyle w:val="Nadpisbezsl1-1"/>
      </w:pPr>
      <w:r>
        <w:lastRenderedPageBreak/>
        <w:t>Příloha č. 5</w:t>
      </w:r>
    </w:p>
    <w:p w14:paraId="3E1D690A" w14:textId="77777777" w:rsidR="0035531B" w:rsidRPr="00EE3C5F" w:rsidRDefault="0035531B" w:rsidP="00FE4333">
      <w:pPr>
        <w:pStyle w:val="Nadpisbezsl1-2"/>
      </w:pPr>
      <w:r w:rsidRPr="00EE3C5F">
        <w:t>Seznam odborného personálu dodavatele</w:t>
      </w:r>
    </w:p>
    <w:p w14:paraId="095377A8" w14:textId="77777777" w:rsidR="00AB1063" w:rsidRDefault="00AB1063" w:rsidP="00EE3C5F">
      <w:pPr>
        <w:pStyle w:val="Textbezslovn"/>
      </w:pPr>
    </w:p>
    <w:p w14:paraId="62222565"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53018AD4"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7666DDF7"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D37B982"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5DD4AFE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436D1E8A"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4C396402"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50BE6C54"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344EB6EC"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ACC3E7F"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188661E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1E172425"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35E410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1F1330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D40A2E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3B6A40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0BF832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4DFCDA8"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8D2630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A2DD7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BA714F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DBADA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DA1D7C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8306801"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8E149C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5D7FD0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A13F0E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A0DC09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CA1045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5027E6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412C58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F2FC93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7473DA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3147D6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41B43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3E6D53E"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BB81FF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1AF2BC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8307F4F"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790F51C"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F17ECD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CD51097"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98F8835"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72694D8A"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4CD0A3BD"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B26663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B2B7285"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4EA3424" w14:textId="77777777" w:rsidR="00EE3C5F" w:rsidRDefault="00EE3C5F" w:rsidP="00EE3C5F">
      <w:pPr>
        <w:pStyle w:val="Textbezslovn"/>
      </w:pPr>
    </w:p>
    <w:p w14:paraId="17DF2744"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66F21B8A" w14:textId="77777777" w:rsidR="0035531B" w:rsidRDefault="0035531B" w:rsidP="00EE3C5F">
      <w:pPr>
        <w:pStyle w:val="Textbezslovn"/>
      </w:pPr>
    </w:p>
    <w:p w14:paraId="7117740B" w14:textId="77777777" w:rsidR="00EE3C5F" w:rsidRDefault="00EE3C5F">
      <w:r>
        <w:br w:type="page"/>
      </w:r>
    </w:p>
    <w:p w14:paraId="2BCBADF4" w14:textId="77777777" w:rsidR="0035531B" w:rsidRDefault="0035531B" w:rsidP="00FE4333">
      <w:pPr>
        <w:pStyle w:val="Nadpisbezsl1-1"/>
      </w:pPr>
      <w:r>
        <w:lastRenderedPageBreak/>
        <w:t>Příloha č. 6</w:t>
      </w:r>
    </w:p>
    <w:p w14:paraId="3FDD291B" w14:textId="77777777" w:rsidR="0035531B" w:rsidRPr="00EE3C5F" w:rsidRDefault="0035531B" w:rsidP="00FE4333">
      <w:pPr>
        <w:pStyle w:val="Nadpisbezsl1-2"/>
      </w:pPr>
      <w:r w:rsidRPr="00EE3C5F">
        <w:t>Vzor profesního životopisu</w:t>
      </w:r>
    </w:p>
    <w:p w14:paraId="227EC4E1" w14:textId="77777777" w:rsidR="0035531B" w:rsidRDefault="0035531B" w:rsidP="00474F4D">
      <w:pPr>
        <w:pStyle w:val="Textbezslovn"/>
        <w:ind w:left="0"/>
      </w:pPr>
    </w:p>
    <w:p w14:paraId="7453BDEF"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4BAA5DA1"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1D6C13A" w14:textId="77777777" w:rsidR="00543F07" w:rsidRPr="00543F07" w:rsidRDefault="00543F07" w:rsidP="00543F07">
      <w:pPr>
        <w:pStyle w:val="Doplujcdaje"/>
        <w:jc w:val="both"/>
      </w:pPr>
    </w:p>
    <w:p w14:paraId="06BFC2D0"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05A158E4" w14:textId="77777777" w:rsidR="00564BCA" w:rsidRPr="00564BCA" w:rsidRDefault="00564BCA" w:rsidP="007979AA">
      <w:pPr>
        <w:pStyle w:val="Odrka1-2-"/>
        <w:numPr>
          <w:ilvl w:val="0"/>
          <w:numId w:val="15"/>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19DBE691" w14:textId="77777777" w:rsidR="00564BCA" w:rsidRPr="00564BCA" w:rsidRDefault="00564BCA" w:rsidP="007979AA">
      <w:pPr>
        <w:pStyle w:val="Odrka1-2-"/>
        <w:numPr>
          <w:ilvl w:val="0"/>
          <w:numId w:val="15"/>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242903F2" w14:textId="77777777" w:rsidR="00564BCA" w:rsidRPr="00564BCA" w:rsidRDefault="00564BCA" w:rsidP="007979AA">
      <w:pPr>
        <w:pStyle w:val="Odrka1-2-"/>
        <w:numPr>
          <w:ilvl w:val="0"/>
          <w:numId w:val="15"/>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54892864"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2CDF5720" w14:textId="77777777" w:rsidR="00543F07" w:rsidRPr="00543F07" w:rsidRDefault="00543F07" w:rsidP="00543F07">
      <w:pPr>
        <w:pStyle w:val="Doplujcdaje"/>
        <w:ind w:left="360"/>
        <w:jc w:val="both"/>
      </w:pPr>
    </w:p>
    <w:p w14:paraId="0F1E3574" w14:textId="77777777" w:rsidR="0035531B" w:rsidRDefault="0035531B" w:rsidP="007979AA">
      <w:pPr>
        <w:pStyle w:val="Odstavec1-1a"/>
        <w:numPr>
          <w:ilvl w:val="0"/>
          <w:numId w:val="11"/>
        </w:numPr>
      </w:pPr>
      <w:r>
        <w:t>Příjmení: [</w:t>
      </w:r>
      <w:r w:rsidRPr="00DE6A35">
        <w:rPr>
          <w:b/>
          <w:highlight w:val="yellow"/>
        </w:rPr>
        <w:t>DOPLNÍ DODAVATEL</w:t>
      </w:r>
      <w:r>
        <w:t>]</w:t>
      </w:r>
    </w:p>
    <w:p w14:paraId="14F559EB" w14:textId="77777777" w:rsidR="0035531B" w:rsidRDefault="0035531B" w:rsidP="007979AA">
      <w:pPr>
        <w:pStyle w:val="Odstavec1-1a"/>
        <w:numPr>
          <w:ilvl w:val="0"/>
          <w:numId w:val="11"/>
        </w:numPr>
      </w:pPr>
      <w:r>
        <w:t>Jméno: [</w:t>
      </w:r>
      <w:r w:rsidRPr="00DE6A35">
        <w:rPr>
          <w:b/>
          <w:highlight w:val="yellow"/>
        </w:rPr>
        <w:t>DOPLNÍ DODAVATEL</w:t>
      </w:r>
      <w:r>
        <w:t>]</w:t>
      </w:r>
    </w:p>
    <w:p w14:paraId="23873762" w14:textId="77777777" w:rsidR="0035531B" w:rsidRDefault="0035531B" w:rsidP="007979AA">
      <w:pPr>
        <w:pStyle w:val="Odstavec1-1a"/>
        <w:numPr>
          <w:ilvl w:val="0"/>
          <w:numId w:val="11"/>
        </w:numPr>
      </w:pPr>
      <w:r>
        <w:t>Datum narození: [</w:t>
      </w:r>
      <w:r w:rsidRPr="00833899">
        <w:rPr>
          <w:highlight w:val="yellow"/>
        </w:rPr>
        <w:t>DOPLNÍ DODAVATEL</w:t>
      </w:r>
      <w:r>
        <w:t>]</w:t>
      </w:r>
    </w:p>
    <w:p w14:paraId="1564681F" w14:textId="77777777" w:rsidR="0035531B" w:rsidRDefault="0035531B" w:rsidP="007979AA">
      <w:pPr>
        <w:pStyle w:val="Odstavec1-1a"/>
        <w:numPr>
          <w:ilvl w:val="0"/>
          <w:numId w:val="11"/>
        </w:numPr>
      </w:pPr>
      <w:r>
        <w:t>Kontaktní pracovní adresa (včetně pracovní tel/e-mail): [</w:t>
      </w:r>
      <w:r w:rsidRPr="00833899">
        <w:rPr>
          <w:highlight w:val="yellow"/>
        </w:rPr>
        <w:t>DOPLNÍ DODAVATEL</w:t>
      </w:r>
      <w:r>
        <w:t>]</w:t>
      </w:r>
    </w:p>
    <w:p w14:paraId="47FB259C" w14:textId="77777777" w:rsidR="0035531B" w:rsidRDefault="0035531B" w:rsidP="007979AA">
      <w:pPr>
        <w:pStyle w:val="Odstavec1-1a"/>
        <w:numPr>
          <w:ilvl w:val="0"/>
          <w:numId w:val="11"/>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08DE9BEE"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5F10AD29"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0C510CE6"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DCFE479"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4B7CC2FC"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14DB73DE"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1C6894BF" w14:textId="77777777" w:rsidR="00474F4D" w:rsidRPr="00833899" w:rsidRDefault="00452F69" w:rsidP="00307641">
            <w:pPr>
              <w:rPr>
                <w:sz w:val="16"/>
                <w:szCs w:val="16"/>
              </w:rPr>
            </w:pPr>
            <w:r w:rsidRPr="00833899">
              <w:rPr>
                <w:sz w:val="16"/>
                <w:szCs w:val="16"/>
              </w:rPr>
              <w:t>Délka:</w:t>
            </w:r>
          </w:p>
          <w:p w14:paraId="731F17E9"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0AE52C26"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BC144A"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41F8B8C1"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DD4AB49"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46355FD"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1E6B575"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ACC2E96"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623E53E"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4A1E5091" w14:textId="77777777" w:rsidR="0035531B" w:rsidRPr="00833899" w:rsidRDefault="0035531B" w:rsidP="00474F4D">
      <w:pPr>
        <w:pStyle w:val="Textbezslovn"/>
        <w:ind w:left="0"/>
      </w:pPr>
    </w:p>
    <w:p w14:paraId="0805AABD"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C73C2E4"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60088170"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E45E471"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15A930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AC68E17"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0691CA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59A5F5"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7C4078D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6417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7D54B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228AC3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F5893A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3EDCD5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04EBA65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8B677C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4250472"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7B286BA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FC78B06"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1ECBD0"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77DCA5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52D39DA" w14:textId="77777777" w:rsidR="00452F69" w:rsidRPr="00833899" w:rsidRDefault="00452F69" w:rsidP="00474F4D">
      <w:pPr>
        <w:pStyle w:val="Textbezslovn"/>
        <w:ind w:left="0"/>
      </w:pPr>
    </w:p>
    <w:p w14:paraId="23111D6A"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2A22E58"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02D8C0B6"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5065B852" w14:textId="77777777"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14:paraId="695CF017"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DCFAAF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D738C1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4D1C06B"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1260F7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2DE2390"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14:paraId="7F072BB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95330C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C2BEA06"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7BBDBEF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F3A38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7839E5B" w14:textId="77777777" w:rsidR="00452F69" w:rsidRPr="00833899" w:rsidRDefault="00543F07" w:rsidP="00CF78DD">
            <w:pPr>
              <w:rPr>
                <w:sz w:val="16"/>
                <w:szCs w:val="16"/>
              </w:rPr>
            </w:pPr>
            <w:r w:rsidRPr="00543F07">
              <w:rPr>
                <w:sz w:val="16"/>
                <w:szCs w:val="16"/>
              </w:rPr>
              <w:t>Termín dokončení zakázky, resp. té části plnění zakázky, které obsahově odpovídá zadavatelem stanovené minimální úrovni požadované kvalifikace (tj. projektov</w:t>
            </w:r>
            <w:r w:rsidR="00CF78DD">
              <w:rPr>
                <w:sz w:val="16"/>
                <w:szCs w:val="16"/>
              </w:rPr>
              <w:t xml:space="preserve">ých prací </w:t>
            </w:r>
            <w:r w:rsidRPr="00543F07">
              <w:rPr>
                <w:sz w:val="16"/>
                <w:szCs w:val="16"/>
              </w:rPr>
              <w:t>v případě zakázky na více činností</w:t>
            </w:r>
            <w:r w:rsidR="00CF78DD">
              <w:rPr>
                <w:sz w:val="16"/>
                <w:szCs w:val="16"/>
              </w:rPr>
              <w:t>)</w:t>
            </w:r>
          </w:p>
        </w:tc>
        <w:tc>
          <w:tcPr>
            <w:tcW w:w="2835" w:type="dxa"/>
            <w:tcBorders>
              <w:top w:val="single" w:sz="2" w:space="0" w:color="auto"/>
            </w:tcBorders>
          </w:tcPr>
          <w:p w14:paraId="1F5EF54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1C433E1" w14:textId="77777777" w:rsidTr="006622F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5D5D8AC" w14:textId="77777777" w:rsidR="00452F69" w:rsidRPr="00CF78DD" w:rsidRDefault="00543F07" w:rsidP="00307641">
            <w:pPr>
              <w:rPr>
                <w:b w:val="0"/>
                <w:sz w:val="16"/>
                <w:szCs w:val="16"/>
              </w:rPr>
            </w:pPr>
            <w:r w:rsidRPr="00CF78DD">
              <w:rPr>
                <w:b w:val="0"/>
                <w:sz w:val="16"/>
                <w:szCs w:val="16"/>
              </w:rPr>
              <w:t>Popis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07E61BC6" w14:textId="77777777" w:rsidR="00452F69" w:rsidRPr="00CF78DD"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CF78DD">
              <w:rPr>
                <w:b w:val="0"/>
                <w:sz w:val="16"/>
                <w:szCs w:val="16"/>
                <w:highlight w:val="yellow"/>
              </w:rPr>
              <w:t>[DOPLNÍ DODAVATEL]</w:t>
            </w:r>
          </w:p>
        </w:tc>
      </w:tr>
    </w:tbl>
    <w:p w14:paraId="7F06F402" w14:textId="77777777" w:rsidR="0035531B" w:rsidRPr="00833899" w:rsidRDefault="0035531B" w:rsidP="00474F4D">
      <w:pPr>
        <w:pStyle w:val="Textbezslovn"/>
        <w:ind w:left="0"/>
      </w:pPr>
    </w:p>
    <w:p w14:paraId="48CBF68C"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53BE4295"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450D3348" w14:textId="77777777" w:rsidR="000E48A0" w:rsidRDefault="000E48A0" w:rsidP="00452F69">
      <w:pPr>
        <w:pStyle w:val="Textbezslovn"/>
        <w:ind w:left="1077"/>
      </w:pPr>
    </w:p>
    <w:p w14:paraId="2675333D" w14:textId="77777777" w:rsidR="0035531B" w:rsidRDefault="0035531B" w:rsidP="00452F69">
      <w:pPr>
        <w:pStyle w:val="Odstavec1-1a"/>
      </w:pPr>
      <w:r>
        <w:t>Jiné informace (dle uvážení dodavatele): [</w:t>
      </w:r>
      <w:r w:rsidRPr="00833899">
        <w:rPr>
          <w:highlight w:val="yellow"/>
        </w:rPr>
        <w:t>DOPLNÍ DODAVATEL</w:t>
      </w:r>
      <w:r>
        <w:t>]</w:t>
      </w:r>
    </w:p>
    <w:p w14:paraId="793B7C14" w14:textId="77777777" w:rsidR="0035531B" w:rsidRDefault="0035531B" w:rsidP="00474F4D">
      <w:pPr>
        <w:pStyle w:val="Textbezslovn"/>
        <w:ind w:left="0"/>
      </w:pPr>
    </w:p>
    <w:p w14:paraId="7A14120F" w14:textId="77777777"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14:paraId="6F05C0F5" w14:textId="77777777"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4AC86C6B"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39414454" w14:textId="77777777"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5F410A1" w14:textId="77777777"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14:paraId="7F2E9619" w14:textId="77777777" w:rsidR="000E48A0" w:rsidRPr="00833899" w:rsidRDefault="000E48A0"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7FCB52F9"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E71F1D" w14:textId="77777777" w:rsidR="000E48A0" w:rsidRPr="00833899" w:rsidRDefault="000E48A0" w:rsidP="00DE01F1">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18A151C9" w14:textId="77777777"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41F4E58B"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63B1B2F" w14:textId="77777777" w:rsidR="000E48A0" w:rsidRPr="00833899" w:rsidRDefault="000E48A0" w:rsidP="00DE01F1">
            <w:pPr>
              <w:rPr>
                <w:sz w:val="16"/>
                <w:szCs w:val="16"/>
              </w:rPr>
            </w:pPr>
            <w:r w:rsidRPr="00833899">
              <w:rPr>
                <w:sz w:val="16"/>
                <w:szCs w:val="16"/>
              </w:rPr>
              <w:lastRenderedPageBreak/>
              <w:t>Místo výkonu praxe</w:t>
            </w:r>
          </w:p>
        </w:tc>
        <w:tc>
          <w:tcPr>
            <w:tcW w:w="2835" w:type="dxa"/>
            <w:tcBorders>
              <w:top w:val="single" w:sz="2" w:space="0" w:color="auto"/>
            </w:tcBorders>
          </w:tcPr>
          <w:p w14:paraId="148EB650" w14:textId="77777777"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0993428C"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16CE19" w14:textId="77777777" w:rsidR="000E48A0" w:rsidRPr="00833899" w:rsidRDefault="000E48A0" w:rsidP="00DE01F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4ED95A8" w14:textId="77777777"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641FC337"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16CB9A4" w14:textId="77777777"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p>
        </w:tc>
        <w:tc>
          <w:tcPr>
            <w:tcW w:w="2835" w:type="dxa"/>
            <w:tcBorders>
              <w:top w:val="single" w:sz="2" w:space="0" w:color="auto"/>
            </w:tcBorders>
          </w:tcPr>
          <w:p w14:paraId="731ABF09" w14:textId="77777777"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30E00E1B" w14:textId="77777777" w:rsidTr="00DE01F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190F411" w14:textId="77777777" w:rsidR="000E48A0" w:rsidRPr="00833899" w:rsidRDefault="000E48A0" w:rsidP="00DE01F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20EFF6E9" w14:textId="77777777" w:rsidR="000E48A0" w:rsidRPr="00833899" w:rsidRDefault="000E48A0" w:rsidP="00DE01F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89E3E6" w14:textId="77777777" w:rsidR="000E48A0" w:rsidRPr="00833899" w:rsidRDefault="000E48A0" w:rsidP="000E48A0">
      <w:pPr>
        <w:pStyle w:val="Textbezslovn"/>
        <w:ind w:left="0"/>
      </w:pPr>
    </w:p>
    <w:p w14:paraId="2AF8A9F9" w14:textId="77777777"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14:paraId="209D90DF"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021AFC59" w14:textId="77777777"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7CB8590" w14:textId="77777777" w:rsidR="0042061D" w:rsidRPr="00833899" w:rsidRDefault="0042061D" w:rsidP="00DE01F1">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5CFDB40" w14:textId="77777777" w:rsidR="0042061D" w:rsidRPr="00833899" w:rsidRDefault="0042061D"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7AD3A0E9"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4F8A7E" w14:textId="77777777" w:rsidR="0042061D" w:rsidRPr="00833899" w:rsidRDefault="0042061D" w:rsidP="00DE01F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14:paraId="6680EB66" w14:textId="77777777"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1AF26105"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3D10A53" w14:textId="77777777" w:rsidR="0042061D" w:rsidRPr="00543F07" w:rsidRDefault="0042061D" w:rsidP="00DE01F1">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 v případě zakázky na více činností</w:t>
            </w:r>
          </w:p>
        </w:tc>
        <w:tc>
          <w:tcPr>
            <w:tcW w:w="2835" w:type="dxa"/>
            <w:tcBorders>
              <w:top w:val="single" w:sz="2" w:space="0" w:color="auto"/>
            </w:tcBorders>
          </w:tcPr>
          <w:p w14:paraId="2585D969" w14:textId="77777777"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078C878F"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80C86B" w14:textId="77777777" w:rsidR="0042061D" w:rsidRPr="00833899" w:rsidRDefault="0042061D" w:rsidP="00DE01F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6A959546" w14:textId="77777777"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37906650"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3539265B"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 v případě zakázky na více činností</w:t>
            </w:r>
          </w:p>
        </w:tc>
        <w:tc>
          <w:tcPr>
            <w:tcW w:w="2835" w:type="dxa"/>
            <w:tcBorders>
              <w:top w:val="single" w:sz="2" w:space="0" w:color="auto"/>
              <w:bottom w:val="single" w:sz="2" w:space="0" w:color="auto"/>
            </w:tcBorders>
          </w:tcPr>
          <w:p w14:paraId="6C814DBE" w14:textId="77777777"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16A4F67F"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9B1E14E" w14:textId="77777777" w:rsidR="0042061D" w:rsidRPr="0042061D" w:rsidRDefault="0042061D" w:rsidP="00DE01F1">
            <w:pPr>
              <w:rPr>
                <w:b w:val="0"/>
                <w:sz w:val="16"/>
                <w:szCs w:val="16"/>
              </w:rPr>
            </w:pPr>
            <w:r w:rsidRPr="0042061D">
              <w:rPr>
                <w:b w:val="0"/>
                <w:sz w:val="16"/>
                <w:szCs w:val="16"/>
              </w:rPr>
              <w:t>Popis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781D49CB" w14:textId="77777777" w:rsidR="0042061D" w:rsidRPr="0042061D" w:rsidRDefault="0042061D" w:rsidP="00DE01F1">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1912274" w14:textId="77777777" w:rsidR="0042061D" w:rsidRPr="00833899" w:rsidRDefault="0042061D" w:rsidP="0042061D">
      <w:pPr>
        <w:pStyle w:val="Textbezslovn"/>
        <w:ind w:left="0"/>
      </w:pPr>
    </w:p>
    <w:p w14:paraId="47E39E72" w14:textId="77777777" w:rsidR="0042061D" w:rsidRDefault="000E48A0" w:rsidP="000E48A0">
      <w:pPr>
        <w:pStyle w:val="Textbezslovn"/>
        <w:rPr>
          <w:b/>
        </w:rPr>
      </w:pPr>
      <w:r w:rsidRPr="0042061D">
        <w:rPr>
          <w:b/>
        </w:rPr>
        <w:t xml:space="preserve">Přílohy: </w:t>
      </w:r>
      <w:r w:rsidRPr="0042061D">
        <w:rPr>
          <w:b/>
        </w:rPr>
        <w:tab/>
      </w:r>
    </w:p>
    <w:p w14:paraId="0242613F" w14:textId="77777777" w:rsidR="000E48A0" w:rsidRPr="0042061D" w:rsidRDefault="000E48A0" w:rsidP="007979AA">
      <w:pPr>
        <w:pStyle w:val="Textbezslovn"/>
        <w:numPr>
          <w:ilvl w:val="1"/>
          <w:numId w:val="15"/>
        </w:numPr>
        <w:rPr>
          <w:b/>
        </w:rPr>
      </w:pPr>
      <w:r w:rsidRPr="0042061D">
        <w:rPr>
          <w:b/>
        </w:rPr>
        <w:t>doklady o požadovaném vzdělání každého člena odborného personálu dodavatele</w:t>
      </w:r>
    </w:p>
    <w:p w14:paraId="47995B98" w14:textId="77777777" w:rsidR="000E48A0" w:rsidRPr="0042061D" w:rsidRDefault="000E48A0" w:rsidP="007979AA">
      <w:pPr>
        <w:pStyle w:val="Textbezslovn"/>
        <w:numPr>
          <w:ilvl w:val="1"/>
          <w:numId w:val="15"/>
        </w:numPr>
        <w:rPr>
          <w:b/>
        </w:rPr>
      </w:pPr>
      <w:r w:rsidRPr="0042061D">
        <w:rPr>
          <w:b/>
        </w:rPr>
        <w:t>doklady o odborné způsobilosti členů odborného personálu, u kterých jsou požadovány</w:t>
      </w:r>
    </w:p>
    <w:p w14:paraId="615BA86A" w14:textId="77777777"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14:paraId="1458E551" w14:textId="77777777" w:rsidR="0035531B" w:rsidRDefault="0035531B" w:rsidP="00474F4D">
      <w:pPr>
        <w:pStyle w:val="Textbezslovn"/>
        <w:ind w:left="0"/>
      </w:pPr>
    </w:p>
    <w:p w14:paraId="3162231A" w14:textId="77777777" w:rsidR="00EE3C5F" w:rsidRDefault="00EE3C5F" w:rsidP="00474F4D">
      <w:r>
        <w:br w:type="page"/>
      </w:r>
    </w:p>
    <w:p w14:paraId="1CE96BA6" w14:textId="77777777" w:rsidR="0035531B" w:rsidRDefault="0035531B" w:rsidP="00FE4333">
      <w:pPr>
        <w:pStyle w:val="Nadpisbezsl1-1"/>
      </w:pPr>
      <w:r>
        <w:lastRenderedPageBreak/>
        <w:t>Příloha č. 7</w:t>
      </w:r>
    </w:p>
    <w:p w14:paraId="41D3728E"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67DE94B7" w14:textId="77777777" w:rsidR="00AB1063" w:rsidRDefault="00AB1063" w:rsidP="00452F69">
      <w:pPr>
        <w:pStyle w:val="Textbezslovn"/>
      </w:pPr>
    </w:p>
    <w:p w14:paraId="60FC163B" w14:textId="77777777" w:rsidR="0035531B" w:rsidRPr="00833899" w:rsidRDefault="0035531B" w:rsidP="00452F69">
      <w:pPr>
        <w:pStyle w:val="Textbezslovn"/>
        <w:ind w:left="0"/>
        <w:rPr>
          <w:rStyle w:val="Tun9b"/>
          <w:b w:val="0"/>
        </w:rPr>
      </w:pPr>
      <w:r w:rsidRPr="00452F69">
        <w:rPr>
          <w:rStyle w:val="Tun9b"/>
        </w:rPr>
        <w:t>Čestné prohlášení</w:t>
      </w:r>
    </w:p>
    <w:p w14:paraId="41EDC8E6"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5A40F5DF"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09254F7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77657D4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B85490C"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135002E4"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7F8B9AC6" w14:textId="77777777" w:rsidR="0035531B" w:rsidRDefault="0035531B" w:rsidP="00452F69">
      <w:pPr>
        <w:pStyle w:val="Textbezslovn"/>
        <w:ind w:left="0"/>
      </w:pPr>
      <w:r w:rsidRPr="00307641">
        <w:rPr>
          <w:b/>
        </w:rPr>
        <w:t>čestně prohlašuje</w:t>
      </w:r>
      <w:r>
        <w:t>, že:</w:t>
      </w:r>
    </w:p>
    <w:p w14:paraId="29BD95BE"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69265E95"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00075BB1"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35553572" w14:textId="77777777" w:rsidR="00D139AC" w:rsidRPr="00327047" w:rsidRDefault="00D139AC" w:rsidP="00307641">
      <w:pPr>
        <w:pStyle w:val="Doplujcdaje"/>
        <w:jc w:val="both"/>
        <w:rPr>
          <w:sz w:val="16"/>
          <w:szCs w:val="16"/>
        </w:rPr>
      </w:pPr>
    </w:p>
    <w:p w14:paraId="20F02D56"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3907F1F7" w14:textId="77777777" w:rsidR="0035531B" w:rsidRDefault="0035531B" w:rsidP="00307641">
      <w:pPr>
        <w:pStyle w:val="Textbezslovn"/>
        <w:ind w:left="0"/>
      </w:pPr>
    </w:p>
    <w:p w14:paraId="00DA73A4" w14:textId="77777777" w:rsidR="00307641" w:rsidRDefault="00307641" w:rsidP="00307641">
      <w:pPr>
        <w:pStyle w:val="Textbezslovn"/>
        <w:ind w:left="0"/>
      </w:pPr>
    </w:p>
    <w:p w14:paraId="57930510"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E361047" w14:textId="77777777" w:rsidR="0035531B" w:rsidRDefault="0035531B" w:rsidP="00307641">
      <w:pPr>
        <w:pStyle w:val="Textbezslovn"/>
        <w:ind w:left="0"/>
      </w:pPr>
    </w:p>
    <w:p w14:paraId="3B1B5473" w14:textId="77777777" w:rsidR="0035531B" w:rsidRDefault="0035531B" w:rsidP="00307641">
      <w:pPr>
        <w:pStyle w:val="Textbezslovn"/>
        <w:ind w:left="0"/>
      </w:pPr>
      <w:r>
        <w:t>Podpis osoby oprávněné jednat za dodavatele:</w:t>
      </w:r>
    </w:p>
    <w:p w14:paraId="2283A5C2" w14:textId="77777777" w:rsidR="0035531B" w:rsidRDefault="0035531B" w:rsidP="00307641">
      <w:pPr>
        <w:pStyle w:val="Textbezslovn"/>
        <w:ind w:left="0"/>
      </w:pPr>
    </w:p>
    <w:p w14:paraId="2F7ABF1F" w14:textId="77777777" w:rsidR="00307641" w:rsidRDefault="00307641" w:rsidP="00307641">
      <w:pPr>
        <w:pStyle w:val="Textbezslovn"/>
        <w:ind w:left="0"/>
      </w:pPr>
    </w:p>
    <w:p w14:paraId="1302D238" w14:textId="77777777" w:rsidR="00307641" w:rsidRDefault="0035531B" w:rsidP="00307641">
      <w:pPr>
        <w:pStyle w:val="Textbezslovn"/>
        <w:ind w:left="0"/>
      </w:pPr>
      <w:r>
        <w:t>Jméno</w:t>
      </w:r>
      <w:r w:rsidR="00307641">
        <w:t>: ______________________</w:t>
      </w:r>
    </w:p>
    <w:p w14:paraId="6E476C88" w14:textId="77777777" w:rsidR="0035531B" w:rsidRDefault="0035531B" w:rsidP="00307641">
      <w:pPr>
        <w:pStyle w:val="Textbezslovn"/>
        <w:ind w:left="0"/>
      </w:pPr>
      <w:r>
        <w:tab/>
      </w:r>
    </w:p>
    <w:p w14:paraId="451B9478" w14:textId="77777777" w:rsidR="00307641" w:rsidRDefault="00307641" w:rsidP="00307641">
      <w:pPr>
        <w:pStyle w:val="Textbezslovn"/>
        <w:ind w:left="0"/>
      </w:pPr>
    </w:p>
    <w:p w14:paraId="4E1B8B32" w14:textId="77777777" w:rsidR="0035531B" w:rsidRDefault="0035531B" w:rsidP="00307641">
      <w:pPr>
        <w:pStyle w:val="Textbezslovn"/>
        <w:ind w:left="0"/>
      </w:pPr>
      <w:r>
        <w:t>Podp</w:t>
      </w:r>
      <w:r w:rsidR="00307641">
        <w:t>is: ______________________</w:t>
      </w:r>
    </w:p>
    <w:p w14:paraId="11B7E192" w14:textId="77777777" w:rsidR="0035531B" w:rsidRDefault="0035531B" w:rsidP="00307641">
      <w:pPr>
        <w:pStyle w:val="Textbezslovn"/>
        <w:ind w:left="0"/>
      </w:pPr>
      <w:r>
        <w:t xml:space="preserve"> </w:t>
      </w:r>
    </w:p>
    <w:p w14:paraId="565560CD" w14:textId="77777777" w:rsidR="00EE3C5F" w:rsidRDefault="00EE3C5F" w:rsidP="00452F69">
      <w:pPr>
        <w:pStyle w:val="Textbezslovn"/>
      </w:pPr>
      <w:r>
        <w:br w:type="page"/>
      </w:r>
    </w:p>
    <w:p w14:paraId="246F6C3F" w14:textId="77777777" w:rsidR="0035531B" w:rsidRDefault="0035531B" w:rsidP="00FE4333">
      <w:pPr>
        <w:pStyle w:val="Nadpisbezsl1-1"/>
      </w:pPr>
      <w:r>
        <w:lastRenderedPageBreak/>
        <w:t>Příloha č. 8</w:t>
      </w:r>
    </w:p>
    <w:p w14:paraId="61986335"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2E22DC8B" w14:textId="77777777" w:rsidR="00AB1063" w:rsidRDefault="00AB1063" w:rsidP="00307641">
      <w:pPr>
        <w:pStyle w:val="Textbezslovn"/>
      </w:pPr>
    </w:p>
    <w:p w14:paraId="0A7396BE"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0F6AAD20"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3658732"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A805DA6"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7995658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2E653DE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900733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14FD32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403A41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D05084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51C916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EA231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ABAE79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F54432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6589D8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F40849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92B1F3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CF6B18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0A102A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BEF0D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4B1809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F04DC1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7B13C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966C45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9F2AE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D3C9D2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7AD0A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686A37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6398A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4C3CE72"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AA2C6F1"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1B70190"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6D3E327" w14:textId="77777777" w:rsidR="0035531B" w:rsidRPr="00833899" w:rsidRDefault="0035531B" w:rsidP="00307641">
      <w:pPr>
        <w:pStyle w:val="Textbezslovn"/>
      </w:pPr>
    </w:p>
    <w:p w14:paraId="59BE0CD5" w14:textId="77777777" w:rsidR="0035531B" w:rsidRDefault="0035531B" w:rsidP="00307641">
      <w:pPr>
        <w:pStyle w:val="Textbezslovn"/>
      </w:pPr>
    </w:p>
    <w:bookmarkEnd w:id="2"/>
    <w:bookmarkEnd w:id="3"/>
    <w:bookmarkEnd w:id="4"/>
    <w:bookmarkEnd w:id="5"/>
    <w:p w14:paraId="6AFF3406" w14:textId="455125B4" w:rsidR="00307641" w:rsidRDefault="00307641"/>
    <w:sectPr w:rsidR="00307641"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6A894A" w14:textId="77777777" w:rsidR="002D76B3" w:rsidRDefault="002D76B3" w:rsidP="00962258">
      <w:pPr>
        <w:spacing w:after="0" w:line="240" w:lineRule="auto"/>
      </w:pPr>
      <w:r>
        <w:separator/>
      </w:r>
    </w:p>
  </w:endnote>
  <w:endnote w:type="continuationSeparator" w:id="0">
    <w:p w14:paraId="0159C1FF" w14:textId="77777777" w:rsidR="002D76B3" w:rsidRDefault="002D76B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A7B3E" w14:paraId="35D568A0" w14:textId="77777777" w:rsidTr="00EB46E5">
      <w:tc>
        <w:tcPr>
          <w:tcW w:w="1361" w:type="dxa"/>
          <w:tcMar>
            <w:left w:w="0" w:type="dxa"/>
            <w:right w:w="0" w:type="dxa"/>
          </w:tcMar>
          <w:vAlign w:val="bottom"/>
        </w:tcPr>
        <w:p w14:paraId="47CC53C3" w14:textId="31CF0A62" w:rsidR="005A7B3E" w:rsidRPr="00B8518B" w:rsidRDefault="005A7B3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0B4C">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D0B4C">
            <w:rPr>
              <w:rStyle w:val="slostrnky"/>
              <w:noProof/>
            </w:rPr>
            <w:t>41</w:t>
          </w:r>
          <w:r w:rsidRPr="00B8518B">
            <w:rPr>
              <w:rStyle w:val="slostrnky"/>
            </w:rPr>
            <w:fldChar w:fldCharType="end"/>
          </w:r>
        </w:p>
      </w:tc>
      <w:tc>
        <w:tcPr>
          <w:tcW w:w="284" w:type="dxa"/>
          <w:shd w:val="clear" w:color="auto" w:fill="auto"/>
          <w:tcMar>
            <w:left w:w="0" w:type="dxa"/>
            <w:right w:w="0" w:type="dxa"/>
          </w:tcMar>
        </w:tcPr>
        <w:p w14:paraId="04B63E07" w14:textId="77777777" w:rsidR="005A7B3E" w:rsidRDefault="005A7B3E" w:rsidP="00B8518B">
          <w:pPr>
            <w:pStyle w:val="Zpat"/>
          </w:pPr>
        </w:p>
      </w:tc>
      <w:tc>
        <w:tcPr>
          <w:tcW w:w="425" w:type="dxa"/>
          <w:shd w:val="clear" w:color="auto" w:fill="auto"/>
          <w:tcMar>
            <w:left w:w="0" w:type="dxa"/>
            <w:right w:w="0" w:type="dxa"/>
          </w:tcMar>
        </w:tcPr>
        <w:p w14:paraId="5E765261" w14:textId="77777777" w:rsidR="005A7B3E" w:rsidRDefault="005A7B3E" w:rsidP="00B8518B">
          <w:pPr>
            <w:pStyle w:val="Zpat"/>
          </w:pPr>
        </w:p>
      </w:tc>
      <w:tc>
        <w:tcPr>
          <w:tcW w:w="8505" w:type="dxa"/>
        </w:tcPr>
        <w:p w14:paraId="3C8077C2" w14:textId="445A83D6" w:rsidR="005A7B3E" w:rsidRDefault="005A7B3E" w:rsidP="00EB46E5">
          <w:pPr>
            <w:pStyle w:val="Zpat0"/>
          </w:pPr>
          <w:r>
            <w:t>„Rekonstrukce ŽST Malá Skála“</w:t>
          </w:r>
        </w:p>
        <w:p w14:paraId="277F334E" w14:textId="77777777" w:rsidR="005A7B3E" w:rsidRDefault="005A7B3E" w:rsidP="00EB46E5">
          <w:pPr>
            <w:pStyle w:val="Zpat0"/>
          </w:pPr>
          <w:r>
            <w:t xml:space="preserve">Díl 1 – </w:t>
          </w:r>
          <w:r w:rsidRPr="0035531B">
            <w:rPr>
              <w:caps/>
            </w:rPr>
            <w:t>Požadavky</w:t>
          </w:r>
          <w:r>
            <w:rPr>
              <w:caps/>
            </w:rPr>
            <w:t xml:space="preserve"> a </w:t>
          </w:r>
          <w:r w:rsidRPr="0035531B">
            <w:rPr>
              <w:caps/>
            </w:rPr>
            <w:t>podmínky pro zpracování nabídky</w:t>
          </w:r>
        </w:p>
        <w:p w14:paraId="55E00B68" w14:textId="77777777" w:rsidR="005A7B3E" w:rsidRDefault="005A7B3E" w:rsidP="00392730">
          <w:pPr>
            <w:pStyle w:val="Zpat0"/>
          </w:pPr>
          <w:r>
            <w:t xml:space="preserve">Část 2 – </w:t>
          </w:r>
          <w:r w:rsidRPr="0035531B">
            <w:rPr>
              <w:caps/>
            </w:rPr>
            <w:t>Pokyny pro dodavatele</w:t>
          </w:r>
        </w:p>
        <w:p w14:paraId="0F2266FB" w14:textId="77777777" w:rsidR="005A7B3E" w:rsidRDefault="005A7B3E" w:rsidP="00392730">
          <w:pPr>
            <w:pStyle w:val="Zpat0"/>
          </w:pPr>
        </w:p>
      </w:tc>
    </w:tr>
  </w:tbl>
  <w:p w14:paraId="571B99DD" w14:textId="77777777" w:rsidR="005A7B3E" w:rsidRPr="00B8518B" w:rsidRDefault="005A7B3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7B019" w14:textId="77777777" w:rsidR="005A7B3E" w:rsidRDefault="005A7B3E" w:rsidP="00191AB6">
    <w:pPr>
      <w:pStyle w:val="Zpat"/>
      <w:jc w:val="center"/>
      <w:rPr>
        <w:sz w:val="2"/>
        <w:szCs w:val="2"/>
      </w:rPr>
    </w:pPr>
  </w:p>
  <w:p w14:paraId="67BB8B51" w14:textId="77777777" w:rsidR="005A7B3E" w:rsidRDefault="005A7B3E" w:rsidP="00460660">
    <w:pPr>
      <w:pStyle w:val="Zpat"/>
      <w:rPr>
        <w:sz w:val="2"/>
        <w:szCs w:val="2"/>
      </w:rPr>
    </w:pPr>
  </w:p>
  <w:p w14:paraId="20DC9345" w14:textId="77777777" w:rsidR="005A7B3E" w:rsidRDefault="005A7B3E" w:rsidP="00460660">
    <w:pPr>
      <w:pStyle w:val="Zpat"/>
      <w:rPr>
        <w:sz w:val="2"/>
        <w:szCs w:val="2"/>
      </w:rPr>
    </w:pPr>
  </w:p>
  <w:p w14:paraId="490A86AC" w14:textId="77777777" w:rsidR="005A7B3E" w:rsidRDefault="005A7B3E" w:rsidP="00460660">
    <w:pPr>
      <w:pStyle w:val="Zpat"/>
      <w:rPr>
        <w:sz w:val="2"/>
        <w:szCs w:val="2"/>
      </w:rPr>
    </w:pPr>
  </w:p>
  <w:p w14:paraId="33DD4EB3" w14:textId="77777777" w:rsidR="005A7B3E" w:rsidRPr="00B8518B" w:rsidRDefault="005A7B3E" w:rsidP="0046066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6D242F" w14:textId="77777777" w:rsidR="002D76B3" w:rsidRDefault="002D76B3" w:rsidP="00962258">
      <w:pPr>
        <w:spacing w:after="0" w:line="240" w:lineRule="auto"/>
      </w:pPr>
      <w:r>
        <w:separator/>
      </w:r>
    </w:p>
  </w:footnote>
  <w:footnote w:type="continuationSeparator" w:id="0">
    <w:p w14:paraId="69212EB5" w14:textId="77777777" w:rsidR="002D76B3" w:rsidRDefault="002D76B3" w:rsidP="00962258">
      <w:pPr>
        <w:spacing w:after="0" w:line="240" w:lineRule="auto"/>
      </w:pPr>
      <w:r>
        <w:continuationSeparator/>
      </w:r>
    </w:p>
  </w:footnote>
  <w:footnote w:id="1">
    <w:p w14:paraId="202BBA61" w14:textId="77777777" w:rsidR="005A7B3E" w:rsidRDefault="005A7B3E">
      <w:pPr>
        <w:pStyle w:val="Textpoznpodarou"/>
      </w:pPr>
      <w:r>
        <w:rPr>
          <w:rStyle w:val="Znakapoznpodarou"/>
        </w:rPr>
        <w:footnoteRef/>
      </w:r>
      <w:r>
        <w:t xml:space="preserve"> </w:t>
      </w:r>
      <w:r w:rsidRPr="00307641">
        <w:t>V případě další praxe dodavatel doplní další řádky.</w:t>
      </w:r>
    </w:p>
  </w:footnote>
  <w:footnote w:id="2">
    <w:p w14:paraId="4899DF20" w14:textId="77777777" w:rsidR="005A7B3E" w:rsidRDefault="005A7B3E">
      <w:pPr>
        <w:pStyle w:val="Textpoznpodarou"/>
      </w:pPr>
      <w:r>
        <w:rPr>
          <w:rStyle w:val="Znakapoznpodarou"/>
        </w:rPr>
        <w:footnoteRef/>
      </w:r>
      <w:r>
        <w:t xml:space="preserve"> </w:t>
      </w:r>
      <w:r w:rsidRPr="00307641">
        <w:t>V případě další zkušenosti dodavatel doplní další řádky.</w:t>
      </w:r>
    </w:p>
  </w:footnote>
  <w:footnote w:id="3">
    <w:p w14:paraId="521197D4" w14:textId="77777777" w:rsidR="005A7B3E" w:rsidRDefault="005A7B3E" w:rsidP="000E48A0">
      <w:pPr>
        <w:pStyle w:val="Textpoznpodarou"/>
      </w:pPr>
      <w:r>
        <w:rPr>
          <w:rStyle w:val="Znakapoznpodarou"/>
        </w:rPr>
        <w:footnoteRef/>
      </w:r>
      <w:r>
        <w:t xml:space="preserve"> </w:t>
      </w:r>
      <w:r w:rsidRPr="00307641">
        <w:t>V případě další zkušenosti dodavatel doplní další řádky.</w:t>
      </w:r>
    </w:p>
  </w:footnote>
  <w:footnote w:id="4">
    <w:p w14:paraId="07FA8B9E" w14:textId="77777777" w:rsidR="005A7B3E" w:rsidRDefault="005A7B3E" w:rsidP="0042061D">
      <w:pPr>
        <w:pStyle w:val="Textpoznpodarou"/>
      </w:pPr>
      <w:r>
        <w:rPr>
          <w:rStyle w:val="Znakapoznpodarou"/>
        </w:rPr>
        <w:footnoteRef/>
      </w:r>
      <w:r>
        <w:t xml:space="preserve"> </w:t>
      </w:r>
      <w:r w:rsidRPr="00307641">
        <w:t>V případě další zkušenosti dodavatel doplní další řádky.</w:t>
      </w:r>
    </w:p>
  </w:footnote>
  <w:footnote w:id="5">
    <w:p w14:paraId="31CAD995" w14:textId="77777777" w:rsidR="005A7B3E" w:rsidRDefault="005A7B3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A7B3E" w14:paraId="2C225664" w14:textId="77777777" w:rsidTr="00C02D0A">
      <w:trPr>
        <w:trHeight w:hRule="exact" w:val="454"/>
      </w:trPr>
      <w:tc>
        <w:tcPr>
          <w:tcW w:w="1361" w:type="dxa"/>
          <w:tcMar>
            <w:top w:w="57" w:type="dxa"/>
            <w:left w:w="0" w:type="dxa"/>
            <w:right w:w="0" w:type="dxa"/>
          </w:tcMar>
        </w:tcPr>
        <w:p w14:paraId="55921D74" w14:textId="77777777" w:rsidR="005A7B3E" w:rsidRPr="00B8518B" w:rsidRDefault="005A7B3E" w:rsidP="00523EA7">
          <w:pPr>
            <w:pStyle w:val="Zpat"/>
            <w:rPr>
              <w:rStyle w:val="slostrnky"/>
            </w:rPr>
          </w:pPr>
        </w:p>
      </w:tc>
      <w:tc>
        <w:tcPr>
          <w:tcW w:w="3458" w:type="dxa"/>
          <w:shd w:val="clear" w:color="auto" w:fill="auto"/>
          <w:tcMar>
            <w:top w:w="57" w:type="dxa"/>
            <w:left w:w="0" w:type="dxa"/>
            <w:right w:w="0" w:type="dxa"/>
          </w:tcMar>
        </w:tcPr>
        <w:p w14:paraId="6180C979" w14:textId="77777777" w:rsidR="005A7B3E" w:rsidRDefault="005A7B3E" w:rsidP="00523EA7">
          <w:pPr>
            <w:pStyle w:val="Zpat"/>
          </w:pPr>
        </w:p>
      </w:tc>
      <w:tc>
        <w:tcPr>
          <w:tcW w:w="5698" w:type="dxa"/>
          <w:shd w:val="clear" w:color="auto" w:fill="auto"/>
          <w:tcMar>
            <w:top w:w="57" w:type="dxa"/>
            <w:left w:w="0" w:type="dxa"/>
            <w:right w:w="0" w:type="dxa"/>
          </w:tcMar>
        </w:tcPr>
        <w:p w14:paraId="24BE1B19" w14:textId="77777777" w:rsidR="005A7B3E" w:rsidRPr="00D6163D" w:rsidRDefault="005A7B3E" w:rsidP="00D6163D">
          <w:pPr>
            <w:pStyle w:val="Druhdokumentu"/>
          </w:pPr>
        </w:p>
      </w:tc>
    </w:tr>
  </w:tbl>
  <w:p w14:paraId="3C58F8AB" w14:textId="77777777" w:rsidR="005A7B3E" w:rsidRPr="00D6163D" w:rsidRDefault="005A7B3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A7B3E" w14:paraId="16276B4C" w14:textId="77777777" w:rsidTr="00B22106">
      <w:trPr>
        <w:trHeight w:hRule="exact" w:val="936"/>
      </w:trPr>
      <w:tc>
        <w:tcPr>
          <w:tcW w:w="1361" w:type="dxa"/>
          <w:tcMar>
            <w:left w:w="0" w:type="dxa"/>
            <w:right w:w="0" w:type="dxa"/>
          </w:tcMar>
        </w:tcPr>
        <w:p w14:paraId="3D3CC7DF" w14:textId="77777777" w:rsidR="005A7B3E" w:rsidRPr="00B8518B" w:rsidRDefault="005A7B3E" w:rsidP="00FC6389">
          <w:pPr>
            <w:pStyle w:val="Zpat"/>
            <w:rPr>
              <w:rStyle w:val="slostrnky"/>
            </w:rPr>
          </w:pPr>
        </w:p>
      </w:tc>
      <w:tc>
        <w:tcPr>
          <w:tcW w:w="3458" w:type="dxa"/>
          <w:shd w:val="clear" w:color="auto" w:fill="auto"/>
          <w:tcMar>
            <w:left w:w="0" w:type="dxa"/>
            <w:right w:w="0" w:type="dxa"/>
          </w:tcMar>
        </w:tcPr>
        <w:p w14:paraId="5FCC79BF" w14:textId="77777777" w:rsidR="005A7B3E" w:rsidRDefault="005A7B3E" w:rsidP="00FC6389">
          <w:pPr>
            <w:pStyle w:val="Zpat"/>
          </w:pPr>
        </w:p>
      </w:tc>
      <w:tc>
        <w:tcPr>
          <w:tcW w:w="5756" w:type="dxa"/>
          <w:shd w:val="clear" w:color="auto" w:fill="auto"/>
          <w:tcMar>
            <w:left w:w="0" w:type="dxa"/>
            <w:right w:w="0" w:type="dxa"/>
          </w:tcMar>
        </w:tcPr>
        <w:p w14:paraId="42677605" w14:textId="77777777" w:rsidR="005A7B3E" w:rsidRPr="00D6163D" w:rsidRDefault="005A7B3E" w:rsidP="00FC6389">
          <w:pPr>
            <w:pStyle w:val="Druhdokumentu"/>
          </w:pPr>
        </w:p>
      </w:tc>
    </w:tr>
    <w:tr w:rsidR="005A7B3E" w14:paraId="5B06D26F" w14:textId="77777777" w:rsidTr="00B22106">
      <w:trPr>
        <w:trHeight w:hRule="exact" w:val="936"/>
      </w:trPr>
      <w:tc>
        <w:tcPr>
          <w:tcW w:w="1361" w:type="dxa"/>
          <w:tcMar>
            <w:left w:w="0" w:type="dxa"/>
            <w:right w:w="0" w:type="dxa"/>
          </w:tcMar>
        </w:tcPr>
        <w:p w14:paraId="014BEF0C" w14:textId="77777777" w:rsidR="005A7B3E" w:rsidRPr="00B8518B" w:rsidRDefault="005A7B3E" w:rsidP="00FC6389">
          <w:pPr>
            <w:pStyle w:val="Zpat"/>
            <w:rPr>
              <w:rStyle w:val="slostrnky"/>
            </w:rPr>
          </w:pPr>
        </w:p>
      </w:tc>
      <w:tc>
        <w:tcPr>
          <w:tcW w:w="3458" w:type="dxa"/>
          <w:shd w:val="clear" w:color="auto" w:fill="auto"/>
          <w:tcMar>
            <w:left w:w="0" w:type="dxa"/>
            <w:right w:w="0" w:type="dxa"/>
          </w:tcMar>
        </w:tcPr>
        <w:p w14:paraId="591E47D2" w14:textId="77777777" w:rsidR="005A7B3E" w:rsidRDefault="005A7B3E" w:rsidP="00FC6389">
          <w:pPr>
            <w:pStyle w:val="Zpat"/>
          </w:pPr>
        </w:p>
      </w:tc>
      <w:tc>
        <w:tcPr>
          <w:tcW w:w="5756" w:type="dxa"/>
          <w:shd w:val="clear" w:color="auto" w:fill="auto"/>
          <w:tcMar>
            <w:left w:w="0" w:type="dxa"/>
            <w:right w:w="0" w:type="dxa"/>
          </w:tcMar>
        </w:tcPr>
        <w:p w14:paraId="79B6206C" w14:textId="77777777" w:rsidR="005A7B3E" w:rsidRPr="00D6163D" w:rsidRDefault="005A7B3E" w:rsidP="00FC6389">
          <w:pPr>
            <w:pStyle w:val="Druhdokumentu"/>
          </w:pPr>
        </w:p>
      </w:tc>
    </w:tr>
  </w:tbl>
  <w:p w14:paraId="2FC3C843" w14:textId="77777777" w:rsidR="005A7B3E" w:rsidRPr="00D6163D" w:rsidRDefault="005A7B3E" w:rsidP="00FC6389">
    <w:pPr>
      <w:pStyle w:val="Zhlav"/>
      <w:rPr>
        <w:sz w:val="8"/>
        <w:szCs w:val="8"/>
      </w:rPr>
    </w:pPr>
    <w:r>
      <w:rPr>
        <w:noProof/>
        <w:lang w:eastAsia="cs-CZ"/>
      </w:rPr>
      <w:drawing>
        <wp:anchor distT="0" distB="0" distL="114300" distR="114300" simplePos="0" relativeHeight="251659264" behindDoc="0" locked="1" layoutInCell="1" allowOverlap="1" wp14:anchorId="41972C3C" wp14:editId="5F88DA4E">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4E68750" w14:textId="77777777" w:rsidR="005A7B3E" w:rsidRPr="00460660" w:rsidRDefault="005A7B3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45577060"/>
    <w:multiLevelType w:val="hybridMultilevel"/>
    <w:tmpl w:val="BDDC1E20"/>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48F116E9"/>
    <w:multiLevelType w:val="hybridMultilevel"/>
    <w:tmpl w:val="416E8E88"/>
    <w:lvl w:ilvl="0" w:tplc="236A1A7A">
      <w:start w:val="190"/>
      <w:numFmt w:val="bullet"/>
      <w:lvlText w:val="-"/>
      <w:lvlJc w:val="left"/>
      <w:pPr>
        <w:ind w:left="1069" w:hanging="360"/>
      </w:pPr>
      <w:rPr>
        <w:rFonts w:ascii="Verdana" w:eastAsiaTheme="minorHAnsi" w:hAnsi="Verdana" w:cstheme="minorBid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9"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54AE6858"/>
    <w:multiLevelType w:val="multilevel"/>
    <w:tmpl w:val="84A664D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4"/>
  </w:num>
  <w:num w:numId="7">
    <w:abstractNumId w:val="5"/>
  </w:num>
  <w:num w:numId="8">
    <w:abstractNumId w:val="13"/>
  </w:num>
  <w:num w:numId="9">
    <w:abstractNumId w:val="11"/>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6"/>
  </w:num>
  <w:num w:numId="16">
    <w:abstractNumId w:val="9"/>
  </w:num>
  <w:num w:numId="17">
    <w:abstractNumId w:val="8"/>
  </w:num>
  <w:num w:numId="18">
    <w:abstractNumId w:val="7"/>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74E8"/>
    <w:rsid w:val="00017F3C"/>
    <w:rsid w:val="0002066B"/>
    <w:rsid w:val="00020AF4"/>
    <w:rsid w:val="0002621B"/>
    <w:rsid w:val="000338E9"/>
    <w:rsid w:val="00041EC8"/>
    <w:rsid w:val="000466BC"/>
    <w:rsid w:val="00055EA1"/>
    <w:rsid w:val="0006499F"/>
    <w:rsid w:val="0006588D"/>
    <w:rsid w:val="00067A5E"/>
    <w:rsid w:val="00067EE3"/>
    <w:rsid w:val="000719BB"/>
    <w:rsid w:val="00072A65"/>
    <w:rsid w:val="00072C1E"/>
    <w:rsid w:val="000732CB"/>
    <w:rsid w:val="00081130"/>
    <w:rsid w:val="000839DD"/>
    <w:rsid w:val="0008656B"/>
    <w:rsid w:val="00087825"/>
    <w:rsid w:val="00092CC9"/>
    <w:rsid w:val="000B4EB8"/>
    <w:rsid w:val="000C41F2"/>
    <w:rsid w:val="000D22C4"/>
    <w:rsid w:val="000D27D1"/>
    <w:rsid w:val="000D5E72"/>
    <w:rsid w:val="000E1A7F"/>
    <w:rsid w:val="000E48A0"/>
    <w:rsid w:val="00102907"/>
    <w:rsid w:val="00106A0E"/>
    <w:rsid w:val="00112864"/>
    <w:rsid w:val="00114472"/>
    <w:rsid w:val="00114988"/>
    <w:rsid w:val="00115069"/>
    <w:rsid w:val="001150F2"/>
    <w:rsid w:val="00133803"/>
    <w:rsid w:val="00146BCB"/>
    <w:rsid w:val="001656A2"/>
    <w:rsid w:val="00170EC5"/>
    <w:rsid w:val="001728E7"/>
    <w:rsid w:val="00172D00"/>
    <w:rsid w:val="001747C1"/>
    <w:rsid w:val="00177D6B"/>
    <w:rsid w:val="00182526"/>
    <w:rsid w:val="00191AB6"/>
    <w:rsid w:val="00191F90"/>
    <w:rsid w:val="00193D8F"/>
    <w:rsid w:val="00194098"/>
    <w:rsid w:val="001950C2"/>
    <w:rsid w:val="00196E5C"/>
    <w:rsid w:val="001B23A1"/>
    <w:rsid w:val="001B4E74"/>
    <w:rsid w:val="001C645F"/>
    <w:rsid w:val="001D6E71"/>
    <w:rsid w:val="001E651D"/>
    <w:rsid w:val="001E678E"/>
    <w:rsid w:val="001F3329"/>
    <w:rsid w:val="00201B7A"/>
    <w:rsid w:val="002071BB"/>
    <w:rsid w:val="00207DF5"/>
    <w:rsid w:val="00210AB8"/>
    <w:rsid w:val="00212FFD"/>
    <w:rsid w:val="00226B1A"/>
    <w:rsid w:val="00232736"/>
    <w:rsid w:val="00233A53"/>
    <w:rsid w:val="00240B81"/>
    <w:rsid w:val="002423CD"/>
    <w:rsid w:val="00243CEC"/>
    <w:rsid w:val="00247D01"/>
    <w:rsid w:val="0025030F"/>
    <w:rsid w:val="00261A5B"/>
    <w:rsid w:val="00262E5B"/>
    <w:rsid w:val="0026385B"/>
    <w:rsid w:val="00276AFE"/>
    <w:rsid w:val="00280D12"/>
    <w:rsid w:val="002924B8"/>
    <w:rsid w:val="002A3B57"/>
    <w:rsid w:val="002B630C"/>
    <w:rsid w:val="002C04EE"/>
    <w:rsid w:val="002C31BF"/>
    <w:rsid w:val="002C5F8A"/>
    <w:rsid w:val="002C63A3"/>
    <w:rsid w:val="002C7994"/>
    <w:rsid w:val="002D5F95"/>
    <w:rsid w:val="002D76B3"/>
    <w:rsid w:val="002D7FD6"/>
    <w:rsid w:val="002E0CD7"/>
    <w:rsid w:val="002E0CFB"/>
    <w:rsid w:val="002E5C7B"/>
    <w:rsid w:val="002F4333"/>
    <w:rsid w:val="002F5971"/>
    <w:rsid w:val="00301AA2"/>
    <w:rsid w:val="00301C38"/>
    <w:rsid w:val="00307641"/>
    <w:rsid w:val="00311F11"/>
    <w:rsid w:val="003120FF"/>
    <w:rsid w:val="00315B3D"/>
    <w:rsid w:val="00323CEF"/>
    <w:rsid w:val="00327047"/>
    <w:rsid w:val="00327EEF"/>
    <w:rsid w:val="0033239F"/>
    <w:rsid w:val="00333C1C"/>
    <w:rsid w:val="00335B6F"/>
    <w:rsid w:val="0034274B"/>
    <w:rsid w:val="0034719F"/>
    <w:rsid w:val="00350A35"/>
    <w:rsid w:val="0035410B"/>
    <w:rsid w:val="0035531B"/>
    <w:rsid w:val="00355D2A"/>
    <w:rsid w:val="003571D8"/>
    <w:rsid w:val="00357BC6"/>
    <w:rsid w:val="00361422"/>
    <w:rsid w:val="0036288F"/>
    <w:rsid w:val="00367CE8"/>
    <w:rsid w:val="003717A3"/>
    <w:rsid w:val="0037545D"/>
    <w:rsid w:val="00376110"/>
    <w:rsid w:val="00381608"/>
    <w:rsid w:val="003830AA"/>
    <w:rsid w:val="00386FF1"/>
    <w:rsid w:val="00390BE7"/>
    <w:rsid w:val="00392730"/>
    <w:rsid w:val="00392EB6"/>
    <w:rsid w:val="00394D03"/>
    <w:rsid w:val="003956C6"/>
    <w:rsid w:val="003A001B"/>
    <w:rsid w:val="003A1EB4"/>
    <w:rsid w:val="003A2C23"/>
    <w:rsid w:val="003A4513"/>
    <w:rsid w:val="003A52AD"/>
    <w:rsid w:val="003B6512"/>
    <w:rsid w:val="003C33F2"/>
    <w:rsid w:val="003C3795"/>
    <w:rsid w:val="003D64DD"/>
    <w:rsid w:val="003D756E"/>
    <w:rsid w:val="003E3CE3"/>
    <w:rsid w:val="003E420D"/>
    <w:rsid w:val="003E4C13"/>
    <w:rsid w:val="003E79F5"/>
    <w:rsid w:val="003E7FD3"/>
    <w:rsid w:val="003F7793"/>
    <w:rsid w:val="00404BA2"/>
    <w:rsid w:val="004078F3"/>
    <w:rsid w:val="004138DB"/>
    <w:rsid w:val="0042061D"/>
    <w:rsid w:val="00427794"/>
    <w:rsid w:val="004415E4"/>
    <w:rsid w:val="0044589D"/>
    <w:rsid w:val="00450F07"/>
    <w:rsid w:val="00452F69"/>
    <w:rsid w:val="00453CD3"/>
    <w:rsid w:val="00454716"/>
    <w:rsid w:val="00454BB9"/>
    <w:rsid w:val="00460660"/>
    <w:rsid w:val="004632E6"/>
    <w:rsid w:val="00463BBF"/>
    <w:rsid w:val="00463F2F"/>
    <w:rsid w:val="00464BA9"/>
    <w:rsid w:val="00465FDD"/>
    <w:rsid w:val="00470647"/>
    <w:rsid w:val="00474F4D"/>
    <w:rsid w:val="00483969"/>
    <w:rsid w:val="00486107"/>
    <w:rsid w:val="00491827"/>
    <w:rsid w:val="004974A6"/>
    <w:rsid w:val="004A2F6C"/>
    <w:rsid w:val="004B34E9"/>
    <w:rsid w:val="004C25F7"/>
    <w:rsid w:val="004C4399"/>
    <w:rsid w:val="004C787C"/>
    <w:rsid w:val="004D5285"/>
    <w:rsid w:val="004E2DE8"/>
    <w:rsid w:val="004E7A1F"/>
    <w:rsid w:val="004F1D17"/>
    <w:rsid w:val="004F1ECB"/>
    <w:rsid w:val="004F4597"/>
    <w:rsid w:val="004F4B9B"/>
    <w:rsid w:val="00501B32"/>
    <w:rsid w:val="00504211"/>
    <w:rsid w:val="0050666E"/>
    <w:rsid w:val="00511AB9"/>
    <w:rsid w:val="005210B3"/>
    <w:rsid w:val="00523096"/>
    <w:rsid w:val="00523BB5"/>
    <w:rsid w:val="00523EA7"/>
    <w:rsid w:val="00531285"/>
    <w:rsid w:val="005406EB"/>
    <w:rsid w:val="00540B70"/>
    <w:rsid w:val="00540C01"/>
    <w:rsid w:val="005434A6"/>
    <w:rsid w:val="00543F07"/>
    <w:rsid w:val="00553375"/>
    <w:rsid w:val="00555884"/>
    <w:rsid w:val="00560848"/>
    <w:rsid w:val="00561A0E"/>
    <w:rsid w:val="00564BCA"/>
    <w:rsid w:val="00564DDD"/>
    <w:rsid w:val="00572B6C"/>
    <w:rsid w:val="00572F04"/>
    <w:rsid w:val="005736B7"/>
    <w:rsid w:val="00575E5A"/>
    <w:rsid w:val="00577A3C"/>
    <w:rsid w:val="00580245"/>
    <w:rsid w:val="00586CBA"/>
    <w:rsid w:val="005953A7"/>
    <w:rsid w:val="005A1F44"/>
    <w:rsid w:val="005A3D2F"/>
    <w:rsid w:val="005A7B3E"/>
    <w:rsid w:val="005D1B1B"/>
    <w:rsid w:val="005D3C39"/>
    <w:rsid w:val="005E6218"/>
    <w:rsid w:val="0060115D"/>
    <w:rsid w:val="00601A8C"/>
    <w:rsid w:val="0061068E"/>
    <w:rsid w:val="006115D3"/>
    <w:rsid w:val="0061198A"/>
    <w:rsid w:val="0062045C"/>
    <w:rsid w:val="00631EAA"/>
    <w:rsid w:val="00640B30"/>
    <w:rsid w:val="00652EFD"/>
    <w:rsid w:val="00655976"/>
    <w:rsid w:val="0065610E"/>
    <w:rsid w:val="00660AD3"/>
    <w:rsid w:val="006622FF"/>
    <w:rsid w:val="00674099"/>
    <w:rsid w:val="006776B6"/>
    <w:rsid w:val="00683A86"/>
    <w:rsid w:val="00693150"/>
    <w:rsid w:val="006A540D"/>
    <w:rsid w:val="006A5570"/>
    <w:rsid w:val="006A689C"/>
    <w:rsid w:val="006A7E0C"/>
    <w:rsid w:val="006A7EBA"/>
    <w:rsid w:val="006B0B03"/>
    <w:rsid w:val="006B3D79"/>
    <w:rsid w:val="006B6FE4"/>
    <w:rsid w:val="006C21E8"/>
    <w:rsid w:val="006C2343"/>
    <w:rsid w:val="006C442A"/>
    <w:rsid w:val="006C4639"/>
    <w:rsid w:val="006D0B4C"/>
    <w:rsid w:val="006E0578"/>
    <w:rsid w:val="006E314D"/>
    <w:rsid w:val="006F439C"/>
    <w:rsid w:val="006F6B09"/>
    <w:rsid w:val="0070255F"/>
    <w:rsid w:val="007038DC"/>
    <w:rsid w:val="00706F4C"/>
    <w:rsid w:val="0070752A"/>
    <w:rsid w:val="00710723"/>
    <w:rsid w:val="007134F3"/>
    <w:rsid w:val="00723ED1"/>
    <w:rsid w:val="00727116"/>
    <w:rsid w:val="0073461B"/>
    <w:rsid w:val="007356BD"/>
    <w:rsid w:val="00740ADF"/>
    <w:rsid w:val="00740AF5"/>
    <w:rsid w:val="00743525"/>
    <w:rsid w:val="00744F6A"/>
    <w:rsid w:val="00745555"/>
    <w:rsid w:val="007541A2"/>
    <w:rsid w:val="00755818"/>
    <w:rsid w:val="0076286B"/>
    <w:rsid w:val="00764E34"/>
    <w:rsid w:val="00766846"/>
    <w:rsid w:val="0076790E"/>
    <w:rsid w:val="0077382B"/>
    <w:rsid w:val="00773DC0"/>
    <w:rsid w:val="0077673A"/>
    <w:rsid w:val="007846E1"/>
    <w:rsid w:val="007847D6"/>
    <w:rsid w:val="00796DC1"/>
    <w:rsid w:val="007979AA"/>
    <w:rsid w:val="007A2107"/>
    <w:rsid w:val="007A4A57"/>
    <w:rsid w:val="007A5172"/>
    <w:rsid w:val="007A63A5"/>
    <w:rsid w:val="007A67A0"/>
    <w:rsid w:val="007B570C"/>
    <w:rsid w:val="007D5A8D"/>
    <w:rsid w:val="007E2234"/>
    <w:rsid w:val="007E4A6E"/>
    <w:rsid w:val="007E6155"/>
    <w:rsid w:val="007F3581"/>
    <w:rsid w:val="007F4F8F"/>
    <w:rsid w:val="007F56A7"/>
    <w:rsid w:val="00800851"/>
    <w:rsid w:val="00803601"/>
    <w:rsid w:val="00804D39"/>
    <w:rsid w:val="00807DD0"/>
    <w:rsid w:val="00814AA0"/>
    <w:rsid w:val="00815C1B"/>
    <w:rsid w:val="00815F00"/>
    <w:rsid w:val="00821D01"/>
    <w:rsid w:val="00822B88"/>
    <w:rsid w:val="00826312"/>
    <w:rsid w:val="00826B7B"/>
    <w:rsid w:val="00831DE9"/>
    <w:rsid w:val="00833899"/>
    <w:rsid w:val="0083756B"/>
    <w:rsid w:val="00845C50"/>
    <w:rsid w:val="00846789"/>
    <w:rsid w:val="00872044"/>
    <w:rsid w:val="0087262B"/>
    <w:rsid w:val="00876379"/>
    <w:rsid w:val="00876D73"/>
    <w:rsid w:val="00884CEE"/>
    <w:rsid w:val="00887F36"/>
    <w:rsid w:val="008A3568"/>
    <w:rsid w:val="008B2021"/>
    <w:rsid w:val="008B4CEC"/>
    <w:rsid w:val="008C0335"/>
    <w:rsid w:val="008C50F3"/>
    <w:rsid w:val="008C65BC"/>
    <w:rsid w:val="008C7EFE"/>
    <w:rsid w:val="008D03B9"/>
    <w:rsid w:val="008D30C7"/>
    <w:rsid w:val="008D33DA"/>
    <w:rsid w:val="008D552B"/>
    <w:rsid w:val="008E1138"/>
    <w:rsid w:val="008E6EF4"/>
    <w:rsid w:val="008E778B"/>
    <w:rsid w:val="008F18D6"/>
    <w:rsid w:val="008F2C9B"/>
    <w:rsid w:val="008F797B"/>
    <w:rsid w:val="00904780"/>
    <w:rsid w:val="0090635B"/>
    <w:rsid w:val="00906E42"/>
    <w:rsid w:val="00920DEB"/>
    <w:rsid w:val="00922385"/>
    <w:rsid w:val="009223DF"/>
    <w:rsid w:val="009254B4"/>
    <w:rsid w:val="00930B79"/>
    <w:rsid w:val="00936091"/>
    <w:rsid w:val="00940D8A"/>
    <w:rsid w:val="00941491"/>
    <w:rsid w:val="00942618"/>
    <w:rsid w:val="009445C5"/>
    <w:rsid w:val="00955FD1"/>
    <w:rsid w:val="00962258"/>
    <w:rsid w:val="00964860"/>
    <w:rsid w:val="00966B3A"/>
    <w:rsid w:val="009678B7"/>
    <w:rsid w:val="00992D9C"/>
    <w:rsid w:val="009945E1"/>
    <w:rsid w:val="00996CB8"/>
    <w:rsid w:val="009B2E97"/>
    <w:rsid w:val="009B442E"/>
    <w:rsid w:val="009B5146"/>
    <w:rsid w:val="009C0F4D"/>
    <w:rsid w:val="009C418E"/>
    <w:rsid w:val="009C442C"/>
    <w:rsid w:val="009D20A1"/>
    <w:rsid w:val="009E07F4"/>
    <w:rsid w:val="009E1AEE"/>
    <w:rsid w:val="009E695F"/>
    <w:rsid w:val="009F309B"/>
    <w:rsid w:val="009F35B4"/>
    <w:rsid w:val="009F392E"/>
    <w:rsid w:val="009F53C5"/>
    <w:rsid w:val="009F79D4"/>
    <w:rsid w:val="00A0582B"/>
    <w:rsid w:val="00A066DE"/>
    <w:rsid w:val="00A0740E"/>
    <w:rsid w:val="00A12463"/>
    <w:rsid w:val="00A13DFF"/>
    <w:rsid w:val="00A15641"/>
    <w:rsid w:val="00A4050F"/>
    <w:rsid w:val="00A42763"/>
    <w:rsid w:val="00A43668"/>
    <w:rsid w:val="00A50641"/>
    <w:rsid w:val="00A52585"/>
    <w:rsid w:val="00A530BF"/>
    <w:rsid w:val="00A6177B"/>
    <w:rsid w:val="00A66136"/>
    <w:rsid w:val="00A71189"/>
    <w:rsid w:val="00A7364A"/>
    <w:rsid w:val="00A74DCC"/>
    <w:rsid w:val="00A753ED"/>
    <w:rsid w:val="00A77512"/>
    <w:rsid w:val="00A81D1B"/>
    <w:rsid w:val="00A82307"/>
    <w:rsid w:val="00A83163"/>
    <w:rsid w:val="00A8364C"/>
    <w:rsid w:val="00A94811"/>
    <w:rsid w:val="00A94C2F"/>
    <w:rsid w:val="00A95C0A"/>
    <w:rsid w:val="00AA3E17"/>
    <w:rsid w:val="00AA4CBB"/>
    <w:rsid w:val="00AA65FA"/>
    <w:rsid w:val="00AA7351"/>
    <w:rsid w:val="00AB1063"/>
    <w:rsid w:val="00AD056F"/>
    <w:rsid w:val="00AD0C7B"/>
    <w:rsid w:val="00AD1771"/>
    <w:rsid w:val="00AD1786"/>
    <w:rsid w:val="00AD3565"/>
    <w:rsid w:val="00AD5F1A"/>
    <w:rsid w:val="00AD6731"/>
    <w:rsid w:val="00AD792A"/>
    <w:rsid w:val="00AE1D4A"/>
    <w:rsid w:val="00AE3BB4"/>
    <w:rsid w:val="00AF1FF8"/>
    <w:rsid w:val="00AF3F2E"/>
    <w:rsid w:val="00AF4978"/>
    <w:rsid w:val="00B008D5"/>
    <w:rsid w:val="00B00C93"/>
    <w:rsid w:val="00B02F73"/>
    <w:rsid w:val="00B0354E"/>
    <w:rsid w:val="00B035B6"/>
    <w:rsid w:val="00B0619F"/>
    <w:rsid w:val="00B13A26"/>
    <w:rsid w:val="00B15D0D"/>
    <w:rsid w:val="00B20365"/>
    <w:rsid w:val="00B22106"/>
    <w:rsid w:val="00B2309B"/>
    <w:rsid w:val="00B429CF"/>
    <w:rsid w:val="00B448FF"/>
    <w:rsid w:val="00B45DEB"/>
    <w:rsid w:val="00B46997"/>
    <w:rsid w:val="00B4799B"/>
    <w:rsid w:val="00B5431A"/>
    <w:rsid w:val="00B60046"/>
    <w:rsid w:val="00B61530"/>
    <w:rsid w:val="00B645BC"/>
    <w:rsid w:val="00B70267"/>
    <w:rsid w:val="00B75EE1"/>
    <w:rsid w:val="00B77110"/>
    <w:rsid w:val="00B77481"/>
    <w:rsid w:val="00B77C6D"/>
    <w:rsid w:val="00B80E53"/>
    <w:rsid w:val="00B82A36"/>
    <w:rsid w:val="00B8518B"/>
    <w:rsid w:val="00B9095E"/>
    <w:rsid w:val="00B97CC3"/>
    <w:rsid w:val="00BA6864"/>
    <w:rsid w:val="00BB4AF2"/>
    <w:rsid w:val="00BB4CEE"/>
    <w:rsid w:val="00BC06C4"/>
    <w:rsid w:val="00BC663E"/>
    <w:rsid w:val="00BC6D2B"/>
    <w:rsid w:val="00BD5A0E"/>
    <w:rsid w:val="00BD6E36"/>
    <w:rsid w:val="00BD7E91"/>
    <w:rsid w:val="00BD7F0D"/>
    <w:rsid w:val="00BE49F4"/>
    <w:rsid w:val="00BE5A7A"/>
    <w:rsid w:val="00C02D0A"/>
    <w:rsid w:val="00C03A6E"/>
    <w:rsid w:val="00C226C0"/>
    <w:rsid w:val="00C378A3"/>
    <w:rsid w:val="00C42FE6"/>
    <w:rsid w:val="00C43FF7"/>
    <w:rsid w:val="00C44F6A"/>
    <w:rsid w:val="00C54976"/>
    <w:rsid w:val="00C57268"/>
    <w:rsid w:val="00C6198E"/>
    <w:rsid w:val="00C64978"/>
    <w:rsid w:val="00C66E26"/>
    <w:rsid w:val="00C708EA"/>
    <w:rsid w:val="00C7216F"/>
    <w:rsid w:val="00C776E5"/>
    <w:rsid w:val="00C778A5"/>
    <w:rsid w:val="00C95162"/>
    <w:rsid w:val="00CA457B"/>
    <w:rsid w:val="00CB3151"/>
    <w:rsid w:val="00CB6A37"/>
    <w:rsid w:val="00CB7684"/>
    <w:rsid w:val="00CC178D"/>
    <w:rsid w:val="00CC4380"/>
    <w:rsid w:val="00CC48F4"/>
    <w:rsid w:val="00CC7C8F"/>
    <w:rsid w:val="00CD1C73"/>
    <w:rsid w:val="00CD1FC4"/>
    <w:rsid w:val="00CD2D58"/>
    <w:rsid w:val="00CE22D6"/>
    <w:rsid w:val="00CF4237"/>
    <w:rsid w:val="00CF74E0"/>
    <w:rsid w:val="00CF78DD"/>
    <w:rsid w:val="00D034A0"/>
    <w:rsid w:val="00D10A2D"/>
    <w:rsid w:val="00D139AC"/>
    <w:rsid w:val="00D145E1"/>
    <w:rsid w:val="00D21061"/>
    <w:rsid w:val="00D37B14"/>
    <w:rsid w:val="00D4108E"/>
    <w:rsid w:val="00D51CE7"/>
    <w:rsid w:val="00D57BFB"/>
    <w:rsid w:val="00D61291"/>
    <w:rsid w:val="00D6163D"/>
    <w:rsid w:val="00D6259C"/>
    <w:rsid w:val="00D71C6E"/>
    <w:rsid w:val="00D831A3"/>
    <w:rsid w:val="00D912E7"/>
    <w:rsid w:val="00D91D61"/>
    <w:rsid w:val="00D931E6"/>
    <w:rsid w:val="00D97BE3"/>
    <w:rsid w:val="00DA3711"/>
    <w:rsid w:val="00DB34A9"/>
    <w:rsid w:val="00DB619A"/>
    <w:rsid w:val="00DD26D3"/>
    <w:rsid w:val="00DD46F3"/>
    <w:rsid w:val="00DD5E3B"/>
    <w:rsid w:val="00DE01F1"/>
    <w:rsid w:val="00DE02FD"/>
    <w:rsid w:val="00DE51A5"/>
    <w:rsid w:val="00DE56F2"/>
    <w:rsid w:val="00DE6A35"/>
    <w:rsid w:val="00DF116D"/>
    <w:rsid w:val="00E01EA1"/>
    <w:rsid w:val="00E03DB2"/>
    <w:rsid w:val="00E04181"/>
    <w:rsid w:val="00E16FF7"/>
    <w:rsid w:val="00E22C30"/>
    <w:rsid w:val="00E264D8"/>
    <w:rsid w:val="00E26D68"/>
    <w:rsid w:val="00E437B0"/>
    <w:rsid w:val="00E44045"/>
    <w:rsid w:val="00E4520D"/>
    <w:rsid w:val="00E56880"/>
    <w:rsid w:val="00E618C4"/>
    <w:rsid w:val="00E7218A"/>
    <w:rsid w:val="00E878EE"/>
    <w:rsid w:val="00E92C8D"/>
    <w:rsid w:val="00EA6EC7"/>
    <w:rsid w:val="00EB0647"/>
    <w:rsid w:val="00EB104F"/>
    <w:rsid w:val="00EB138E"/>
    <w:rsid w:val="00EB46E5"/>
    <w:rsid w:val="00EB5D4D"/>
    <w:rsid w:val="00EC10AE"/>
    <w:rsid w:val="00ED0703"/>
    <w:rsid w:val="00ED116C"/>
    <w:rsid w:val="00ED14BD"/>
    <w:rsid w:val="00ED6360"/>
    <w:rsid w:val="00EE0667"/>
    <w:rsid w:val="00EE2244"/>
    <w:rsid w:val="00EE3C5F"/>
    <w:rsid w:val="00EE5C2C"/>
    <w:rsid w:val="00EE7882"/>
    <w:rsid w:val="00F016C7"/>
    <w:rsid w:val="00F050FB"/>
    <w:rsid w:val="00F063DF"/>
    <w:rsid w:val="00F12DEC"/>
    <w:rsid w:val="00F1715C"/>
    <w:rsid w:val="00F17E8A"/>
    <w:rsid w:val="00F310F8"/>
    <w:rsid w:val="00F348C0"/>
    <w:rsid w:val="00F35939"/>
    <w:rsid w:val="00F45607"/>
    <w:rsid w:val="00F46000"/>
    <w:rsid w:val="00F4722B"/>
    <w:rsid w:val="00F54432"/>
    <w:rsid w:val="00F569C6"/>
    <w:rsid w:val="00F659EB"/>
    <w:rsid w:val="00F7242C"/>
    <w:rsid w:val="00F86BA6"/>
    <w:rsid w:val="00F93E20"/>
    <w:rsid w:val="00F962AD"/>
    <w:rsid w:val="00FA6F53"/>
    <w:rsid w:val="00FB22CE"/>
    <w:rsid w:val="00FB6342"/>
    <w:rsid w:val="00FC6389"/>
    <w:rsid w:val="00FC757D"/>
    <w:rsid w:val="00FE4333"/>
    <w:rsid w:val="00FE6AEC"/>
    <w:rsid w:val="00FF14E3"/>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47C33D"/>
  <w14:defaultImageDpi w14:val="32767"/>
  <w15:docId w15:val="{88ADB230-B7E9-48C8-BDC0-DA8F34583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4"/>
      </w:numPr>
      <w:spacing w:after="120"/>
      <w:jc w:val="both"/>
    </w:pPr>
  </w:style>
  <w:style w:type="paragraph" w:customStyle="1" w:styleId="Odstavec1-2i">
    <w:name w:val="_Odstavec_1-2_(i)"/>
    <w:basedOn w:val="Normln"/>
    <w:qFormat/>
    <w:rsid w:val="00CB3151"/>
    <w:pPr>
      <w:numPr>
        <w:ilvl w:val="1"/>
        <w:numId w:val="14"/>
      </w:numPr>
      <w:spacing w:after="60"/>
      <w:jc w:val="both"/>
    </w:pPr>
  </w:style>
  <w:style w:type="paragraph" w:customStyle="1" w:styleId="Odstavec1-31">
    <w:name w:val="_Odstavec_1-3_1)"/>
    <w:qFormat/>
    <w:rsid w:val="00CB3151"/>
    <w:pPr>
      <w:numPr>
        <w:ilvl w:val="2"/>
        <w:numId w:val="14"/>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un">
    <w:name w:val="_Tučně"/>
    <w:basedOn w:val="Standardnpsmoodstavce"/>
    <w:qFormat/>
    <w:rsid w:val="004974A6"/>
    <w:rPr>
      <w:b/>
    </w:rPr>
  </w:style>
  <w:style w:type="character" w:customStyle="1" w:styleId="TextbezslovnChar">
    <w:name w:val="_Text_bez_číslování Char"/>
    <w:basedOn w:val="Standardnpsmoodstavce"/>
    <w:link w:val="Textbezslovn"/>
    <w:rsid w:val="005953A7"/>
  </w:style>
  <w:style w:type="paragraph" w:customStyle="1" w:styleId="Odrka1-4">
    <w:name w:val="_Odrážka_1-4_•"/>
    <w:basedOn w:val="Odrka1-1"/>
    <w:qFormat/>
    <w:rsid w:val="005953A7"/>
    <w:pPr>
      <w:numPr>
        <w:numId w:val="0"/>
      </w:numPr>
      <w:tabs>
        <w:tab w:val="num" w:pos="2041"/>
      </w:tabs>
      <w:spacing w:after="80"/>
      <w:ind w:left="2041" w:hanging="340"/>
    </w:pPr>
    <w:rPr>
      <w:rFonts w:ascii="Verdana" w:hAnsi="Verdana"/>
    </w:rPr>
  </w:style>
  <w:style w:type="character" w:customStyle="1" w:styleId="Nzevakce">
    <w:name w:val="_Název_akce"/>
    <w:basedOn w:val="Standardnpsmoodstavce"/>
    <w:qFormat/>
    <w:rsid w:val="00B20365"/>
    <w:rPr>
      <w:rFonts w:ascii="Verdana" w:hAnsi="Verdana"/>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472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6C821871AA942EFB805DCAE3150A845"/>
        <w:category>
          <w:name w:val="Obecné"/>
          <w:gallery w:val="placeholder"/>
        </w:category>
        <w:types>
          <w:type w:val="bbPlcHdr"/>
        </w:types>
        <w:behaviors>
          <w:behavior w:val="content"/>
        </w:behaviors>
        <w:guid w:val="{1307960A-A243-4DCE-AE55-273EF9FAEE1F}"/>
      </w:docPartPr>
      <w:docPartBody>
        <w:p w:rsidR="008B6BDB" w:rsidRDefault="00A33BCE" w:rsidP="00A33BCE">
          <w:pPr>
            <w:pStyle w:val="56C821871AA942EFB805DCAE3150A84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BCE"/>
    <w:rsid w:val="00073650"/>
    <w:rsid w:val="00103CAD"/>
    <w:rsid w:val="00444352"/>
    <w:rsid w:val="004E1127"/>
    <w:rsid w:val="005F78A2"/>
    <w:rsid w:val="007A05AB"/>
    <w:rsid w:val="00826C07"/>
    <w:rsid w:val="008748C2"/>
    <w:rsid w:val="008B6BDB"/>
    <w:rsid w:val="00961BA8"/>
    <w:rsid w:val="009E3247"/>
    <w:rsid w:val="00A33BCE"/>
    <w:rsid w:val="00BB47DF"/>
    <w:rsid w:val="00DB3C4D"/>
    <w:rsid w:val="00DC69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33BCE"/>
    <w:rPr>
      <w:color w:val="808080"/>
    </w:rPr>
  </w:style>
  <w:style w:type="paragraph" w:customStyle="1" w:styleId="56C821871AA942EFB805DCAE3150A845">
    <w:name w:val="56C821871AA942EFB805DCAE3150A845"/>
    <w:rsid w:val="00A33B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92B8A96-B48F-41CA-9B5B-C4A323974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0</TotalTime>
  <Pages>41</Pages>
  <Words>17497</Words>
  <Characters>103233</Characters>
  <Application>Microsoft Office Word</Application>
  <DocSecurity>0</DocSecurity>
  <Lines>860</Lines>
  <Paragraphs>240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120490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Dobrý Michael, Ing.</cp:lastModifiedBy>
  <cp:revision>2</cp:revision>
  <cp:lastPrinted>2021-01-27T11:52:00Z</cp:lastPrinted>
  <dcterms:created xsi:type="dcterms:W3CDTF">2021-03-02T08:25:00Z</dcterms:created>
  <dcterms:modified xsi:type="dcterms:W3CDTF">2021-03-02T08:25:00Z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